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883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寒假安全教育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演讲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稿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br w:type="textWrapping"/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同学们、老师们，上午好!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经过全体师生不懈的努力，我们已经完成了本学期的学习任务，</w:t>
      </w: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从今天开始起，学校就正式放寒假，同学们就要过寒假生活。而寒假</w:t>
      </w:r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期间，又恰逢中华民族最隆重的佳节，为了使每位同学健康地度过寒假，愉快地欢度春节，根据有关精神，特向同学们提出以下要求，望同学们认真执行。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第一：关爱自己，增强安全意识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老师们和各位的家长每天所最惦记的就是你们的健康和安全。同学们要牢固树立 安全第一 的思想，懂得安全的重要意义，做到：安全第一，从我做起;安全第一，从小事做起。关注安全，关爱生命。我要安全，我懂安全。时时讲安全，事事讲安全，人人讲安全，保证人人都安全。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第二：注意细节，时刻牢记安全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寒假期间，你们是在家中社会上度过的，但由于你们年龄小，社会经验不足，显得自我保护能力又特别差，加上社会情况复杂，学习自我保护特别重要，在这里我提醒同学们几点：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1、遵守交通规则，注意交通安全。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春节是走亲访友的高峰期，也是各类交通安全事故多发期，希望同学们在寒假期间遵守交通法规，外出要遵守交通规则，严禁骑车上道，不管是摩托车也好，还是自行车也好，同时严禁在公路上追逐打闹和进行各类游戏活动。注意乘车安全，报废车不要乘;无牌无照的车不要乘;拥挤的车不要乘。若发生交通事故，要想法及时通知家长，并拨打120及时实施抢救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2、正确燃放烟花爆竹。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接近年关，烟花爆竹大量上市，一些 三无 劣质产品偷偷上市，同学们在购买时一定要注意，最好能在家长的陪同下，在正规的经销处购买。春节燃烧鞭炮、焰火时，要由家长陪同，要在宽敞地方放，不要对准人放，避免造成人员伤亡，严防伤害事故发生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3、防火、防电、防煤气。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寒假期间我们每天都可能会与火、与电、与煤气打交道，同学们要了解有关知识，在生活中要注意消除水、火、气、电等存在的隐患，做到不玩火，注意防火，若遇到火警时要知道及时拨打119报警。不玩电，不私自拆装电器防电;注意取暖安全，防止煤气中毒等。特别强调不要在野外烧火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4、注意饮食安全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自觉养成良好的个人卫生习惯，饭前便后勤洗手，防止传染病的发生。购买有包装的食品时，要看清商标、生产日期、保质期等， 三无 食品、过期食品一定不要购买食用。生吃瓜果要注意洗干净后才可食用，不吃腐烂、变质的瓜果。严禁吸烟、喝酒。不暴饮暴食，防止消化不良。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第三：开展几项有意义的活动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在寒假期间，同学们在家要帮助父母做家务和参加有益的社会实践活动，爱护今年新栽的树，制定好寒假学习计划，认真完成寒假作业，开展好 五个一 活动，即读一本好书，并写出读后感，看一部好电影(电视剧)，学唱一首好歌，做一件好事，当一天家长，体验一下做父母的辛苦，并做好记录或日记。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第四：坚持做到 四不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一是不进网吧，它不是未成年人去的场所;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二是不去歌舞厅，那是成年人休闲、娱乐的地方;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三是不参加封建迷信活动，它不是科学;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四是不参与打牌赌博。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第五：要 四记住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记住，在家应努力争做个好孩子，帮助长辈做一些力所能及的事，学会 知恩图报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记住，外出争做个合格的小公民，说话要礼貌，乘车主动给老、弱、病、残、孕让座，不乱丢乱扔，损坏公物;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记住，提倡勤俭节约，不乱花钱。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记住：培养良好品德。假期期间，全体师生要自觉遵守公民道德，做遵守公民道德的模范，要崇尚科学、破除迷信、勤俭节约;要自觉树立科学的世界观、人生观;要大力倡导 爱国守法、明礼诚信、团结友善、勤俭自强、敬业奉献 的基本道德规范;要学会尊重人、理解人、关心人;要增强礼仪、礼节、礼貌意识，要不断提高自身道德修养;要规范自己的行为习惯，培养自己的良好道德品质和文明行为。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同学们， 安全 是一个永不过时的话题。 重视安全 是一种态度、是一种责任、更是一种境界。追求安全作为一种态度，能在学习、生活中就会用心投入实实在在地做事，追求卓越。幸福生活来自安全，但愿我们每个人都能向关爱生命那样珍视安全。希望大家从现在开始，树立安全意识，过一个平安、健康、快乐的寒假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　　同学们，安全重于泰山，同学们要自我监督，严格要求，防患于未然，安全意识要警钟长鸣。尤其是寒假期间，不安全因素较多。因此，更要强化安全意识，提高防范能力，时时刻刻都要注意自身以及周围人群的安全。防止安全事故的发生就是为家庭为社会节约了宝贵的财富，就是为自己未来的幸福生活奠定了基础。最后祝全体教师身体健康，全家幸福，祝全体同学节日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6D27"/>
    <w:rsid w:val="001D0743"/>
    <w:rsid w:val="0021361C"/>
    <w:rsid w:val="00217F42"/>
    <w:rsid w:val="0025739E"/>
    <w:rsid w:val="002F39B4"/>
    <w:rsid w:val="002F3BFF"/>
    <w:rsid w:val="002F6963"/>
    <w:rsid w:val="00544AC7"/>
    <w:rsid w:val="005C1122"/>
    <w:rsid w:val="00753B7B"/>
    <w:rsid w:val="007A19D7"/>
    <w:rsid w:val="007E2DDB"/>
    <w:rsid w:val="008D5EE1"/>
    <w:rsid w:val="009A27D4"/>
    <w:rsid w:val="00DA5FFB"/>
    <w:rsid w:val="00FC3368"/>
    <w:rsid w:val="03BB0421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寒假安全教育发言稿.docx</Template>
  <Company>巴南区委办</Company>
  <Pages>4</Pages>
  <Words>1788</Words>
  <Characters>1798</Characters>
  <Lines>1</Lines>
  <Paragraphs>1</Paragraphs>
  <TotalTime>12</TotalTime>
  <ScaleCrop>false</ScaleCrop>
  <LinksUpToDate>false</LinksUpToDate>
  <CharactersWithSpaces>1820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2022-01-07T08:54:00Z</dcterms:created>
  <dc:creator>铭</dc:creator>
  <cp:lastModifiedBy>铭</cp:lastModifiedBy>
  <dcterms:modified xsi:type="dcterms:W3CDTF">2022-01-07T09:02:51Z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v1.0_library_MgW1PR7SaoN0GXtk9bu1ZQ==</vt:lpwstr>
  </property>
  <property fmtid="{D5CDD505-2E9C-101B-9397-08002B2CF9AE}" pid="4" name="ICV">
    <vt:lpwstr>715A8C2EF3D44EC0A9DCBDFFAC32D68B</vt:lpwstr>
  </property>
</Properties>
</file>