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1"/>
          <w:lang w:eastAsia="zh-CN"/>
        </w:rPr>
      </w:pPr>
      <w:r>
        <w:rPr>
          <w:sz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-1139825</wp:posOffset>
            </wp:positionH>
            <wp:positionV relativeFrom="paragraph">
              <wp:posOffset>-922655</wp:posOffset>
            </wp:positionV>
            <wp:extent cx="7560310" cy="448945"/>
            <wp:effectExtent l="0" t="0" r="2540" b="8255"/>
            <wp:wrapNone/>
            <wp:docPr id="58" name="图片 58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-680720</wp:posOffset>
                </wp:positionH>
                <wp:positionV relativeFrom="paragraph">
                  <wp:posOffset>-974090</wp:posOffset>
                </wp:positionV>
                <wp:extent cx="1487170" cy="477520"/>
                <wp:effectExtent l="0" t="0" r="0" b="0"/>
                <wp:wrapNone/>
                <wp:docPr id="60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7170" cy="477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jc w:val="left"/>
                              <w:textAlignment w:val="auto"/>
                              <w:rPr>
                                <w:rFonts w:hint="default" w:eastAsiaTheme="minorEastAsia"/>
                                <w:color w:val="FFFFFF" w:themeColor="background1"/>
                                <w:spacing w:val="45"/>
                                <w:sz w:val="40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FFFFFF" w:themeColor="background1"/>
                                <w:spacing w:val="45"/>
                                <w:sz w:val="40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2" o:spid="_x0000_s1026" o:spt="1" style="position:absolute;left:0pt;margin-left:-53.6pt;margin-top:-76.7pt;height:37.6pt;width:117.1pt;z-index:251668480;mso-width-relative:page;mso-height-relative:page;" filled="f" stroked="f" coordsize="21600,21600" o:gfxdata="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8&#10;KV643QAAAA0BAAAPAAAAAAAAAAEAIAAAACIAAABkcnMvZG93bnJldi54bWxQSwECFAAUAAAACACH&#10;TuJA8nf/3q0BAABMAwAADgAAAAAAAAABACAAAAAsAQAAZHJzL2Uyb0RvYy54bWxQSwUGAAAAAAYA&#10;BgBZAQAAS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jc w:val="left"/>
                        <w:textAlignment w:val="auto"/>
                        <w:rPr>
                          <w:rFonts w:hint="default" w:eastAsiaTheme="minorEastAsia"/>
                          <w:color w:val="FFFFFF" w:themeColor="background1"/>
                          <w:spacing w:val="45"/>
                          <w:sz w:val="40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FFFFFF" w:themeColor="background1"/>
                          <w:spacing w:val="45"/>
                          <w:sz w:val="40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-200025</wp:posOffset>
                </wp:positionV>
                <wp:extent cx="1864995" cy="1423035"/>
                <wp:effectExtent l="0" t="0" r="0" b="0"/>
                <wp:wrapNone/>
                <wp:docPr id="11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4995" cy="142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市场实习生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籍贯：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广东广州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学历：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工作年限：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在校生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184.15pt;margin-top:-15.75pt;height:112.05pt;width:146.85pt;z-index:251663360;mso-width-relative:page;mso-height-relative:page;" filled="f" stroked="f" coordsize="21600,21600" o:gfxdata="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PnjlwdsAAAALAQAADwAAAAAAAAABACAA&#10;AAAiAAAAZHJzL2Rvd25yZXYueG1sUEsBAhQAFAAAAAgAh07iQCyhlmxDAgAAdw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市场实习生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籍贯：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广东广州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学历：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工作年限：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在校生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-635635</wp:posOffset>
                </wp:positionH>
                <wp:positionV relativeFrom="paragraph">
                  <wp:posOffset>-200025</wp:posOffset>
                </wp:positionV>
                <wp:extent cx="2034540" cy="1396365"/>
                <wp:effectExtent l="0" t="0" r="0" b="0"/>
                <wp:wrapNone/>
                <wp:docPr id="21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4540" cy="1396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姓名：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出生：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手机：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邮箱：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-50.05pt;margin-top:-15.75pt;height:109.95pt;width:160.2pt;z-index:251664384;mso-width-relative:page;mso-height-relative:page;" filled="f" stroked="f" coordsize="21600,21600" o:gfxdata="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Q25FF3AAAAAwBAAAPAAAAAAAAAAEA&#10;IAAAACIAAABkcnMvZG93bnJldi54bWxQSwECFAAUAAAACACHTuJAPpsmuEQCAAB3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姓名：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出生：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手机：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jc w:val="lef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邮箱：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4776470</wp:posOffset>
            </wp:positionH>
            <wp:positionV relativeFrom="paragraph">
              <wp:posOffset>-235585</wp:posOffset>
            </wp:positionV>
            <wp:extent cx="1016635" cy="1422400"/>
            <wp:effectExtent l="42545" t="4445" r="45720" b="97155"/>
            <wp:wrapNone/>
            <wp:docPr id="67" name="图片 2" descr="D:\Word设计\资料\组件\头像.jpg头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" descr="D:\Word设计\资料\组件\头像.jpg头像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635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18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sz w:val="21"/>
          <w:lang w:eastAsia="zh-CN"/>
        </w:rPr>
      </w:pPr>
    </w:p>
    <w:p>
      <w:pPr>
        <w:rPr>
          <w:sz w:val="21"/>
        </w:rPr>
      </w:pPr>
      <w:bookmarkStart w:id="0" w:name="_GoBack"/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-1147445</wp:posOffset>
                </wp:positionH>
                <wp:positionV relativeFrom="paragraph">
                  <wp:posOffset>9255125</wp:posOffset>
                </wp:positionV>
                <wp:extent cx="7571740" cy="133350"/>
                <wp:effectExtent l="0" t="0" r="10160" b="0"/>
                <wp:wrapNone/>
                <wp:docPr id="105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1595" y="10537190"/>
                          <a:ext cx="7571740" cy="133350"/>
                        </a:xfrm>
                        <a:prstGeom prst="rect">
                          <a:avLst/>
                        </a:prstGeom>
                        <a:solidFill>
                          <a:srgbClr val="44689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35pt;margin-top:728.75pt;height:10.5pt;width:596.2pt;z-index:251673600;v-text-anchor:middle;mso-width-relative:page;mso-height-relative:page;" fillcolor="#44689C" filled="t" stroked="f" coordsize="21600,21600" o:gfxdata="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Is46r2QAAAA8BAAAPAAAAAAAAAAEAIAAAACIAAABk&#10;cnMvZG93bnJldi54bWxQSwECFAAUAAAACACHTuJADOxrYXcCAADaBAAADgAAAAAAAAABACAAAAAo&#10;AQAAZHJzL2Uyb0RvYy54bWxQSwUGAAAAAAYABgBZAQAAEQ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-638810</wp:posOffset>
                </wp:positionH>
                <wp:positionV relativeFrom="paragraph">
                  <wp:posOffset>1054100</wp:posOffset>
                </wp:positionV>
                <wp:extent cx="6452235" cy="375285"/>
                <wp:effectExtent l="0" t="0" r="5715" b="508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2235" cy="375285"/>
                          <a:chOff x="6713" y="4052"/>
                          <a:chExt cx="10161" cy="591"/>
                        </a:xfrm>
                      </wpg:grpSpPr>
                      <wps:wsp>
                        <wps:cNvPr id="54" name="圆角矩形 68"/>
                        <wps:cNvSpPr/>
                        <wps:spPr>
                          <a:xfrm>
                            <a:off x="8257" y="4372"/>
                            <a:ext cx="8617" cy="271"/>
                          </a:xfrm>
                          <a:prstGeom prst="parallelogram">
                            <a:avLst>
                              <a:gd name="adj" fmla="val 52265"/>
                            </a:avLst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平行四边形 53"/>
                        <wps:cNvSpPr/>
                        <wps:spPr>
                          <a:xfrm>
                            <a:off x="6885" y="4118"/>
                            <a:ext cx="1696" cy="525"/>
                          </a:xfrm>
                          <a:prstGeom prst="parallelogram">
                            <a:avLst>
                              <a:gd name="adj" fmla="val 38476"/>
                            </a:avLst>
                          </a:prstGeom>
                          <a:solidFill>
                            <a:srgbClr val="44689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1" name="平行四边形 71"/>
                        <wps:cNvSpPr/>
                        <wps:spPr>
                          <a:xfrm>
                            <a:off x="6713" y="4118"/>
                            <a:ext cx="309" cy="525"/>
                          </a:xfrm>
                          <a:prstGeom prst="parallelogram">
                            <a:avLst>
                              <a:gd name="adj" fmla="val 62135"/>
                            </a:avLst>
                          </a:prstGeom>
                          <a:solidFill>
                            <a:srgbClr val="44689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" name="矩形 62"/>
                        <wps:cNvSpPr/>
                        <wps:spPr>
                          <a:xfrm>
                            <a:off x="6997" y="4052"/>
                            <a:ext cx="1445" cy="5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default" w:eastAsiaTheme="minorEastAsia"/>
                                  <w:color w:val="FFFFFF" w:themeColor="background1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 w:val="0"/>
                                  <w:color w:val="FFFFFF" w:themeColor="background1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0.3pt;margin-top:83pt;height:29.55pt;width:508.05pt;z-index:251669504;mso-width-relative:page;mso-height-relative:page;" coordorigin="6713,4052" coordsize="10161,591" o:gfxdata="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">
                <o:lock v:ext="edit" aspectratio="f"/>
                <v:shape id="圆角矩形 68" o:spid="_x0000_s1026" o:spt="7" type="#_x0000_t7" style="position:absolute;left:8257;top:4372;height:271;width:8617;v-text-anchor:middle;" fillcolor="#E5E5E5" filled="t" stroked="f" coordsize="21600,21600" o:gfxdata="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KF/VvQAA&#10;ANsAAAAPAAAAAAAAAAEAIAAAACIAAABkcnMvZG93bnJldi54bWxQSwECFAAUAAAACACHTuJAMy8F&#10;njsAAAA5AAAAEAAAAAAAAAABACAAAAAMAQAAZHJzL3NoYXBleG1sLnhtbFBLBQYAAAAABgAGAFsB&#10;AAC2AwAAAAA=&#10;" adj="355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7" type="#_x0000_t7" style="position:absolute;left:6885;top:4118;height:525;width:1696;v-text-anchor:middle;" fillcolor="#44689C" filled="t" stroked="f" coordsize="21600,21600" o:gfxdata="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7T6VvQAA&#10;ANsAAAAPAAAAAAAAAAEAIAAAACIAAABkcnMvZG93bnJldi54bWxQSwECFAAUAAAACACHTuJAMy8F&#10;njsAAAA5AAAAEAAAAAAAAAABACAAAAAMAQAAZHJzL3NoYXBleG1sLnhtbFBLBQYAAAAABgAGAFsB&#10;AAC2AwAAAAA=&#10;" adj="2573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7" type="#_x0000_t7" style="position:absolute;left:6713;top:4118;height:525;width:309;v-text-anchor:middle;" fillcolor="#44689C" filled="t" stroked="f" coordsize="21600,21600" o:gfxdata="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Qot+74A&#10;AADbAAAADwAAAAAAAAABACAAAAAiAAAAZHJzL2Rvd25yZXYueG1sUEsBAhQAFAAAAAgAh07iQDMv&#10;BZ47AAAAOQAAABAAAAAAAAAAAQAgAAAADQEAAGRycy9zaGFwZXhtbC54bWxQSwUGAAAAAAYABgBb&#10;AQAAtwMAAAAA&#10;" adj="13421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矩形 62" o:spid="_x0000_s1026" o:spt="1" style="position:absolute;left:6997;top:4052;height:588;width:1445;" filled="f" stroked="f" coordsize="21600,21600" o:gfxdata="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yyY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default" w:eastAsiaTheme="minorEastAsia"/>
                            <w:color w:val="FFFFFF" w:themeColor="background1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 w:val="0"/>
                            <w:color w:val="FFFFFF" w:themeColor="background1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-664210</wp:posOffset>
                </wp:positionH>
                <wp:positionV relativeFrom="paragraph">
                  <wp:posOffset>1595755</wp:posOffset>
                </wp:positionV>
                <wp:extent cx="6563360" cy="1096010"/>
                <wp:effectExtent l="0" t="0" r="0" b="0"/>
                <wp:wrapNone/>
                <wp:docPr id="96" name="文本框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3360" cy="1096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36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default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2021.06                            广东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大学                         专业：市场营销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default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管理学、战略管理、会计学、财务管理学、组织行为学、人力资源管理、市场营销学、创业学、公司治理、运营管理等。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2.3pt;margin-top:125.65pt;height:86.3pt;width:516.8pt;z-index:251665408;mso-width-relative:page;mso-height-relative:page;" filled="f" stroked="f" coordsize="21600,21600" o:gfxdata="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KlNEH3QAAAAwBAAAPAAAAAAAAAAEA&#10;IAAAACIAAABkcnMvZG93bnJldi54bWxQSwECFAAUAAAACACHTuJAEFWUAEMCAAB3BAAADgAAAAAA&#10;AAABACAAAAAs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360" w:lineRule="auto"/>
                        <w:jc w:val="left"/>
                        <w:textAlignment w:val="auto"/>
                        <w:outlineLvl w:val="9"/>
                        <w:rPr>
                          <w:rFonts w:hint="default" w:ascii="微软雅黑" w:hAnsi="微软雅黑" w:eastAsia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2021.06                            广东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大学                         专业：市场营销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default" w:ascii="微软雅黑" w:hAnsi="微软雅黑" w:eastAsia="微软雅黑" w:cs="微软雅黑"/>
                          <w:b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主修课程：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管理学、战略管理、会计学、财务管理学、组织行为学、人力资源管理、市场营销学、创业学、公司治理、运营管理等。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-638810</wp:posOffset>
                </wp:positionH>
                <wp:positionV relativeFrom="paragraph">
                  <wp:posOffset>4673600</wp:posOffset>
                </wp:positionV>
                <wp:extent cx="6452235" cy="375285"/>
                <wp:effectExtent l="0" t="0" r="5715" b="5080"/>
                <wp:wrapNone/>
                <wp:docPr id="9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2235" cy="375285"/>
                          <a:chOff x="6713" y="4052"/>
                          <a:chExt cx="10161" cy="591"/>
                        </a:xfrm>
                      </wpg:grpSpPr>
                      <wps:wsp>
                        <wps:cNvPr id="92" name="圆角矩形 68"/>
                        <wps:cNvSpPr/>
                        <wps:spPr>
                          <a:xfrm>
                            <a:off x="8257" y="4372"/>
                            <a:ext cx="8617" cy="271"/>
                          </a:xfrm>
                          <a:prstGeom prst="parallelogram">
                            <a:avLst>
                              <a:gd name="adj" fmla="val 52265"/>
                            </a:avLst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3" name="平行四边形 53"/>
                        <wps:cNvSpPr/>
                        <wps:spPr>
                          <a:xfrm>
                            <a:off x="6885" y="4118"/>
                            <a:ext cx="1696" cy="525"/>
                          </a:xfrm>
                          <a:prstGeom prst="parallelogram">
                            <a:avLst>
                              <a:gd name="adj" fmla="val 38476"/>
                            </a:avLst>
                          </a:prstGeom>
                          <a:solidFill>
                            <a:srgbClr val="44689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4" name="平行四边形 71"/>
                        <wps:cNvSpPr/>
                        <wps:spPr>
                          <a:xfrm>
                            <a:off x="6713" y="4118"/>
                            <a:ext cx="309" cy="525"/>
                          </a:xfrm>
                          <a:prstGeom prst="parallelogram">
                            <a:avLst>
                              <a:gd name="adj" fmla="val 62135"/>
                            </a:avLst>
                          </a:prstGeom>
                          <a:solidFill>
                            <a:srgbClr val="44689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5" name="矩形 62"/>
                        <wps:cNvSpPr/>
                        <wps:spPr>
                          <a:xfrm>
                            <a:off x="6997" y="4052"/>
                            <a:ext cx="1445" cy="5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default" w:eastAsiaTheme="minorEastAsia"/>
                                  <w:color w:val="FFFFFF" w:themeColor="background1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 w:val="0"/>
                                  <w:color w:val="FFFFFF" w:themeColor="background1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在校经历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0.3pt;margin-top:368pt;height:29.55pt;width:508.05pt;z-index:251671552;mso-width-relative:page;mso-height-relative:page;" coordorigin="6713,4052" coordsize="10161,591" o:gfxdata="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">
                <o:lock v:ext="edit" aspectratio="f"/>
                <v:shape id="圆角矩形 68" o:spid="_x0000_s1026" o:spt="7" type="#_x0000_t7" style="position:absolute;left:8257;top:4372;height:271;width:8617;v-text-anchor:middle;" fillcolor="#E5E5E5" filled="t" stroked="f" coordsize="21600,21600" o:gfxdata="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NNigvQAA&#10;ANsAAAAPAAAAAAAAAAEAIAAAACIAAABkcnMvZG93bnJldi54bWxQSwECFAAUAAAACACHTuJAMy8F&#10;njsAAAA5AAAAEAAAAAAAAAABACAAAAAMAQAAZHJzL3NoYXBleG1sLnhtbFBLBQYAAAAABgAGAFsB&#10;AAC2AwAAAAA=&#10;" adj="355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平行四边形 53" o:spid="_x0000_s1026" o:spt="7" type="#_x0000_t7" style="position:absolute;left:6885;top:4118;height:525;width:1696;v-text-anchor:middle;" fillcolor="#44689C" filled="t" stroked="f" coordsize="21600,21600" o:gfxdata="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VIQPvQAA&#10;ANsAAAAPAAAAAAAAAAEAIAAAACIAAABkcnMvZG93bnJldi54bWxQSwECFAAUAAAACACHTuJAMy8F&#10;njsAAAA5AAAAEAAAAAAAAAABACAAAAAMAQAAZHJzL3NoYXBleG1sLnhtbFBLBQYAAAAABgAGAFsB&#10;AAC2AwAAAAA=&#10;" adj="2573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平行四边形 71" o:spid="_x0000_s1026" o:spt="7" type="#_x0000_t7" style="position:absolute;left:6713;top:4118;height:525;width:309;v-text-anchor:middle;" fillcolor="#44689C" filled="t" stroked="f" coordsize="21600,21600" o:gfxdata="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XFomb4A&#10;AADbAAAADwAAAAAAAAABACAAAAAiAAAAZHJzL2Rvd25yZXYueG1sUEsBAhQAFAAAAAgAh07iQDMv&#10;BZ47AAAAOQAAABAAAAAAAAAAAQAgAAAADQEAAGRycy9zaGFwZXhtbC54bWxQSwUGAAAAAAYABgBb&#10;AQAAtwMAAAAA&#10;" adj="13421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矩形 62" o:spid="_x0000_s1026" o:spt="1" style="position:absolute;left:6997;top:4052;height:588;width:1445;" filled="f" stroked="f" coordsize="21600,21600" o:gfxdata="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ZsE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default" w:eastAsiaTheme="minorEastAsia"/>
                            <w:color w:val="FFFFFF" w:themeColor="background1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 w:val="0"/>
                            <w:color w:val="FFFFFF" w:themeColor="background1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在校经历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-638810</wp:posOffset>
                </wp:positionH>
                <wp:positionV relativeFrom="paragraph">
                  <wp:posOffset>6873875</wp:posOffset>
                </wp:positionV>
                <wp:extent cx="6452235" cy="375285"/>
                <wp:effectExtent l="0" t="0" r="5715" b="5080"/>
                <wp:wrapNone/>
                <wp:docPr id="97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2235" cy="375285"/>
                          <a:chOff x="6713" y="4052"/>
                          <a:chExt cx="10161" cy="591"/>
                        </a:xfrm>
                      </wpg:grpSpPr>
                      <wps:wsp>
                        <wps:cNvPr id="98" name="圆角矩形 68"/>
                        <wps:cNvSpPr/>
                        <wps:spPr>
                          <a:xfrm>
                            <a:off x="8257" y="4372"/>
                            <a:ext cx="8617" cy="271"/>
                          </a:xfrm>
                          <a:prstGeom prst="parallelogram">
                            <a:avLst>
                              <a:gd name="adj" fmla="val 52265"/>
                            </a:avLst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9" name="平行四边形 53"/>
                        <wps:cNvSpPr/>
                        <wps:spPr>
                          <a:xfrm>
                            <a:off x="6885" y="4118"/>
                            <a:ext cx="1696" cy="525"/>
                          </a:xfrm>
                          <a:prstGeom prst="parallelogram">
                            <a:avLst>
                              <a:gd name="adj" fmla="val 38476"/>
                            </a:avLst>
                          </a:prstGeom>
                          <a:solidFill>
                            <a:srgbClr val="44689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0" name="平行四边形 71"/>
                        <wps:cNvSpPr/>
                        <wps:spPr>
                          <a:xfrm>
                            <a:off x="6713" y="4118"/>
                            <a:ext cx="309" cy="525"/>
                          </a:xfrm>
                          <a:prstGeom prst="parallelogram">
                            <a:avLst>
                              <a:gd name="adj" fmla="val 62135"/>
                            </a:avLst>
                          </a:prstGeom>
                          <a:solidFill>
                            <a:srgbClr val="44689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1" name="矩形 62"/>
                        <wps:cNvSpPr/>
                        <wps:spPr>
                          <a:xfrm>
                            <a:off x="6997" y="4052"/>
                            <a:ext cx="1445" cy="5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default" w:eastAsiaTheme="minorEastAsia"/>
                                  <w:color w:val="FFFFFF" w:themeColor="background1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 w:val="0"/>
                                  <w:color w:val="FFFFFF" w:themeColor="background1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0.3pt;margin-top:541.25pt;height:29.55pt;width:508.05pt;z-index:251672576;mso-width-relative:page;mso-height-relative:page;" coordorigin="6713,4052" coordsize="10161,591" o:gfxdata="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">
                <o:lock v:ext="edit" aspectratio="f"/>
                <v:shape id="圆角矩形 68" o:spid="_x0000_s1026" o:spt="7" type="#_x0000_t7" style="position:absolute;left:8257;top:4372;height:271;width:8617;v-text-anchor:middle;" fillcolor="#E5E5E5" filled="t" stroked="f" coordsize="21600,21600" o:gfxdata="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3O9KugAAANsA&#10;AAAPAAAAAAAAAAEAIAAAACIAAABkcnMvZG93bnJldi54bWxQSwECFAAUAAAACACHTuJAMy8FnjsA&#10;AAA5AAAAEAAAAAAAAAABACAAAAAJAQAAZHJzL3NoYXBleG1sLnhtbFBLBQYAAAAABgAGAFsBAACz&#10;AwAAAAA=&#10;" adj="355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平行四边形 53" o:spid="_x0000_s1026" o:spt="7" type="#_x0000_t7" style="position:absolute;left:6885;top:4118;height:525;width:1696;v-text-anchor:middle;" fillcolor="#44689C" filled="t" stroked="f" coordsize="21600,21600" o:gfxdata="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vLPlvQAA&#10;ANsAAAAPAAAAAAAAAAEAIAAAACIAAABkcnMvZG93bnJldi54bWxQSwECFAAUAAAACACHTuJAMy8F&#10;njsAAAA5AAAAEAAAAAAAAAABACAAAAAMAQAAZHJzL3NoYXBleG1sLnhtbFBLBQYAAAAABgAGAFsB&#10;AAC2AwAAAAA=&#10;" adj="2573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平行四边形 71" o:spid="_x0000_s1026" o:spt="7" type="#_x0000_t7" style="position:absolute;left:6713;top:4118;height:525;width:309;v-text-anchor:middle;" fillcolor="#44689C" filled="t" stroked="f" coordsize="21600,21600" o:gfxdata="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nSva/&#10;AAAA3AAAAA8AAAAAAAAAAQAgAAAAIgAAAGRycy9kb3ducmV2LnhtbFBLAQIUABQAAAAIAIdO4kAz&#10;LwWeOwAAADkAAAAQAAAAAAAAAAEAIAAAAA4BAABkcnMvc2hhcGV4bWwueG1sUEsFBgAAAAAGAAYA&#10;WwEAALgDAAAAAA==&#10;" adj="13421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矩形 62" o:spid="_x0000_s1026" o:spt="1" style="position:absolute;left:6997;top:4052;height:588;width:1445;" filled="f" stroked="f" coordsize="21600,21600" o:gfxdata="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dgOQ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default" w:eastAsiaTheme="minorEastAsia"/>
                            <w:color w:val="FFFFFF" w:themeColor="background1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 w:val="0"/>
                            <w:color w:val="FFFFFF" w:themeColor="background1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-638810</wp:posOffset>
                </wp:positionH>
                <wp:positionV relativeFrom="paragraph">
                  <wp:posOffset>2901950</wp:posOffset>
                </wp:positionV>
                <wp:extent cx="6452235" cy="375285"/>
                <wp:effectExtent l="0" t="0" r="5715" b="5080"/>
                <wp:wrapNone/>
                <wp:docPr id="83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2235" cy="375285"/>
                          <a:chOff x="6713" y="4052"/>
                          <a:chExt cx="10161" cy="591"/>
                        </a:xfrm>
                      </wpg:grpSpPr>
                      <wps:wsp>
                        <wps:cNvPr id="85" name="圆角矩形 68"/>
                        <wps:cNvSpPr/>
                        <wps:spPr>
                          <a:xfrm>
                            <a:off x="8257" y="4372"/>
                            <a:ext cx="8617" cy="271"/>
                          </a:xfrm>
                          <a:prstGeom prst="parallelogram">
                            <a:avLst>
                              <a:gd name="adj" fmla="val 52265"/>
                            </a:avLst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7" name="平行四边形 53"/>
                        <wps:cNvSpPr/>
                        <wps:spPr>
                          <a:xfrm>
                            <a:off x="6885" y="4118"/>
                            <a:ext cx="1696" cy="525"/>
                          </a:xfrm>
                          <a:prstGeom prst="parallelogram">
                            <a:avLst>
                              <a:gd name="adj" fmla="val 38476"/>
                            </a:avLst>
                          </a:prstGeom>
                          <a:solidFill>
                            <a:srgbClr val="44689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8" name="平行四边形 71"/>
                        <wps:cNvSpPr/>
                        <wps:spPr>
                          <a:xfrm>
                            <a:off x="6713" y="4118"/>
                            <a:ext cx="309" cy="525"/>
                          </a:xfrm>
                          <a:prstGeom prst="parallelogram">
                            <a:avLst>
                              <a:gd name="adj" fmla="val 62135"/>
                            </a:avLst>
                          </a:prstGeom>
                          <a:solidFill>
                            <a:srgbClr val="44689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0" name="矩形 62"/>
                        <wps:cNvSpPr/>
                        <wps:spPr>
                          <a:xfrm>
                            <a:off x="6997" y="4052"/>
                            <a:ext cx="1445" cy="5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default" w:eastAsiaTheme="minorEastAsia"/>
                                  <w:color w:val="FFFFFF" w:themeColor="background1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 w:val="0"/>
                                  <w:color w:val="FFFFFF" w:themeColor="background1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证书技能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0.3pt;margin-top:228.5pt;height:29.55pt;width:508.05pt;z-index:251670528;mso-width-relative:page;mso-height-relative:page;" coordorigin="6713,4052" coordsize="10161,591" o:gfxdata="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">
                <o:lock v:ext="edit" aspectratio="f"/>
                <v:shape id="圆角矩形 68" o:spid="_x0000_s1026" o:spt="7" type="#_x0000_t7" style="position:absolute;left:8257;top:4372;height:271;width:8617;v-text-anchor:middle;" fillcolor="#E5E5E5" filled="t" stroked="f" coordsize="21600,21600" o:gfxdata="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BNYJvQAA&#10;ANsAAAAPAAAAAAAAAAEAIAAAACIAAABkcnMvZG93bnJldi54bWxQSwECFAAUAAAACACHTuJAMy8F&#10;njsAAAA5AAAAEAAAAAAAAAABACAAAAAMAQAAZHJzL3NoYXBleG1sLnhtbFBLBQYAAAAABgAGAFsB&#10;AAC2AwAAAAA=&#10;" adj="355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平行四边形 53" o:spid="_x0000_s1026" o:spt="7" type="#_x0000_t7" style="position:absolute;left:6885;top:4118;height:525;width:1696;v-text-anchor:middle;" fillcolor="#44689C" filled="t" stroked="f" coordsize="21600,21600" o:gfxdata="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thTRvQAA&#10;ANsAAAAPAAAAAAAAAAEAIAAAACIAAABkcnMvZG93bnJldi54bWxQSwECFAAUAAAACACHTuJAMy8F&#10;njsAAAA5AAAAEAAAAAAAAAABACAAAAAMAQAAZHJzL3NoYXBleG1sLnhtbFBLBQYAAAAABgAGAFsB&#10;AAC2AwAAAAA=&#10;" adj="2573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平行四边形 71" o:spid="_x0000_s1026" o:spt="7" type="#_x0000_t7" style="position:absolute;left:6713;top:4118;height:525;width:309;v-text-anchor:middle;" fillcolor="#44689C" filled="t" stroked="f" coordsize="21600,21600" o:gfxdata="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5fRBugAAANsA&#10;AAAPAAAAAAAAAAEAIAAAACIAAABkcnMvZG93bnJldi54bWxQSwECFAAUAAAACACHTuJAMy8FnjsA&#10;AAA5AAAAEAAAAAAAAAABACAAAAAJAQAAZHJzL3NoYXBleG1sLnhtbFBLBQYAAAAABgAGAFsBAACz&#10;AwAAAAA=&#10;" adj="13421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矩形 62" o:spid="_x0000_s1026" o:spt="1" style="position:absolute;left:6997;top:4052;height:588;width:1445;" filled="f" stroked="f" coordsize="21600,21600" o:gfxdata="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eynS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default" w:eastAsiaTheme="minorEastAsia"/>
                            <w:color w:val="FFFFFF" w:themeColor="background1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 w:val="0"/>
                            <w:color w:val="FFFFFF" w:themeColor="background1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证书技能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-664210</wp:posOffset>
                </wp:positionH>
                <wp:positionV relativeFrom="paragraph">
                  <wp:posOffset>7395210</wp:posOffset>
                </wp:positionV>
                <wp:extent cx="6373495" cy="1440180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3495" cy="1440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四年的大学生涯，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除了掌握了扎实的专业知识外，本人还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积极参加各种社会实践活动和兼职工作等，增加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自己的阅历，提高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自己的能力。在工作中体会办事方式，锻炼口才和人际交往能力。曾连续两年获得学院“暑期社会实践积极分子”，“学生会优秀干事”等荣誉称号。 让我的组织协调能力、管理能力、应变能力等大大提升，使我具备良好的心理素质，让我在竞争中拥有更大的优势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2.3pt;margin-top:582.3pt;height:113.4pt;width:501.85pt;z-index:251661312;mso-width-relative:page;mso-height-relative:page;" filled="f" stroked="f" coordsize="21600,21600" o:gfxdata="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IcDlJt0AAAAOAQAADwAAAAAAAAAB&#10;ACAAAAAiAAAAZHJzL2Rvd25yZXYueG1sUEsBAhQAFAAAAAgAh07iQOccLVJEAgAAdwQAAA4AAAAA&#10;AAAAAQAgAAAAL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四年的大学生涯，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除了掌握了扎实的专业知识外，本人还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积极参加各种社会实践活动和兼职工作等，增加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了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自己的阅历，提高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了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自己的能力。在工作中体会办事方式，锻炼口才和人际交往能力。曾连续两年获得学院“暑期社会实践积极分子”，“学生会优秀干事”等荣誉称号。 让我的组织协调能力、管理能力、应变能力等大大提升，使我具备良好的心理素质，让我在竞争中拥有更大的优势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-664210</wp:posOffset>
                </wp:positionH>
                <wp:positionV relativeFrom="paragraph">
                  <wp:posOffset>3425190</wp:posOffset>
                </wp:positionV>
                <wp:extent cx="6584950" cy="1067435"/>
                <wp:effectExtent l="0" t="0" r="0" b="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4950" cy="1067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default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专业证书：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262626" w:themeColor="text1" w:themeTint="D9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市场营销经理助理资格证书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、英语六级证书、计算机二级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ind w:leftChars="0"/>
                              <w:textAlignment w:val="auto"/>
                              <w:rPr>
                                <w:rFonts w:hint="eastAsia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职业技能：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262626" w:themeColor="text1" w:themeTint="D9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具备策划、组织及执行市场活动，并分析总结活动数据的能力，熟悉活动项目的前期宣传、推广、招募等；有一定的文字、文案能力。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2.3pt;margin-top:269.7pt;height:84.05pt;width:518.5pt;z-index:251660288;mso-width-relative:page;mso-height-relative:page;" filled="f" stroked="f" coordsize="21600,21600" o:gfxdata="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SJQNA3gAAAAwBAAAPAAAAAAAAAAEA&#10;IAAAACIAAABkcnMvZG93bnJldi54bWxQSwECFAAUAAAACACHTuJAznTbzkICAAB5BAAADgAAAAAA&#10;AAABACAAAAAt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default" w:ascii="微软雅黑" w:hAnsi="微软雅黑" w:eastAsia="微软雅黑" w:cs="微软雅黑"/>
                          <w:b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专业证书：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262626" w:themeColor="text1" w:themeTint="D9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市场营销经理助理资格证书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、英语六级证书、计算机二级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ind w:leftChars="0"/>
                        <w:textAlignment w:val="auto"/>
                        <w:rPr>
                          <w:rFonts w:hint="eastAsia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职业技能：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262626" w:themeColor="text1" w:themeTint="D9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具备策划、组织及执行市场活动，并分析总结活动数据的能力，熟悉活动项目的前期宣传、推广、招募等；有一定的文字、文案能力。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-664210</wp:posOffset>
                </wp:positionH>
                <wp:positionV relativeFrom="paragraph">
                  <wp:posOffset>5196205</wp:posOffset>
                </wp:positionV>
                <wp:extent cx="6448425" cy="1487170"/>
                <wp:effectExtent l="0" t="0" r="0" b="0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1487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1"/>
                              </w:numPr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Autospacing="0" w:afterAutospacing="0" w:line="360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曾担任系学生会外联部干部、系团总支组织部副部长、班级生活委员等，在学生工作和外出拉赞助与商家联系的过程中，大大提高了自己的办事和处事能力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Autospacing="0" w:afterAutospacing="0" w:line="360" w:lineRule="auto"/>
                              <w:ind w:right="0" w:righ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2、利用课外时间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做过很多兼职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例如家教、派传单、问卷调查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，还到工厂打过暑期工，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不同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工作的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让我积累了一定的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处事方法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和社会经验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，锻炼了吃苦耐劳的精神。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2.3pt;margin-top:409.15pt;height:117.1pt;width:507.75pt;z-index:251662336;mso-width-relative:page;mso-height-relative:page;" filled="f" stroked="f" coordsize="21600,21600" o:gfxdata="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HXlQ1fdAAAADQEAAA8AAAAAAAAA&#10;AQAgAAAAIgAAAGRycy9kb3ducmV2LnhtbFBLAQIUABQAAAAIAIdO4kDopsjKRQIAAHkEAAAOAAAA&#10;AAAAAAEAIAAAACw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1"/>
                        </w:numPr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Autospacing="0" w:afterAutospacing="0" w:line="360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曾担任系学生会外联部干部、系团总支组织部副部长、班级生活委员等，在学生工作和外出拉赞助与商家联系的过程中，大大提高了自己的办事和处事能力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Autospacing="0" w:afterAutospacing="0" w:line="360" w:lineRule="auto"/>
                        <w:ind w:right="0" w:righ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2、利用课外时间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做过很多兼职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例如家教、派传单、问卷调查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等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，还到工厂打过暑期工，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不同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工作的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让我积累了一定的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处事方法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和社会经验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，锻炼了吃苦耐劳的精神。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-690880</wp:posOffset>
                </wp:positionH>
                <wp:positionV relativeFrom="paragraph">
                  <wp:posOffset>9698355</wp:posOffset>
                </wp:positionV>
                <wp:extent cx="2248535" cy="151765"/>
                <wp:effectExtent l="0" t="0" r="18415" b="635"/>
                <wp:wrapNone/>
                <wp:docPr id="76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8535" cy="151765"/>
                        </a:xfrm>
                        <a:prstGeom prst="rect">
                          <a:avLst/>
                        </a:prstGeom>
                        <a:solidFill>
                          <a:srgbClr val="2260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4.4pt;margin-top:763.65pt;height:11.95pt;width:177.05pt;z-index:-251657216;v-text-anchor:middle;mso-width-relative:page;mso-height-relative:page;" fillcolor="#226094" filled="t" stroked="f" coordsize="21600,21600" o:gfxdata="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yqdEwtsAAAAOAQAADwAAAAAAAAABACAAAAAiAAAA&#10;ZHJzL2Rvd25yZXYueG1sUEsBAhQAFAAAAAgAh07iQIAUs3Z2AgAA2AQAAA4AAAAAAAAAAQAgAAAA&#10;KgEAAGRycy9lMm9Eb2MueG1sUEsFBgAAAAAGAAYAWQEAABI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-995680</wp:posOffset>
                </wp:positionH>
                <wp:positionV relativeFrom="paragraph">
                  <wp:posOffset>9393555</wp:posOffset>
                </wp:positionV>
                <wp:extent cx="2248535" cy="151765"/>
                <wp:effectExtent l="0" t="0" r="18415" b="635"/>
                <wp:wrapNone/>
                <wp:docPr id="74" name="矩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8535" cy="151765"/>
                        </a:xfrm>
                        <a:prstGeom prst="rect">
                          <a:avLst/>
                        </a:prstGeom>
                        <a:solidFill>
                          <a:srgbClr val="2260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8.4pt;margin-top:739.65pt;height:11.95pt;width:177.05pt;z-index:-251657216;v-text-anchor:middle;mso-width-relative:page;mso-height-relative:page;" fillcolor="#226094" filled="t" stroked="f" coordsize="21600,21600" o:gfxdata="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1EvNSdoAAAAOAQAADwAAAAAAAAABACAAAAAiAAAA&#10;ZHJzL2Rvd25yZXYueG1sUEsBAhQAFAAAAAgAh07iQESQRrV3AgAA2AQAAA4AAAAAAAAAAQAgAAAA&#10;KQEAAGRycy9lMm9Eb2MueG1sUEsFBgAAAAAGAAYAWQEAABI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-843280</wp:posOffset>
                </wp:positionH>
                <wp:positionV relativeFrom="paragraph">
                  <wp:posOffset>9545955</wp:posOffset>
                </wp:positionV>
                <wp:extent cx="2248535" cy="151765"/>
                <wp:effectExtent l="0" t="0" r="18415" b="635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8535" cy="151765"/>
                        </a:xfrm>
                        <a:prstGeom prst="rect">
                          <a:avLst/>
                        </a:prstGeom>
                        <a:solidFill>
                          <a:srgbClr val="2260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6.4pt;margin-top:751.65pt;height:11.95pt;width:177.05pt;z-index:-251657216;v-text-anchor:middle;mso-width-relative:page;mso-height-relative:page;" fillcolor="#226094" filled="t" stroked="f" coordsize="21600,21600" o:gfxdata="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AUfqv2gAAAA4BAAAPAAAAAAAAAAEAIAAAACIAAABk&#10;cnMvZG93bnJldi54bWxQSwECFAAUAAAACACHTuJAJlK81HYCAADYBAAADgAAAAAAAAABACAAAAAp&#10;AQAAZHJzL2Uyb0RvYy54bWxQSwUGAAAAAAYABgBZAQAAEQ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-538480</wp:posOffset>
                </wp:positionH>
                <wp:positionV relativeFrom="paragraph">
                  <wp:posOffset>9850755</wp:posOffset>
                </wp:positionV>
                <wp:extent cx="2248535" cy="151765"/>
                <wp:effectExtent l="0" t="0" r="18415" b="635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8535" cy="151765"/>
                        </a:xfrm>
                        <a:prstGeom prst="rect">
                          <a:avLst/>
                        </a:prstGeom>
                        <a:solidFill>
                          <a:srgbClr val="2260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.4pt;margin-top:775.65pt;height:11.95pt;width:177.05pt;z-index:-251657216;v-text-anchor:middle;mso-width-relative:page;mso-height-relative:page;" fillcolor="#226094" filled="t" stroked="f" coordsize="21600,21600" o:gfxdata="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htGwI2gAAAA0BAAAPAAAAAAAAAAEAIAAAACIAAABk&#10;cnMvZG93bnJldi54bWxQSwECFAAUAAAACACHTuJA4tZJF3YCAADYBAAADgAAAAAAAAABACAAAAAp&#10;AQAAZHJzL2Uyb0RvYy54bWxQSwUGAAAAAAYABgBZAQAAEQ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23A7E"/>
    <w:multiLevelType w:val="singleLevel"/>
    <w:tmpl w:val="8C923A7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E"/>
    <w:rsid w:val="000308B1"/>
    <w:rsid w:val="001E5DA0"/>
    <w:rsid w:val="00215F8E"/>
    <w:rsid w:val="004A5EB6"/>
    <w:rsid w:val="005447B8"/>
    <w:rsid w:val="006A5A2B"/>
    <w:rsid w:val="00757817"/>
    <w:rsid w:val="00781F27"/>
    <w:rsid w:val="00784855"/>
    <w:rsid w:val="008824C2"/>
    <w:rsid w:val="008E723B"/>
    <w:rsid w:val="00941A91"/>
    <w:rsid w:val="00955A8B"/>
    <w:rsid w:val="0097199F"/>
    <w:rsid w:val="009C1F3B"/>
    <w:rsid w:val="00A7196E"/>
    <w:rsid w:val="00B418CF"/>
    <w:rsid w:val="00C360DC"/>
    <w:rsid w:val="00C96E01"/>
    <w:rsid w:val="00D56E26"/>
    <w:rsid w:val="00DA1F07"/>
    <w:rsid w:val="00EB7BC7"/>
    <w:rsid w:val="00EF6D8A"/>
    <w:rsid w:val="00F564CF"/>
    <w:rsid w:val="00F935A1"/>
    <w:rsid w:val="00FA010B"/>
    <w:rsid w:val="00FA65F3"/>
    <w:rsid w:val="01021B2D"/>
    <w:rsid w:val="01125468"/>
    <w:rsid w:val="01130ED7"/>
    <w:rsid w:val="011354B9"/>
    <w:rsid w:val="012657B4"/>
    <w:rsid w:val="01266E89"/>
    <w:rsid w:val="01374539"/>
    <w:rsid w:val="013D072F"/>
    <w:rsid w:val="013F06AB"/>
    <w:rsid w:val="01431602"/>
    <w:rsid w:val="01461520"/>
    <w:rsid w:val="01467B99"/>
    <w:rsid w:val="0149633B"/>
    <w:rsid w:val="015730B7"/>
    <w:rsid w:val="01580268"/>
    <w:rsid w:val="01580C26"/>
    <w:rsid w:val="015A01E1"/>
    <w:rsid w:val="016E7D68"/>
    <w:rsid w:val="0170619E"/>
    <w:rsid w:val="017168B7"/>
    <w:rsid w:val="0172088D"/>
    <w:rsid w:val="01740B0A"/>
    <w:rsid w:val="01987FA8"/>
    <w:rsid w:val="019B3D4F"/>
    <w:rsid w:val="01A13132"/>
    <w:rsid w:val="01AD1A1A"/>
    <w:rsid w:val="01AD2C75"/>
    <w:rsid w:val="01BD341C"/>
    <w:rsid w:val="01C05483"/>
    <w:rsid w:val="01C13AF5"/>
    <w:rsid w:val="01C834D1"/>
    <w:rsid w:val="01D3407E"/>
    <w:rsid w:val="01D43539"/>
    <w:rsid w:val="01F0688D"/>
    <w:rsid w:val="01F25CBE"/>
    <w:rsid w:val="01FB37FB"/>
    <w:rsid w:val="01FB5C1F"/>
    <w:rsid w:val="02032876"/>
    <w:rsid w:val="020773C2"/>
    <w:rsid w:val="020841A6"/>
    <w:rsid w:val="020900E5"/>
    <w:rsid w:val="02145AB7"/>
    <w:rsid w:val="0218304B"/>
    <w:rsid w:val="02257569"/>
    <w:rsid w:val="022E06FE"/>
    <w:rsid w:val="02400028"/>
    <w:rsid w:val="02430F2E"/>
    <w:rsid w:val="02464BBB"/>
    <w:rsid w:val="025200FF"/>
    <w:rsid w:val="0256448B"/>
    <w:rsid w:val="02790AAD"/>
    <w:rsid w:val="0284662D"/>
    <w:rsid w:val="02886B91"/>
    <w:rsid w:val="028D1279"/>
    <w:rsid w:val="028E6D7D"/>
    <w:rsid w:val="02967736"/>
    <w:rsid w:val="029E6654"/>
    <w:rsid w:val="02AF469B"/>
    <w:rsid w:val="02B5790F"/>
    <w:rsid w:val="02B84337"/>
    <w:rsid w:val="02B9210C"/>
    <w:rsid w:val="02BD047A"/>
    <w:rsid w:val="02C03270"/>
    <w:rsid w:val="02DF63FB"/>
    <w:rsid w:val="02E50455"/>
    <w:rsid w:val="02F0024B"/>
    <w:rsid w:val="02F35906"/>
    <w:rsid w:val="02F9767C"/>
    <w:rsid w:val="02FA618F"/>
    <w:rsid w:val="03062A85"/>
    <w:rsid w:val="030A2B0C"/>
    <w:rsid w:val="03265503"/>
    <w:rsid w:val="032E3E55"/>
    <w:rsid w:val="03356D1C"/>
    <w:rsid w:val="03373BE0"/>
    <w:rsid w:val="03386BA8"/>
    <w:rsid w:val="034C307A"/>
    <w:rsid w:val="034D4B50"/>
    <w:rsid w:val="036D7697"/>
    <w:rsid w:val="037476FB"/>
    <w:rsid w:val="037C49AA"/>
    <w:rsid w:val="038D4B02"/>
    <w:rsid w:val="039E4C0F"/>
    <w:rsid w:val="03A93598"/>
    <w:rsid w:val="03A97907"/>
    <w:rsid w:val="03C00DC8"/>
    <w:rsid w:val="03C5145C"/>
    <w:rsid w:val="03C82B80"/>
    <w:rsid w:val="03C935CD"/>
    <w:rsid w:val="03CA00F7"/>
    <w:rsid w:val="03D03CD7"/>
    <w:rsid w:val="03D05E7E"/>
    <w:rsid w:val="03D919E0"/>
    <w:rsid w:val="03EB2E6D"/>
    <w:rsid w:val="0400715D"/>
    <w:rsid w:val="0403062C"/>
    <w:rsid w:val="04090345"/>
    <w:rsid w:val="04137CAD"/>
    <w:rsid w:val="04182D55"/>
    <w:rsid w:val="041A61EF"/>
    <w:rsid w:val="042D74A5"/>
    <w:rsid w:val="0438751F"/>
    <w:rsid w:val="04547A46"/>
    <w:rsid w:val="045F1A81"/>
    <w:rsid w:val="046E579E"/>
    <w:rsid w:val="04702A03"/>
    <w:rsid w:val="04736DE1"/>
    <w:rsid w:val="047D2032"/>
    <w:rsid w:val="04995BFD"/>
    <w:rsid w:val="04A54A1D"/>
    <w:rsid w:val="04AC4C7F"/>
    <w:rsid w:val="04B46055"/>
    <w:rsid w:val="04D267B1"/>
    <w:rsid w:val="04E46383"/>
    <w:rsid w:val="04E83B37"/>
    <w:rsid w:val="04E97FB6"/>
    <w:rsid w:val="04ED45F3"/>
    <w:rsid w:val="04F1757D"/>
    <w:rsid w:val="04FA5A3E"/>
    <w:rsid w:val="050D6224"/>
    <w:rsid w:val="05135563"/>
    <w:rsid w:val="051A046D"/>
    <w:rsid w:val="051B265E"/>
    <w:rsid w:val="051D16BB"/>
    <w:rsid w:val="051F4720"/>
    <w:rsid w:val="0523326D"/>
    <w:rsid w:val="05281AC7"/>
    <w:rsid w:val="052C238D"/>
    <w:rsid w:val="052D080A"/>
    <w:rsid w:val="053000D2"/>
    <w:rsid w:val="053F324E"/>
    <w:rsid w:val="0541028E"/>
    <w:rsid w:val="05432157"/>
    <w:rsid w:val="05456AD6"/>
    <w:rsid w:val="05595354"/>
    <w:rsid w:val="055A7710"/>
    <w:rsid w:val="055B449F"/>
    <w:rsid w:val="0566605F"/>
    <w:rsid w:val="056A6DA0"/>
    <w:rsid w:val="056B79E3"/>
    <w:rsid w:val="05790DA7"/>
    <w:rsid w:val="059801D5"/>
    <w:rsid w:val="059A1F6B"/>
    <w:rsid w:val="059D2B0A"/>
    <w:rsid w:val="05AD781B"/>
    <w:rsid w:val="05B1215B"/>
    <w:rsid w:val="05B66C2B"/>
    <w:rsid w:val="05C80779"/>
    <w:rsid w:val="05C94286"/>
    <w:rsid w:val="05CE4348"/>
    <w:rsid w:val="05CF01DB"/>
    <w:rsid w:val="05DF78D7"/>
    <w:rsid w:val="05FA33A0"/>
    <w:rsid w:val="060334D6"/>
    <w:rsid w:val="060C0DDD"/>
    <w:rsid w:val="06163DB0"/>
    <w:rsid w:val="0617272F"/>
    <w:rsid w:val="06172E60"/>
    <w:rsid w:val="06347DE3"/>
    <w:rsid w:val="064D24B7"/>
    <w:rsid w:val="06662E67"/>
    <w:rsid w:val="0668086D"/>
    <w:rsid w:val="066B5C09"/>
    <w:rsid w:val="066D28CB"/>
    <w:rsid w:val="067D7BE7"/>
    <w:rsid w:val="067E5A42"/>
    <w:rsid w:val="068F0596"/>
    <w:rsid w:val="069D36A5"/>
    <w:rsid w:val="06A47119"/>
    <w:rsid w:val="06A67D54"/>
    <w:rsid w:val="06A86F98"/>
    <w:rsid w:val="06A97CDF"/>
    <w:rsid w:val="06AA7758"/>
    <w:rsid w:val="06B148F5"/>
    <w:rsid w:val="06BA096E"/>
    <w:rsid w:val="06C33E8C"/>
    <w:rsid w:val="06CB1990"/>
    <w:rsid w:val="06EC224F"/>
    <w:rsid w:val="06EE1F18"/>
    <w:rsid w:val="07051F16"/>
    <w:rsid w:val="07086B2D"/>
    <w:rsid w:val="071037FF"/>
    <w:rsid w:val="072700C8"/>
    <w:rsid w:val="07546F3F"/>
    <w:rsid w:val="075B2CB4"/>
    <w:rsid w:val="07642EDD"/>
    <w:rsid w:val="077A7EFB"/>
    <w:rsid w:val="07804A70"/>
    <w:rsid w:val="078A43F2"/>
    <w:rsid w:val="078E27D0"/>
    <w:rsid w:val="07AD5421"/>
    <w:rsid w:val="07AE135B"/>
    <w:rsid w:val="07B14923"/>
    <w:rsid w:val="07BD7BD0"/>
    <w:rsid w:val="07C35FF4"/>
    <w:rsid w:val="07C709B8"/>
    <w:rsid w:val="07D17A40"/>
    <w:rsid w:val="07EA021D"/>
    <w:rsid w:val="07FA71BA"/>
    <w:rsid w:val="07FE1D5D"/>
    <w:rsid w:val="08007D67"/>
    <w:rsid w:val="081B28F9"/>
    <w:rsid w:val="082A0E68"/>
    <w:rsid w:val="08413A40"/>
    <w:rsid w:val="084532E0"/>
    <w:rsid w:val="08455F4B"/>
    <w:rsid w:val="084C562E"/>
    <w:rsid w:val="085326A4"/>
    <w:rsid w:val="088418D7"/>
    <w:rsid w:val="088473BC"/>
    <w:rsid w:val="08890C77"/>
    <w:rsid w:val="08935BCC"/>
    <w:rsid w:val="089E7120"/>
    <w:rsid w:val="08B71AB9"/>
    <w:rsid w:val="08BF4E10"/>
    <w:rsid w:val="08CA64D7"/>
    <w:rsid w:val="08D64A06"/>
    <w:rsid w:val="08D74017"/>
    <w:rsid w:val="08E355DF"/>
    <w:rsid w:val="08E623F8"/>
    <w:rsid w:val="08F2609C"/>
    <w:rsid w:val="08FD5EB3"/>
    <w:rsid w:val="09006747"/>
    <w:rsid w:val="0903578A"/>
    <w:rsid w:val="09081AFE"/>
    <w:rsid w:val="0909259F"/>
    <w:rsid w:val="091341CE"/>
    <w:rsid w:val="0917318B"/>
    <w:rsid w:val="091B3644"/>
    <w:rsid w:val="092400A9"/>
    <w:rsid w:val="093517BB"/>
    <w:rsid w:val="09396F37"/>
    <w:rsid w:val="094B5A64"/>
    <w:rsid w:val="094B6CED"/>
    <w:rsid w:val="09753AB7"/>
    <w:rsid w:val="097C1841"/>
    <w:rsid w:val="0984117C"/>
    <w:rsid w:val="09A726BE"/>
    <w:rsid w:val="09A87856"/>
    <w:rsid w:val="09AB0FA0"/>
    <w:rsid w:val="09AF3733"/>
    <w:rsid w:val="09BD526C"/>
    <w:rsid w:val="09C6572F"/>
    <w:rsid w:val="09C822A9"/>
    <w:rsid w:val="09CD1EE5"/>
    <w:rsid w:val="09D11E1A"/>
    <w:rsid w:val="09D55307"/>
    <w:rsid w:val="09E33A55"/>
    <w:rsid w:val="09FF2245"/>
    <w:rsid w:val="0A07133D"/>
    <w:rsid w:val="0A2B7A66"/>
    <w:rsid w:val="0A353DD5"/>
    <w:rsid w:val="0A3E60DE"/>
    <w:rsid w:val="0A3F4073"/>
    <w:rsid w:val="0A421BE6"/>
    <w:rsid w:val="0A51708A"/>
    <w:rsid w:val="0A6006FD"/>
    <w:rsid w:val="0A677CD6"/>
    <w:rsid w:val="0A695786"/>
    <w:rsid w:val="0A703B69"/>
    <w:rsid w:val="0A7665DB"/>
    <w:rsid w:val="0A803133"/>
    <w:rsid w:val="0A9003FB"/>
    <w:rsid w:val="0A916994"/>
    <w:rsid w:val="0A925D53"/>
    <w:rsid w:val="0A944443"/>
    <w:rsid w:val="0A946E9E"/>
    <w:rsid w:val="0A966751"/>
    <w:rsid w:val="0A996A76"/>
    <w:rsid w:val="0A9E1793"/>
    <w:rsid w:val="0AAD47BF"/>
    <w:rsid w:val="0AB3715E"/>
    <w:rsid w:val="0AC433B9"/>
    <w:rsid w:val="0ACE7770"/>
    <w:rsid w:val="0ADB2232"/>
    <w:rsid w:val="0AEB26F8"/>
    <w:rsid w:val="0AEB7A33"/>
    <w:rsid w:val="0AF04006"/>
    <w:rsid w:val="0AF07598"/>
    <w:rsid w:val="0AF8074A"/>
    <w:rsid w:val="0AFC630B"/>
    <w:rsid w:val="0B047A78"/>
    <w:rsid w:val="0B09246E"/>
    <w:rsid w:val="0B0E0450"/>
    <w:rsid w:val="0B147E22"/>
    <w:rsid w:val="0B2F32A5"/>
    <w:rsid w:val="0B363888"/>
    <w:rsid w:val="0B384574"/>
    <w:rsid w:val="0B3E33AA"/>
    <w:rsid w:val="0B3E7A43"/>
    <w:rsid w:val="0B455CDC"/>
    <w:rsid w:val="0B4A4F52"/>
    <w:rsid w:val="0B582D34"/>
    <w:rsid w:val="0B595E79"/>
    <w:rsid w:val="0B624A99"/>
    <w:rsid w:val="0B6D07BB"/>
    <w:rsid w:val="0B711DCC"/>
    <w:rsid w:val="0B7764F9"/>
    <w:rsid w:val="0B8071B9"/>
    <w:rsid w:val="0B89731D"/>
    <w:rsid w:val="0B994BD5"/>
    <w:rsid w:val="0B9E7501"/>
    <w:rsid w:val="0BBD7D9A"/>
    <w:rsid w:val="0BC85764"/>
    <w:rsid w:val="0BD05C9A"/>
    <w:rsid w:val="0BD72532"/>
    <w:rsid w:val="0BE53F57"/>
    <w:rsid w:val="0BE74993"/>
    <w:rsid w:val="0C105570"/>
    <w:rsid w:val="0C1A7099"/>
    <w:rsid w:val="0C1E4290"/>
    <w:rsid w:val="0C245ED9"/>
    <w:rsid w:val="0C360E8A"/>
    <w:rsid w:val="0C3F4BB6"/>
    <w:rsid w:val="0C431463"/>
    <w:rsid w:val="0C4F3BEE"/>
    <w:rsid w:val="0C53223E"/>
    <w:rsid w:val="0C5A05E6"/>
    <w:rsid w:val="0C6D1583"/>
    <w:rsid w:val="0C784DF7"/>
    <w:rsid w:val="0C7B41CF"/>
    <w:rsid w:val="0C980D7D"/>
    <w:rsid w:val="0CB12C4C"/>
    <w:rsid w:val="0CB86294"/>
    <w:rsid w:val="0CCF3DEC"/>
    <w:rsid w:val="0CE31320"/>
    <w:rsid w:val="0CE90141"/>
    <w:rsid w:val="0CEC7FE3"/>
    <w:rsid w:val="0CF0655B"/>
    <w:rsid w:val="0D1012FF"/>
    <w:rsid w:val="0D115B60"/>
    <w:rsid w:val="0D15482E"/>
    <w:rsid w:val="0D193823"/>
    <w:rsid w:val="0D290635"/>
    <w:rsid w:val="0D2F298B"/>
    <w:rsid w:val="0D6A78EB"/>
    <w:rsid w:val="0D7E11D5"/>
    <w:rsid w:val="0D910265"/>
    <w:rsid w:val="0DA34E07"/>
    <w:rsid w:val="0DA56B5E"/>
    <w:rsid w:val="0DAB0CFE"/>
    <w:rsid w:val="0DAE7F5B"/>
    <w:rsid w:val="0DB63AFF"/>
    <w:rsid w:val="0DB92BFF"/>
    <w:rsid w:val="0DB95510"/>
    <w:rsid w:val="0DBB6C37"/>
    <w:rsid w:val="0DBC3972"/>
    <w:rsid w:val="0DC30686"/>
    <w:rsid w:val="0DD163EB"/>
    <w:rsid w:val="0DDC2B1B"/>
    <w:rsid w:val="0DDD517B"/>
    <w:rsid w:val="0DE51767"/>
    <w:rsid w:val="0E003E68"/>
    <w:rsid w:val="0E0D044D"/>
    <w:rsid w:val="0E2A210A"/>
    <w:rsid w:val="0E2B7EB7"/>
    <w:rsid w:val="0E2C7101"/>
    <w:rsid w:val="0E44447B"/>
    <w:rsid w:val="0E493E86"/>
    <w:rsid w:val="0E5161CB"/>
    <w:rsid w:val="0E5E53F9"/>
    <w:rsid w:val="0E7542EE"/>
    <w:rsid w:val="0E793A1E"/>
    <w:rsid w:val="0E844BA3"/>
    <w:rsid w:val="0E8D4863"/>
    <w:rsid w:val="0E9B375F"/>
    <w:rsid w:val="0EA958BA"/>
    <w:rsid w:val="0EAA4FCF"/>
    <w:rsid w:val="0EAB22F6"/>
    <w:rsid w:val="0EAF2D17"/>
    <w:rsid w:val="0EBD4A37"/>
    <w:rsid w:val="0EBE3C73"/>
    <w:rsid w:val="0EC36E09"/>
    <w:rsid w:val="0ECE3D79"/>
    <w:rsid w:val="0EE10946"/>
    <w:rsid w:val="0EE9217F"/>
    <w:rsid w:val="0EF96922"/>
    <w:rsid w:val="0F0E6F5D"/>
    <w:rsid w:val="0F21411F"/>
    <w:rsid w:val="0F216953"/>
    <w:rsid w:val="0F29015F"/>
    <w:rsid w:val="0F3368F4"/>
    <w:rsid w:val="0F345B04"/>
    <w:rsid w:val="0F360CA6"/>
    <w:rsid w:val="0F44155D"/>
    <w:rsid w:val="0F4F579D"/>
    <w:rsid w:val="0F5E2B81"/>
    <w:rsid w:val="0F610C1F"/>
    <w:rsid w:val="0F631A3F"/>
    <w:rsid w:val="0F6345DF"/>
    <w:rsid w:val="0F664E2B"/>
    <w:rsid w:val="0F6711CE"/>
    <w:rsid w:val="0F8640BE"/>
    <w:rsid w:val="0F9C0D9F"/>
    <w:rsid w:val="0FAA0D71"/>
    <w:rsid w:val="0FBF2E5E"/>
    <w:rsid w:val="0FCB46F5"/>
    <w:rsid w:val="0FD70CC1"/>
    <w:rsid w:val="0FD923DE"/>
    <w:rsid w:val="0FDF5879"/>
    <w:rsid w:val="0FE4293A"/>
    <w:rsid w:val="0FE4653D"/>
    <w:rsid w:val="0FF36FB2"/>
    <w:rsid w:val="0FF406F8"/>
    <w:rsid w:val="10085BBA"/>
    <w:rsid w:val="10154880"/>
    <w:rsid w:val="10224D2B"/>
    <w:rsid w:val="10284D4D"/>
    <w:rsid w:val="102D5C56"/>
    <w:rsid w:val="103B3360"/>
    <w:rsid w:val="10401747"/>
    <w:rsid w:val="104535BC"/>
    <w:rsid w:val="1059610D"/>
    <w:rsid w:val="105A3768"/>
    <w:rsid w:val="10666FB5"/>
    <w:rsid w:val="106B0DC5"/>
    <w:rsid w:val="10751597"/>
    <w:rsid w:val="107C1267"/>
    <w:rsid w:val="108E0A65"/>
    <w:rsid w:val="109408F3"/>
    <w:rsid w:val="10957E84"/>
    <w:rsid w:val="10A17D8C"/>
    <w:rsid w:val="10AC1EED"/>
    <w:rsid w:val="10B4452D"/>
    <w:rsid w:val="10BC3F33"/>
    <w:rsid w:val="10C6288F"/>
    <w:rsid w:val="10CA7779"/>
    <w:rsid w:val="10DC7D53"/>
    <w:rsid w:val="10E63A5D"/>
    <w:rsid w:val="10F3724A"/>
    <w:rsid w:val="10F54A4D"/>
    <w:rsid w:val="10F66437"/>
    <w:rsid w:val="10FB3891"/>
    <w:rsid w:val="110921F6"/>
    <w:rsid w:val="1124457D"/>
    <w:rsid w:val="11277EBF"/>
    <w:rsid w:val="11323E0D"/>
    <w:rsid w:val="113E1178"/>
    <w:rsid w:val="114C1DC2"/>
    <w:rsid w:val="114C39BF"/>
    <w:rsid w:val="11560FF7"/>
    <w:rsid w:val="11583F5E"/>
    <w:rsid w:val="115F69B6"/>
    <w:rsid w:val="11752B8C"/>
    <w:rsid w:val="11853A1F"/>
    <w:rsid w:val="118A3424"/>
    <w:rsid w:val="11B53BC1"/>
    <w:rsid w:val="11B7036F"/>
    <w:rsid w:val="11BE3532"/>
    <w:rsid w:val="11CE1A85"/>
    <w:rsid w:val="11D12F8B"/>
    <w:rsid w:val="11DC1BBB"/>
    <w:rsid w:val="11E02D40"/>
    <w:rsid w:val="11E07668"/>
    <w:rsid w:val="11E72BD0"/>
    <w:rsid w:val="11E748AD"/>
    <w:rsid w:val="11F420C2"/>
    <w:rsid w:val="11F95901"/>
    <w:rsid w:val="11FB6807"/>
    <w:rsid w:val="120115C3"/>
    <w:rsid w:val="120504F9"/>
    <w:rsid w:val="120C153F"/>
    <w:rsid w:val="12183BFE"/>
    <w:rsid w:val="12205369"/>
    <w:rsid w:val="12263E58"/>
    <w:rsid w:val="12357D29"/>
    <w:rsid w:val="12371119"/>
    <w:rsid w:val="124E3FF9"/>
    <w:rsid w:val="125372E8"/>
    <w:rsid w:val="125634BC"/>
    <w:rsid w:val="12674166"/>
    <w:rsid w:val="12694C09"/>
    <w:rsid w:val="12746C46"/>
    <w:rsid w:val="127E779C"/>
    <w:rsid w:val="128347D8"/>
    <w:rsid w:val="12874700"/>
    <w:rsid w:val="12920568"/>
    <w:rsid w:val="12921C88"/>
    <w:rsid w:val="129577F5"/>
    <w:rsid w:val="12A12B76"/>
    <w:rsid w:val="12A73B58"/>
    <w:rsid w:val="12AB6BAE"/>
    <w:rsid w:val="12B1030E"/>
    <w:rsid w:val="12B34B0C"/>
    <w:rsid w:val="12BF7808"/>
    <w:rsid w:val="12C709BE"/>
    <w:rsid w:val="12D06034"/>
    <w:rsid w:val="12D97D5A"/>
    <w:rsid w:val="12DD6F7C"/>
    <w:rsid w:val="12E4186B"/>
    <w:rsid w:val="12EC7054"/>
    <w:rsid w:val="12F62A0D"/>
    <w:rsid w:val="12F804F7"/>
    <w:rsid w:val="12F940B1"/>
    <w:rsid w:val="13080837"/>
    <w:rsid w:val="13083331"/>
    <w:rsid w:val="13113630"/>
    <w:rsid w:val="131243C4"/>
    <w:rsid w:val="13377220"/>
    <w:rsid w:val="13427D20"/>
    <w:rsid w:val="13434E36"/>
    <w:rsid w:val="135B4E93"/>
    <w:rsid w:val="136025B9"/>
    <w:rsid w:val="13671E28"/>
    <w:rsid w:val="136D17DE"/>
    <w:rsid w:val="13722890"/>
    <w:rsid w:val="13723B53"/>
    <w:rsid w:val="137303B0"/>
    <w:rsid w:val="137B640E"/>
    <w:rsid w:val="137C56EB"/>
    <w:rsid w:val="13803E55"/>
    <w:rsid w:val="139002C8"/>
    <w:rsid w:val="13991492"/>
    <w:rsid w:val="13A6022E"/>
    <w:rsid w:val="13AD1250"/>
    <w:rsid w:val="13B87B26"/>
    <w:rsid w:val="13CC43FE"/>
    <w:rsid w:val="13DF3648"/>
    <w:rsid w:val="13F00572"/>
    <w:rsid w:val="13F40CE5"/>
    <w:rsid w:val="14016DA6"/>
    <w:rsid w:val="140438F5"/>
    <w:rsid w:val="141652F0"/>
    <w:rsid w:val="143047D6"/>
    <w:rsid w:val="1431019E"/>
    <w:rsid w:val="14362ACF"/>
    <w:rsid w:val="14374D34"/>
    <w:rsid w:val="143C7AB6"/>
    <w:rsid w:val="14466ED6"/>
    <w:rsid w:val="145272D8"/>
    <w:rsid w:val="146C70D8"/>
    <w:rsid w:val="14737EAB"/>
    <w:rsid w:val="14747148"/>
    <w:rsid w:val="14753BCC"/>
    <w:rsid w:val="14756279"/>
    <w:rsid w:val="1481198F"/>
    <w:rsid w:val="1486107B"/>
    <w:rsid w:val="148D2E91"/>
    <w:rsid w:val="148F6099"/>
    <w:rsid w:val="149141AE"/>
    <w:rsid w:val="14932577"/>
    <w:rsid w:val="14AC1BAE"/>
    <w:rsid w:val="14B36D86"/>
    <w:rsid w:val="14B939AA"/>
    <w:rsid w:val="14C31CB6"/>
    <w:rsid w:val="14CA5DA7"/>
    <w:rsid w:val="14CC21E4"/>
    <w:rsid w:val="14D716A3"/>
    <w:rsid w:val="14EB6B62"/>
    <w:rsid w:val="14F440A6"/>
    <w:rsid w:val="14F81B73"/>
    <w:rsid w:val="15017A95"/>
    <w:rsid w:val="15104CC4"/>
    <w:rsid w:val="151A1C63"/>
    <w:rsid w:val="1523342B"/>
    <w:rsid w:val="15276617"/>
    <w:rsid w:val="152972F5"/>
    <w:rsid w:val="152F1575"/>
    <w:rsid w:val="15302ADD"/>
    <w:rsid w:val="153042EF"/>
    <w:rsid w:val="153705FF"/>
    <w:rsid w:val="15383CA5"/>
    <w:rsid w:val="15386144"/>
    <w:rsid w:val="1558139A"/>
    <w:rsid w:val="1568443D"/>
    <w:rsid w:val="156B6972"/>
    <w:rsid w:val="157D3579"/>
    <w:rsid w:val="157E608B"/>
    <w:rsid w:val="15801615"/>
    <w:rsid w:val="158225BD"/>
    <w:rsid w:val="1583503F"/>
    <w:rsid w:val="15880269"/>
    <w:rsid w:val="158B4B46"/>
    <w:rsid w:val="159C2BD4"/>
    <w:rsid w:val="15A74ED8"/>
    <w:rsid w:val="15AD48FF"/>
    <w:rsid w:val="15AE0F0E"/>
    <w:rsid w:val="15B15B5B"/>
    <w:rsid w:val="15B26ACE"/>
    <w:rsid w:val="15D54878"/>
    <w:rsid w:val="15D754D0"/>
    <w:rsid w:val="15DA506B"/>
    <w:rsid w:val="15DE47CE"/>
    <w:rsid w:val="15EB04CA"/>
    <w:rsid w:val="15F451D0"/>
    <w:rsid w:val="1607299C"/>
    <w:rsid w:val="160A7059"/>
    <w:rsid w:val="16152149"/>
    <w:rsid w:val="161D03A8"/>
    <w:rsid w:val="161F63B3"/>
    <w:rsid w:val="162B48A1"/>
    <w:rsid w:val="163F6E73"/>
    <w:rsid w:val="164D2EA8"/>
    <w:rsid w:val="16526B7A"/>
    <w:rsid w:val="165869DD"/>
    <w:rsid w:val="16590824"/>
    <w:rsid w:val="16626D84"/>
    <w:rsid w:val="166478AF"/>
    <w:rsid w:val="166E2F2C"/>
    <w:rsid w:val="167E43DB"/>
    <w:rsid w:val="168270C2"/>
    <w:rsid w:val="16916A50"/>
    <w:rsid w:val="169732C2"/>
    <w:rsid w:val="169D722A"/>
    <w:rsid w:val="16A1544D"/>
    <w:rsid w:val="16A301F9"/>
    <w:rsid w:val="16A4586D"/>
    <w:rsid w:val="16A77D91"/>
    <w:rsid w:val="16AD3347"/>
    <w:rsid w:val="16AF7E3F"/>
    <w:rsid w:val="17204614"/>
    <w:rsid w:val="173D5AA4"/>
    <w:rsid w:val="17426615"/>
    <w:rsid w:val="174301C2"/>
    <w:rsid w:val="17433FD1"/>
    <w:rsid w:val="174606C2"/>
    <w:rsid w:val="174D4A39"/>
    <w:rsid w:val="178451A6"/>
    <w:rsid w:val="17933723"/>
    <w:rsid w:val="179D01CD"/>
    <w:rsid w:val="179D73E1"/>
    <w:rsid w:val="17A96E0F"/>
    <w:rsid w:val="17AD2DDD"/>
    <w:rsid w:val="17B85352"/>
    <w:rsid w:val="17B86DF0"/>
    <w:rsid w:val="17C66770"/>
    <w:rsid w:val="17D441C8"/>
    <w:rsid w:val="17D50661"/>
    <w:rsid w:val="17DA6A6C"/>
    <w:rsid w:val="17EA3B6D"/>
    <w:rsid w:val="17F06FC7"/>
    <w:rsid w:val="17F32845"/>
    <w:rsid w:val="17F6213A"/>
    <w:rsid w:val="180A40BE"/>
    <w:rsid w:val="181B461E"/>
    <w:rsid w:val="1826647B"/>
    <w:rsid w:val="18324A3B"/>
    <w:rsid w:val="183B495E"/>
    <w:rsid w:val="183B653B"/>
    <w:rsid w:val="183D0C7F"/>
    <w:rsid w:val="18412C6A"/>
    <w:rsid w:val="18413977"/>
    <w:rsid w:val="184B7610"/>
    <w:rsid w:val="185E0C68"/>
    <w:rsid w:val="18691408"/>
    <w:rsid w:val="18744FE6"/>
    <w:rsid w:val="187C3BA8"/>
    <w:rsid w:val="18894B39"/>
    <w:rsid w:val="18AD73A7"/>
    <w:rsid w:val="18B404C5"/>
    <w:rsid w:val="18C264C9"/>
    <w:rsid w:val="18C55F11"/>
    <w:rsid w:val="18EC1094"/>
    <w:rsid w:val="18EC7FD0"/>
    <w:rsid w:val="18F01648"/>
    <w:rsid w:val="18F51AD8"/>
    <w:rsid w:val="18FF4959"/>
    <w:rsid w:val="19155D1F"/>
    <w:rsid w:val="193122CA"/>
    <w:rsid w:val="1935282A"/>
    <w:rsid w:val="1938139F"/>
    <w:rsid w:val="19391701"/>
    <w:rsid w:val="19420866"/>
    <w:rsid w:val="194E5005"/>
    <w:rsid w:val="195C7E00"/>
    <w:rsid w:val="19770F23"/>
    <w:rsid w:val="19815306"/>
    <w:rsid w:val="198338F7"/>
    <w:rsid w:val="198725D3"/>
    <w:rsid w:val="199352A4"/>
    <w:rsid w:val="199E6952"/>
    <w:rsid w:val="19A01EB0"/>
    <w:rsid w:val="19A33B4E"/>
    <w:rsid w:val="19AB0367"/>
    <w:rsid w:val="19B42C45"/>
    <w:rsid w:val="19B77A18"/>
    <w:rsid w:val="19B8376C"/>
    <w:rsid w:val="19C53B4E"/>
    <w:rsid w:val="19C625AB"/>
    <w:rsid w:val="19C906A9"/>
    <w:rsid w:val="19CD41C7"/>
    <w:rsid w:val="19CF6243"/>
    <w:rsid w:val="19D6163F"/>
    <w:rsid w:val="19D86F9C"/>
    <w:rsid w:val="19FC4ED6"/>
    <w:rsid w:val="19FD03D5"/>
    <w:rsid w:val="1A0874CD"/>
    <w:rsid w:val="1A096470"/>
    <w:rsid w:val="1A18294A"/>
    <w:rsid w:val="1A1D7B79"/>
    <w:rsid w:val="1A3E61F4"/>
    <w:rsid w:val="1A423E49"/>
    <w:rsid w:val="1A630E44"/>
    <w:rsid w:val="1A6F2BB8"/>
    <w:rsid w:val="1A786CE6"/>
    <w:rsid w:val="1A7D46F3"/>
    <w:rsid w:val="1A92793A"/>
    <w:rsid w:val="1A980907"/>
    <w:rsid w:val="1AA22BB7"/>
    <w:rsid w:val="1AA85821"/>
    <w:rsid w:val="1AA96BE4"/>
    <w:rsid w:val="1AAB193A"/>
    <w:rsid w:val="1AB23B74"/>
    <w:rsid w:val="1ACB1848"/>
    <w:rsid w:val="1AD226C7"/>
    <w:rsid w:val="1AD25C3A"/>
    <w:rsid w:val="1AE45D70"/>
    <w:rsid w:val="1B084752"/>
    <w:rsid w:val="1B142BD3"/>
    <w:rsid w:val="1B1E1866"/>
    <w:rsid w:val="1B26277B"/>
    <w:rsid w:val="1B2F7CA1"/>
    <w:rsid w:val="1B324DFA"/>
    <w:rsid w:val="1B46351E"/>
    <w:rsid w:val="1B4C0E33"/>
    <w:rsid w:val="1B5146FC"/>
    <w:rsid w:val="1B5548C8"/>
    <w:rsid w:val="1B6443B9"/>
    <w:rsid w:val="1B790E64"/>
    <w:rsid w:val="1B995E14"/>
    <w:rsid w:val="1BA549B5"/>
    <w:rsid w:val="1BAC643C"/>
    <w:rsid w:val="1BCA3EEA"/>
    <w:rsid w:val="1BE03C9A"/>
    <w:rsid w:val="1BEC5CD6"/>
    <w:rsid w:val="1BF366EC"/>
    <w:rsid w:val="1C083B53"/>
    <w:rsid w:val="1C0928C4"/>
    <w:rsid w:val="1C142478"/>
    <w:rsid w:val="1C275716"/>
    <w:rsid w:val="1C350400"/>
    <w:rsid w:val="1C363DBD"/>
    <w:rsid w:val="1C3B5B27"/>
    <w:rsid w:val="1C414B9A"/>
    <w:rsid w:val="1C4C6974"/>
    <w:rsid w:val="1C667739"/>
    <w:rsid w:val="1C7B5700"/>
    <w:rsid w:val="1C800796"/>
    <w:rsid w:val="1C924061"/>
    <w:rsid w:val="1C94080A"/>
    <w:rsid w:val="1C9B02C3"/>
    <w:rsid w:val="1C9F6FB3"/>
    <w:rsid w:val="1CB4561B"/>
    <w:rsid w:val="1CBC195B"/>
    <w:rsid w:val="1CD32BAF"/>
    <w:rsid w:val="1CE02DC8"/>
    <w:rsid w:val="1CEA0AC6"/>
    <w:rsid w:val="1CFC2E07"/>
    <w:rsid w:val="1D0F08E7"/>
    <w:rsid w:val="1D1260E1"/>
    <w:rsid w:val="1D167C2B"/>
    <w:rsid w:val="1D27308D"/>
    <w:rsid w:val="1D2D0D39"/>
    <w:rsid w:val="1D324127"/>
    <w:rsid w:val="1D34117A"/>
    <w:rsid w:val="1D4E65B5"/>
    <w:rsid w:val="1D502869"/>
    <w:rsid w:val="1D5B0F02"/>
    <w:rsid w:val="1D6577B6"/>
    <w:rsid w:val="1D736F87"/>
    <w:rsid w:val="1D841062"/>
    <w:rsid w:val="1D8977FD"/>
    <w:rsid w:val="1D9D3ADB"/>
    <w:rsid w:val="1D9F621B"/>
    <w:rsid w:val="1DA000F7"/>
    <w:rsid w:val="1DD226AA"/>
    <w:rsid w:val="1DD258C9"/>
    <w:rsid w:val="1DD94E5E"/>
    <w:rsid w:val="1DE0794E"/>
    <w:rsid w:val="1DE81822"/>
    <w:rsid w:val="1DF30FE6"/>
    <w:rsid w:val="1E003ABB"/>
    <w:rsid w:val="1E0B7425"/>
    <w:rsid w:val="1E237552"/>
    <w:rsid w:val="1E272630"/>
    <w:rsid w:val="1E291482"/>
    <w:rsid w:val="1E2F3AF3"/>
    <w:rsid w:val="1E341119"/>
    <w:rsid w:val="1E3E12D2"/>
    <w:rsid w:val="1E4C502A"/>
    <w:rsid w:val="1E540B70"/>
    <w:rsid w:val="1E5A0FFE"/>
    <w:rsid w:val="1E5C0DCF"/>
    <w:rsid w:val="1E5C4EC5"/>
    <w:rsid w:val="1E663DB4"/>
    <w:rsid w:val="1E7508DB"/>
    <w:rsid w:val="1E7875AB"/>
    <w:rsid w:val="1E7B2B68"/>
    <w:rsid w:val="1E7C7E50"/>
    <w:rsid w:val="1E862738"/>
    <w:rsid w:val="1EA63B35"/>
    <w:rsid w:val="1EAC1653"/>
    <w:rsid w:val="1EAE53EB"/>
    <w:rsid w:val="1EB019C7"/>
    <w:rsid w:val="1EB8152A"/>
    <w:rsid w:val="1EBD1002"/>
    <w:rsid w:val="1EC661D2"/>
    <w:rsid w:val="1EC75E15"/>
    <w:rsid w:val="1ED461DB"/>
    <w:rsid w:val="1EFC76FE"/>
    <w:rsid w:val="1F0513C0"/>
    <w:rsid w:val="1F0D2A0A"/>
    <w:rsid w:val="1F252F87"/>
    <w:rsid w:val="1F2C32C9"/>
    <w:rsid w:val="1F3126DB"/>
    <w:rsid w:val="1F333119"/>
    <w:rsid w:val="1F3464C4"/>
    <w:rsid w:val="1F3543E0"/>
    <w:rsid w:val="1F595CC9"/>
    <w:rsid w:val="1F5C0F4A"/>
    <w:rsid w:val="1F796499"/>
    <w:rsid w:val="1F820FA3"/>
    <w:rsid w:val="1F9479CB"/>
    <w:rsid w:val="1F9D2152"/>
    <w:rsid w:val="1F9E09E2"/>
    <w:rsid w:val="1FA04D20"/>
    <w:rsid w:val="1FA22701"/>
    <w:rsid w:val="1FA8092F"/>
    <w:rsid w:val="1FB552A9"/>
    <w:rsid w:val="1FC04F7C"/>
    <w:rsid w:val="1FE82889"/>
    <w:rsid w:val="1FE87CD0"/>
    <w:rsid w:val="1FFD4F3A"/>
    <w:rsid w:val="20144F98"/>
    <w:rsid w:val="201B2C09"/>
    <w:rsid w:val="20364117"/>
    <w:rsid w:val="204236D8"/>
    <w:rsid w:val="2042579C"/>
    <w:rsid w:val="204A1823"/>
    <w:rsid w:val="20513E66"/>
    <w:rsid w:val="20521DB3"/>
    <w:rsid w:val="20522100"/>
    <w:rsid w:val="20542C69"/>
    <w:rsid w:val="205E1D9C"/>
    <w:rsid w:val="206557D1"/>
    <w:rsid w:val="206D2172"/>
    <w:rsid w:val="206E0C63"/>
    <w:rsid w:val="207627B2"/>
    <w:rsid w:val="20775E19"/>
    <w:rsid w:val="20845DD9"/>
    <w:rsid w:val="20851EA8"/>
    <w:rsid w:val="2090595E"/>
    <w:rsid w:val="20914C90"/>
    <w:rsid w:val="2097258B"/>
    <w:rsid w:val="209D412C"/>
    <w:rsid w:val="20A30EA5"/>
    <w:rsid w:val="20AE43B5"/>
    <w:rsid w:val="20E25F28"/>
    <w:rsid w:val="20E60626"/>
    <w:rsid w:val="20FC5F00"/>
    <w:rsid w:val="20FF271D"/>
    <w:rsid w:val="21097415"/>
    <w:rsid w:val="21125037"/>
    <w:rsid w:val="2114231E"/>
    <w:rsid w:val="212058C0"/>
    <w:rsid w:val="21265F9C"/>
    <w:rsid w:val="2136612F"/>
    <w:rsid w:val="213B0271"/>
    <w:rsid w:val="2145025F"/>
    <w:rsid w:val="21482AEF"/>
    <w:rsid w:val="21573511"/>
    <w:rsid w:val="21587740"/>
    <w:rsid w:val="215A313B"/>
    <w:rsid w:val="21626976"/>
    <w:rsid w:val="2175521E"/>
    <w:rsid w:val="21842E0F"/>
    <w:rsid w:val="218E1776"/>
    <w:rsid w:val="21937F63"/>
    <w:rsid w:val="2198488B"/>
    <w:rsid w:val="21A45146"/>
    <w:rsid w:val="21AF7B16"/>
    <w:rsid w:val="21CC32B2"/>
    <w:rsid w:val="21D66AA6"/>
    <w:rsid w:val="21E20DAF"/>
    <w:rsid w:val="21EC43CA"/>
    <w:rsid w:val="2200796C"/>
    <w:rsid w:val="220A6B5B"/>
    <w:rsid w:val="22156855"/>
    <w:rsid w:val="221656CB"/>
    <w:rsid w:val="222134F8"/>
    <w:rsid w:val="22280E7D"/>
    <w:rsid w:val="222D5262"/>
    <w:rsid w:val="222F6DAE"/>
    <w:rsid w:val="224436A6"/>
    <w:rsid w:val="22526C29"/>
    <w:rsid w:val="2264162E"/>
    <w:rsid w:val="226D0C67"/>
    <w:rsid w:val="227F7046"/>
    <w:rsid w:val="2280755A"/>
    <w:rsid w:val="22810368"/>
    <w:rsid w:val="22811C2C"/>
    <w:rsid w:val="22A1515C"/>
    <w:rsid w:val="22A66AF9"/>
    <w:rsid w:val="22A803D9"/>
    <w:rsid w:val="22B0433B"/>
    <w:rsid w:val="22B54A1F"/>
    <w:rsid w:val="22C07B5E"/>
    <w:rsid w:val="22CB55B8"/>
    <w:rsid w:val="22CC4D82"/>
    <w:rsid w:val="22CC792A"/>
    <w:rsid w:val="22CD16A3"/>
    <w:rsid w:val="22D40891"/>
    <w:rsid w:val="22DD7D14"/>
    <w:rsid w:val="22E13D3C"/>
    <w:rsid w:val="22E57CFB"/>
    <w:rsid w:val="23285E13"/>
    <w:rsid w:val="232E2F1E"/>
    <w:rsid w:val="233A74F6"/>
    <w:rsid w:val="2340638A"/>
    <w:rsid w:val="23473DCC"/>
    <w:rsid w:val="234E35D2"/>
    <w:rsid w:val="234F7AD8"/>
    <w:rsid w:val="235300B7"/>
    <w:rsid w:val="23543146"/>
    <w:rsid w:val="23564384"/>
    <w:rsid w:val="2359609D"/>
    <w:rsid w:val="235C698F"/>
    <w:rsid w:val="237B75B2"/>
    <w:rsid w:val="238B4426"/>
    <w:rsid w:val="23A92A5B"/>
    <w:rsid w:val="23AF13B3"/>
    <w:rsid w:val="23BC6659"/>
    <w:rsid w:val="23D25EF3"/>
    <w:rsid w:val="23D271FE"/>
    <w:rsid w:val="23DC6C0F"/>
    <w:rsid w:val="23F11FB1"/>
    <w:rsid w:val="23FD220D"/>
    <w:rsid w:val="24085528"/>
    <w:rsid w:val="240B487F"/>
    <w:rsid w:val="240F424B"/>
    <w:rsid w:val="240F50D6"/>
    <w:rsid w:val="24162C02"/>
    <w:rsid w:val="241C4607"/>
    <w:rsid w:val="2427220F"/>
    <w:rsid w:val="242A21C4"/>
    <w:rsid w:val="243379F0"/>
    <w:rsid w:val="24422105"/>
    <w:rsid w:val="2467366A"/>
    <w:rsid w:val="248147FC"/>
    <w:rsid w:val="24824431"/>
    <w:rsid w:val="24890B98"/>
    <w:rsid w:val="248A34F6"/>
    <w:rsid w:val="249B7D28"/>
    <w:rsid w:val="249C166A"/>
    <w:rsid w:val="249D0145"/>
    <w:rsid w:val="24AF11CD"/>
    <w:rsid w:val="24C058D6"/>
    <w:rsid w:val="24E0032C"/>
    <w:rsid w:val="24FD380F"/>
    <w:rsid w:val="25026DF6"/>
    <w:rsid w:val="250738D5"/>
    <w:rsid w:val="250A6459"/>
    <w:rsid w:val="25184679"/>
    <w:rsid w:val="25343293"/>
    <w:rsid w:val="25343F49"/>
    <w:rsid w:val="25391ACB"/>
    <w:rsid w:val="253E7147"/>
    <w:rsid w:val="254401D1"/>
    <w:rsid w:val="25516297"/>
    <w:rsid w:val="25614839"/>
    <w:rsid w:val="25780698"/>
    <w:rsid w:val="257D29EA"/>
    <w:rsid w:val="257D710D"/>
    <w:rsid w:val="25813868"/>
    <w:rsid w:val="25990ED0"/>
    <w:rsid w:val="25A156B6"/>
    <w:rsid w:val="25B75DBA"/>
    <w:rsid w:val="25D17521"/>
    <w:rsid w:val="25D53203"/>
    <w:rsid w:val="25D6554A"/>
    <w:rsid w:val="25DB48EB"/>
    <w:rsid w:val="25EA1B35"/>
    <w:rsid w:val="25FA58CD"/>
    <w:rsid w:val="25FC397C"/>
    <w:rsid w:val="26043416"/>
    <w:rsid w:val="26097B20"/>
    <w:rsid w:val="260E375C"/>
    <w:rsid w:val="261D3F28"/>
    <w:rsid w:val="261E6DF0"/>
    <w:rsid w:val="262667AE"/>
    <w:rsid w:val="263D1C3C"/>
    <w:rsid w:val="26404479"/>
    <w:rsid w:val="26407C2C"/>
    <w:rsid w:val="2646269D"/>
    <w:rsid w:val="26581ABA"/>
    <w:rsid w:val="265A1CD1"/>
    <w:rsid w:val="265A69D2"/>
    <w:rsid w:val="265B3CEE"/>
    <w:rsid w:val="265E5391"/>
    <w:rsid w:val="266D36D8"/>
    <w:rsid w:val="26737D9D"/>
    <w:rsid w:val="267A6170"/>
    <w:rsid w:val="267D2BFA"/>
    <w:rsid w:val="26857765"/>
    <w:rsid w:val="269F780B"/>
    <w:rsid w:val="26AC10A1"/>
    <w:rsid w:val="26CD700E"/>
    <w:rsid w:val="26D1534F"/>
    <w:rsid w:val="26D15AA2"/>
    <w:rsid w:val="26E52C89"/>
    <w:rsid w:val="26F6506C"/>
    <w:rsid w:val="26F723B4"/>
    <w:rsid w:val="26FC1AF2"/>
    <w:rsid w:val="27000864"/>
    <w:rsid w:val="273A04CF"/>
    <w:rsid w:val="273E39E2"/>
    <w:rsid w:val="275C77D0"/>
    <w:rsid w:val="27605186"/>
    <w:rsid w:val="27664CB1"/>
    <w:rsid w:val="276A5C65"/>
    <w:rsid w:val="27725816"/>
    <w:rsid w:val="277717B0"/>
    <w:rsid w:val="27844CA5"/>
    <w:rsid w:val="27894962"/>
    <w:rsid w:val="27922220"/>
    <w:rsid w:val="27971180"/>
    <w:rsid w:val="279A09C3"/>
    <w:rsid w:val="27A21053"/>
    <w:rsid w:val="27A73103"/>
    <w:rsid w:val="27A95FFE"/>
    <w:rsid w:val="27B40CB1"/>
    <w:rsid w:val="27B8265E"/>
    <w:rsid w:val="27C03907"/>
    <w:rsid w:val="27C50E37"/>
    <w:rsid w:val="27D030CB"/>
    <w:rsid w:val="27D14405"/>
    <w:rsid w:val="27D760CD"/>
    <w:rsid w:val="27DA1522"/>
    <w:rsid w:val="27DB3A5D"/>
    <w:rsid w:val="27FE05C6"/>
    <w:rsid w:val="28035DF1"/>
    <w:rsid w:val="280F262F"/>
    <w:rsid w:val="28150B99"/>
    <w:rsid w:val="28186B1D"/>
    <w:rsid w:val="28205B99"/>
    <w:rsid w:val="28272E02"/>
    <w:rsid w:val="282A4698"/>
    <w:rsid w:val="282E0183"/>
    <w:rsid w:val="28425ADB"/>
    <w:rsid w:val="284E6BB2"/>
    <w:rsid w:val="286C0335"/>
    <w:rsid w:val="2873759D"/>
    <w:rsid w:val="28746D16"/>
    <w:rsid w:val="28854237"/>
    <w:rsid w:val="289F7C81"/>
    <w:rsid w:val="28A53AE6"/>
    <w:rsid w:val="28B018B0"/>
    <w:rsid w:val="28BC6F12"/>
    <w:rsid w:val="28BF5380"/>
    <w:rsid w:val="28CC4E97"/>
    <w:rsid w:val="28D45261"/>
    <w:rsid w:val="28D704BD"/>
    <w:rsid w:val="28E4479F"/>
    <w:rsid w:val="28EA14D3"/>
    <w:rsid w:val="28F077C7"/>
    <w:rsid w:val="28F45771"/>
    <w:rsid w:val="28F648E9"/>
    <w:rsid w:val="28F770CB"/>
    <w:rsid w:val="29043375"/>
    <w:rsid w:val="29070D99"/>
    <w:rsid w:val="290B4AC8"/>
    <w:rsid w:val="290D0875"/>
    <w:rsid w:val="29145319"/>
    <w:rsid w:val="291F626B"/>
    <w:rsid w:val="2921174C"/>
    <w:rsid w:val="292417B4"/>
    <w:rsid w:val="292461CB"/>
    <w:rsid w:val="292F5911"/>
    <w:rsid w:val="29457556"/>
    <w:rsid w:val="29585E57"/>
    <w:rsid w:val="296F5282"/>
    <w:rsid w:val="29715CEE"/>
    <w:rsid w:val="297A1B8B"/>
    <w:rsid w:val="298F639A"/>
    <w:rsid w:val="29AC4D7D"/>
    <w:rsid w:val="29C0280E"/>
    <w:rsid w:val="29C03940"/>
    <w:rsid w:val="29C31745"/>
    <w:rsid w:val="29CB02CC"/>
    <w:rsid w:val="29CC27BD"/>
    <w:rsid w:val="29CC6E65"/>
    <w:rsid w:val="29CF7054"/>
    <w:rsid w:val="29E22AAD"/>
    <w:rsid w:val="29E830C5"/>
    <w:rsid w:val="29EB7292"/>
    <w:rsid w:val="29F352F9"/>
    <w:rsid w:val="29F43384"/>
    <w:rsid w:val="2A0E2405"/>
    <w:rsid w:val="2A1538D0"/>
    <w:rsid w:val="2A18259C"/>
    <w:rsid w:val="2A34212D"/>
    <w:rsid w:val="2A402964"/>
    <w:rsid w:val="2A4223EB"/>
    <w:rsid w:val="2A440E9D"/>
    <w:rsid w:val="2A466C52"/>
    <w:rsid w:val="2A4E12DE"/>
    <w:rsid w:val="2A4F59FE"/>
    <w:rsid w:val="2A523D84"/>
    <w:rsid w:val="2A52489A"/>
    <w:rsid w:val="2A662525"/>
    <w:rsid w:val="2A66482D"/>
    <w:rsid w:val="2A8240DB"/>
    <w:rsid w:val="2A992DFF"/>
    <w:rsid w:val="2AA2065E"/>
    <w:rsid w:val="2AA960B4"/>
    <w:rsid w:val="2AB50096"/>
    <w:rsid w:val="2ABE1233"/>
    <w:rsid w:val="2ABF1DF9"/>
    <w:rsid w:val="2AC70AE1"/>
    <w:rsid w:val="2AD968DF"/>
    <w:rsid w:val="2AE6095B"/>
    <w:rsid w:val="2AFE531B"/>
    <w:rsid w:val="2B066038"/>
    <w:rsid w:val="2B083DF4"/>
    <w:rsid w:val="2B0E71AE"/>
    <w:rsid w:val="2B0F4BDB"/>
    <w:rsid w:val="2B1D5AFB"/>
    <w:rsid w:val="2B1E41E9"/>
    <w:rsid w:val="2B212C17"/>
    <w:rsid w:val="2B225E4C"/>
    <w:rsid w:val="2B232867"/>
    <w:rsid w:val="2B244751"/>
    <w:rsid w:val="2B2822D1"/>
    <w:rsid w:val="2B315844"/>
    <w:rsid w:val="2B403890"/>
    <w:rsid w:val="2B420066"/>
    <w:rsid w:val="2B443D98"/>
    <w:rsid w:val="2B4444FA"/>
    <w:rsid w:val="2B452DC4"/>
    <w:rsid w:val="2B47776F"/>
    <w:rsid w:val="2B491F62"/>
    <w:rsid w:val="2B563348"/>
    <w:rsid w:val="2B6F3EA5"/>
    <w:rsid w:val="2B72696F"/>
    <w:rsid w:val="2B763C15"/>
    <w:rsid w:val="2B8521A9"/>
    <w:rsid w:val="2B8D41C8"/>
    <w:rsid w:val="2B9D713B"/>
    <w:rsid w:val="2B9F0406"/>
    <w:rsid w:val="2BA05751"/>
    <w:rsid w:val="2BA13295"/>
    <w:rsid w:val="2BA21A2C"/>
    <w:rsid w:val="2BA96C6A"/>
    <w:rsid w:val="2BAF00CB"/>
    <w:rsid w:val="2BC8301C"/>
    <w:rsid w:val="2BCE766E"/>
    <w:rsid w:val="2BD55689"/>
    <w:rsid w:val="2BEA509B"/>
    <w:rsid w:val="2C00584A"/>
    <w:rsid w:val="2C0F7583"/>
    <w:rsid w:val="2C152902"/>
    <w:rsid w:val="2C170410"/>
    <w:rsid w:val="2C1E0299"/>
    <w:rsid w:val="2C2661A3"/>
    <w:rsid w:val="2C2D19AD"/>
    <w:rsid w:val="2C342EE6"/>
    <w:rsid w:val="2C357DF2"/>
    <w:rsid w:val="2C396B2E"/>
    <w:rsid w:val="2C3E0809"/>
    <w:rsid w:val="2C3E6955"/>
    <w:rsid w:val="2C5523D3"/>
    <w:rsid w:val="2C624A12"/>
    <w:rsid w:val="2C6A629E"/>
    <w:rsid w:val="2C743E33"/>
    <w:rsid w:val="2C7536D7"/>
    <w:rsid w:val="2C756C62"/>
    <w:rsid w:val="2C9533AB"/>
    <w:rsid w:val="2C9A3C32"/>
    <w:rsid w:val="2CBD5456"/>
    <w:rsid w:val="2CBE1738"/>
    <w:rsid w:val="2CC016FF"/>
    <w:rsid w:val="2CC40EB9"/>
    <w:rsid w:val="2CCA03A2"/>
    <w:rsid w:val="2CCB013C"/>
    <w:rsid w:val="2CD5148E"/>
    <w:rsid w:val="2CDC0D73"/>
    <w:rsid w:val="2CDD7C21"/>
    <w:rsid w:val="2CE526F7"/>
    <w:rsid w:val="2CF40AAA"/>
    <w:rsid w:val="2CFA147B"/>
    <w:rsid w:val="2D015F4A"/>
    <w:rsid w:val="2D06120C"/>
    <w:rsid w:val="2D195A8B"/>
    <w:rsid w:val="2D1C0DD9"/>
    <w:rsid w:val="2D1C4FC0"/>
    <w:rsid w:val="2D207882"/>
    <w:rsid w:val="2D2B1ADD"/>
    <w:rsid w:val="2D2F489E"/>
    <w:rsid w:val="2D394876"/>
    <w:rsid w:val="2D3D03F6"/>
    <w:rsid w:val="2D3D3436"/>
    <w:rsid w:val="2D7A71B7"/>
    <w:rsid w:val="2D8E65F9"/>
    <w:rsid w:val="2D9222C5"/>
    <w:rsid w:val="2D952EAE"/>
    <w:rsid w:val="2D99178D"/>
    <w:rsid w:val="2D9A46A8"/>
    <w:rsid w:val="2DA553EC"/>
    <w:rsid w:val="2DAD4CBE"/>
    <w:rsid w:val="2DB77478"/>
    <w:rsid w:val="2DC2090F"/>
    <w:rsid w:val="2DCD5130"/>
    <w:rsid w:val="2DCD7D24"/>
    <w:rsid w:val="2DD45C01"/>
    <w:rsid w:val="2DD90424"/>
    <w:rsid w:val="2DDC0D16"/>
    <w:rsid w:val="2DE05662"/>
    <w:rsid w:val="2DE9320E"/>
    <w:rsid w:val="2DED67EB"/>
    <w:rsid w:val="2DF203DB"/>
    <w:rsid w:val="2DFA522D"/>
    <w:rsid w:val="2E1A2BE4"/>
    <w:rsid w:val="2E2079BC"/>
    <w:rsid w:val="2E225693"/>
    <w:rsid w:val="2E2B0B37"/>
    <w:rsid w:val="2E2C7B82"/>
    <w:rsid w:val="2E344328"/>
    <w:rsid w:val="2E45359E"/>
    <w:rsid w:val="2E461381"/>
    <w:rsid w:val="2E4D7B89"/>
    <w:rsid w:val="2E54476E"/>
    <w:rsid w:val="2E5A2C79"/>
    <w:rsid w:val="2E6314BB"/>
    <w:rsid w:val="2E7E2916"/>
    <w:rsid w:val="2E973700"/>
    <w:rsid w:val="2EAF109D"/>
    <w:rsid w:val="2EB0259E"/>
    <w:rsid w:val="2EB03DDD"/>
    <w:rsid w:val="2EB531CC"/>
    <w:rsid w:val="2EB55D16"/>
    <w:rsid w:val="2EC22788"/>
    <w:rsid w:val="2EC51B0D"/>
    <w:rsid w:val="2ECE6659"/>
    <w:rsid w:val="2ECF3D85"/>
    <w:rsid w:val="2EEB4720"/>
    <w:rsid w:val="2EF05CCC"/>
    <w:rsid w:val="2EF73988"/>
    <w:rsid w:val="2F0F04DE"/>
    <w:rsid w:val="2F113BAB"/>
    <w:rsid w:val="2F16260B"/>
    <w:rsid w:val="2F2023BE"/>
    <w:rsid w:val="2F227827"/>
    <w:rsid w:val="2F2B39A7"/>
    <w:rsid w:val="2F3536E8"/>
    <w:rsid w:val="2F3917A1"/>
    <w:rsid w:val="2F3C4FB2"/>
    <w:rsid w:val="2F405EE5"/>
    <w:rsid w:val="2F54542A"/>
    <w:rsid w:val="2F5D53F3"/>
    <w:rsid w:val="2F6861EE"/>
    <w:rsid w:val="2F763569"/>
    <w:rsid w:val="2F806956"/>
    <w:rsid w:val="2F873C08"/>
    <w:rsid w:val="2F9419D5"/>
    <w:rsid w:val="2F9967F4"/>
    <w:rsid w:val="2FA97E8C"/>
    <w:rsid w:val="2FB031CA"/>
    <w:rsid w:val="2FC27B42"/>
    <w:rsid w:val="2FCD25F2"/>
    <w:rsid w:val="2FE30326"/>
    <w:rsid w:val="2FE33D06"/>
    <w:rsid w:val="300805E1"/>
    <w:rsid w:val="301D0588"/>
    <w:rsid w:val="302B4192"/>
    <w:rsid w:val="302F0FCD"/>
    <w:rsid w:val="30323E02"/>
    <w:rsid w:val="304309BD"/>
    <w:rsid w:val="304D0F07"/>
    <w:rsid w:val="305E22B3"/>
    <w:rsid w:val="30605A3D"/>
    <w:rsid w:val="30661C73"/>
    <w:rsid w:val="306C00BA"/>
    <w:rsid w:val="306F4A69"/>
    <w:rsid w:val="307253CA"/>
    <w:rsid w:val="307657A0"/>
    <w:rsid w:val="308B65B6"/>
    <w:rsid w:val="308F0D73"/>
    <w:rsid w:val="30925153"/>
    <w:rsid w:val="30944AC2"/>
    <w:rsid w:val="30944B20"/>
    <w:rsid w:val="309973AA"/>
    <w:rsid w:val="30AB23AD"/>
    <w:rsid w:val="30AF561E"/>
    <w:rsid w:val="30BE76B6"/>
    <w:rsid w:val="30C16118"/>
    <w:rsid w:val="30C84170"/>
    <w:rsid w:val="30CC5D98"/>
    <w:rsid w:val="30DC233B"/>
    <w:rsid w:val="30FF61CC"/>
    <w:rsid w:val="310965E6"/>
    <w:rsid w:val="31403CD3"/>
    <w:rsid w:val="314235A5"/>
    <w:rsid w:val="3147482D"/>
    <w:rsid w:val="31507F01"/>
    <w:rsid w:val="316777F5"/>
    <w:rsid w:val="316D1DE9"/>
    <w:rsid w:val="316F0C05"/>
    <w:rsid w:val="31753CFA"/>
    <w:rsid w:val="31845B72"/>
    <w:rsid w:val="318E3938"/>
    <w:rsid w:val="319916DF"/>
    <w:rsid w:val="319B0B37"/>
    <w:rsid w:val="319B4FFE"/>
    <w:rsid w:val="319E1D91"/>
    <w:rsid w:val="319E336A"/>
    <w:rsid w:val="31A459EF"/>
    <w:rsid w:val="31AB0F9C"/>
    <w:rsid w:val="31AC0EC4"/>
    <w:rsid w:val="31B11964"/>
    <w:rsid w:val="31C43500"/>
    <w:rsid w:val="31D40207"/>
    <w:rsid w:val="31F76581"/>
    <w:rsid w:val="32004476"/>
    <w:rsid w:val="32065770"/>
    <w:rsid w:val="320852F7"/>
    <w:rsid w:val="32153160"/>
    <w:rsid w:val="32153FFC"/>
    <w:rsid w:val="321D0AA9"/>
    <w:rsid w:val="321F6977"/>
    <w:rsid w:val="32203D7E"/>
    <w:rsid w:val="32254A0B"/>
    <w:rsid w:val="32317EFF"/>
    <w:rsid w:val="323B2E53"/>
    <w:rsid w:val="323F6131"/>
    <w:rsid w:val="324B7E84"/>
    <w:rsid w:val="32516A1C"/>
    <w:rsid w:val="325A05D7"/>
    <w:rsid w:val="325D0C9A"/>
    <w:rsid w:val="3269726A"/>
    <w:rsid w:val="328161EF"/>
    <w:rsid w:val="32821E9D"/>
    <w:rsid w:val="32A34515"/>
    <w:rsid w:val="32A54DB7"/>
    <w:rsid w:val="32AE23E2"/>
    <w:rsid w:val="32B42862"/>
    <w:rsid w:val="32BB6155"/>
    <w:rsid w:val="32C14847"/>
    <w:rsid w:val="32CA649B"/>
    <w:rsid w:val="32E9466D"/>
    <w:rsid w:val="32EE7FEE"/>
    <w:rsid w:val="32F75921"/>
    <w:rsid w:val="32F76CB1"/>
    <w:rsid w:val="32FA3BF8"/>
    <w:rsid w:val="33131D9C"/>
    <w:rsid w:val="33131EAD"/>
    <w:rsid w:val="332F1EE5"/>
    <w:rsid w:val="33361583"/>
    <w:rsid w:val="3336482F"/>
    <w:rsid w:val="334511AD"/>
    <w:rsid w:val="3346128A"/>
    <w:rsid w:val="334A1D86"/>
    <w:rsid w:val="334B5333"/>
    <w:rsid w:val="33526BC9"/>
    <w:rsid w:val="33645A06"/>
    <w:rsid w:val="33764B6B"/>
    <w:rsid w:val="33846AA5"/>
    <w:rsid w:val="33893483"/>
    <w:rsid w:val="338A30D5"/>
    <w:rsid w:val="339C02EB"/>
    <w:rsid w:val="33A47B00"/>
    <w:rsid w:val="33BB02D9"/>
    <w:rsid w:val="33BC1C3F"/>
    <w:rsid w:val="33BC2451"/>
    <w:rsid w:val="33DF73AF"/>
    <w:rsid w:val="33E15F13"/>
    <w:rsid w:val="33E82DE4"/>
    <w:rsid w:val="33EF1514"/>
    <w:rsid w:val="33EF7181"/>
    <w:rsid w:val="33F357D1"/>
    <w:rsid w:val="33F604F4"/>
    <w:rsid w:val="340B1A38"/>
    <w:rsid w:val="340F33AF"/>
    <w:rsid w:val="341549FF"/>
    <w:rsid w:val="34191AF4"/>
    <w:rsid w:val="341A1D28"/>
    <w:rsid w:val="341B5B29"/>
    <w:rsid w:val="341F0BDA"/>
    <w:rsid w:val="344162A1"/>
    <w:rsid w:val="344205CF"/>
    <w:rsid w:val="3452203E"/>
    <w:rsid w:val="34574DD1"/>
    <w:rsid w:val="346250E7"/>
    <w:rsid w:val="346D1B48"/>
    <w:rsid w:val="346E014A"/>
    <w:rsid w:val="347A7EFC"/>
    <w:rsid w:val="347D3375"/>
    <w:rsid w:val="34850D55"/>
    <w:rsid w:val="348A738A"/>
    <w:rsid w:val="3491320C"/>
    <w:rsid w:val="34961A56"/>
    <w:rsid w:val="34A2408B"/>
    <w:rsid w:val="34A45B36"/>
    <w:rsid w:val="34A615C7"/>
    <w:rsid w:val="34A82AFF"/>
    <w:rsid w:val="34C94B19"/>
    <w:rsid w:val="34D32A08"/>
    <w:rsid w:val="34D32B43"/>
    <w:rsid w:val="350158A8"/>
    <w:rsid w:val="350860A8"/>
    <w:rsid w:val="350E79E3"/>
    <w:rsid w:val="35196FE8"/>
    <w:rsid w:val="351C29F2"/>
    <w:rsid w:val="351D477E"/>
    <w:rsid w:val="3529267B"/>
    <w:rsid w:val="35523082"/>
    <w:rsid w:val="355643F7"/>
    <w:rsid w:val="3558068D"/>
    <w:rsid w:val="35643AC0"/>
    <w:rsid w:val="35660421"/>
    <w:rsid w:val="35724110"/>
    <w:rsid w:val="357C67C1"/>
    <w:rsid w:val="357E60BE"/>
    <w:rsid w:val="3582742F"/>
    <w:rsid w:val="35A76A9B"/>
    <w:rsid w:val="35AA0B19"/>
    <w:rsid w:val="35AF0DF1"/>
    <w:rsid w:val="35B04231"/>
    <w:rsid w:val="35BA0FDF"/>
    <w:rsid w:val="35CF4CE4"/>
    <w:rsid w:val="35E41C46"/>
    <w:rsid w:val="35E74EA9"/>
    <w:rsid w:val="35FE22FC"/>
    <w:rsid w:val="360F25EA"/>
    <w:rsid w:val="361B3986"/>
    <w:rsid w:val="36207236"/>
    <w:rsid w:val="36213CE0"/>
    <w:rsid w:val="36225F8D"/>
    <w:rsid w:val="36300570"/>
    <w:rsid w:val="363127ED"/>
    <w:rsid w:val="36353D45"/>
    <w:rsid w:val="36551FC6"/>
    <w:rsid w:val="366D6F82"/>
    <w:rsid w:val="36707B01"/>
    <w:rsid w:val="36714723"/>
    <w:rsid w:val="368025AC"/>
    <w:rsid w:val="36845C9B"/>
    <w:rsid w:val="3685708C"/>
    <w:rsid w:val="368825ED"/>
    <w:rsid w:val="369868A1"/>
    <w:rsid w:val="369A191F"/>
    <w:rsid w:val="36A36C19"/>
    <w:rsid w:val="36C646FA"/>
    <w:rsid w:val="36D22615"/>
    <w:rsid w:val="36DB0C34"/>
    <w:rsid w:val="36DB3717"/>
    <w:rsid w:val="36DB5F5E"/>
    <w:rsid w:val="36DC042D"/>
    <w:rsid w:val="36DC181C"/>
    <w:rsid w:val="36DD2C0A"/>
    <w:rsid w:val="36E56433"/>
    <w:rsid w:val="36F17BBA"/>
    <w:rsid w:val="36FF5F1C"/>
    <w:rsid w:val="37040D9F"/>
    <w:rsid w:val="37177035"/>
    <w:rsid w:val="371B63EA"/>
    <w:rsid w:val="37215738"/>
    <w:rsid w:val="37284875"/>
    <w:rsid w:val="37292BEB"/>
    <w:rsid w:val="373D29DE"/>
    <w:rsid w:val="373D77DC"/>
    <w:rsid w:val="373F4B6D"/>
    <w:rsid w:val="37485A3A"/>
    <w:rsid w:val="37493790"/>
    <w:rsid w:val="374A3C42"/>
    <w:rsid w:val="3753768D"/>
    <w:rsid w:val="376E5728"/>
    <w:rsid w:val="378A294E"/>
    <w:rsid w:val="378D58A0"/>
    <w:rsid w:val="378E329A"/>
    <w:rsid w:val="37912258"/>
    <w:rsid w:val="37985896"/>
    <w:rsid w:val="37A10171"/>
    <w:rsid w:val="37A1600B"/>
    <w:rsid w:val="37A842F0"/>
    <w:rsid w:val="37AA59E3"/>
    <w:rsid w:val="37B27E77"/>
    <w:rsid w:val="37C7335B"/>
    <w:rsid w:val="37C86098"/>
    <w:rsid w:val="37DB25E2"/>
    <w:rsid w:val="37E60E9E"/>
    <w:rsid w:val="37EA4C7A"/>
    <w:rsid w:val="37EF48E7"/>
    <w:rsid w:val="37F63D17"/>
    <w:rsid w:val="37F65253"/>
    <w:rsid w:val="37FA0D1B"/>
    <w:rsid w:val="380727F3"/>
    <w:rsid w:val="38074372"/>
    <w:rsid w:val="38121E8F"/>
    <w:rsid w:val="382D25DD"/>
    <w:rsid w:val="382E110D"/>
    <w:rsid w:val="38373CBB"/>
    <w:rsid w:val="383A3612"/>
    <w:rsid w:val="38413ABE"/>
    <w:rsid w:val="384E2FD3"/>
    <w:rsid w:val="384F4989"/>
    <w:rsid w:val="38765B1C"/>
    <w:rsid w:val="38943E58"/>
    <w:rsid w:val="38982914"/>
    <w:rsid w:val="38A34728"/>
    <w:rsid w:val="38A81156"/>
    <w:rsid w:val="38AA2DAE"/>
    <w:rsid w:val="38B20A83"/>
    <w:rsid w:val="38C42C9F"/>
    <w:rsid w:val="38CF0248"/>
    <w:rsid w:val="38D40629"/>
    <w:rsid w:val="38DA1044"/>
    <w:rsid w:val="38E85A81"/>
    <w:rsid w:val="38EC6236"/>
    <w:rsid w:val="38F703CF"/>
    <w:rsid w:val="39003D64"/>
    <w:rsid w:val="390062F5"/>
    <w:rsid w:val="390139EF"/>
    <w:rsid w:val="39070ABF"/>
    <w:rsid w:val="39110D4E"/>
    <w:rsid w:val="39144D53"/>
    <w:rsid w:val="39416562"/>
    <w:rsid w:val="394F4876"/>
    <w:rsid w:val="39597DB6"/>
    <w:rsid w:val="3964326F"/>
    <w:rsid w:val="39727DF6"/>
    <w:rsid w:val="39791509"/>
    <w:rsid w:val="39795425"/>
    <w:rsid w:val="398A2D7D"/>
    <w:rsid w:val="398B2360"/>
    <w:rsid w:val="398B6E53"/>
    <w:rsid w:val="39B41E32"/>
    <w:rsid w:val="39CB75DB"/>
    <w:rsid w:val="39EB088F"/>
    <w:rsid w:val="39EF27A9"/>
    <w:rsid w:val="39F52B53"/>
    <w:rsid w:val="39FD6214"/>
    <w:rsid w:val="3A001CCE"/>
    <w:rsid w:val="3A145BAE"/>
    <w:rsid w:val="3A1F59DF"/>
    <w:rsid w:val="3A3B652F"/>
    <w:rsid w:val="3A4661F8"/>
    <w:rsid w:val="3A475814"/>
    <w:rsid w:val="3A4C384F"/>
    <w:rsid w:val="3A507B0C"/>
    <w:rsid w:val="3A655D66"/>
    <w:rsid w:val="3A6B1490"/>
    <w:rsid w:val="3A812948"/>
    <w:rsid w:val="3A916FD1"/>
    <w:rsid w:val="3A9C3B17"/>
    <w:rsid w:val="3A9E4335"/>
    <w:rsid w:val="3AA1274C"/>
    <w:rsid w:val="3AB256B8"/>
    <w:rsid w:val="3AB6562A"/>
    <w:rsid w:val="3AC14070"/>
    <w:rsid w:val="3AC32B5B"/>
    <w:rsid w:val="3ACB5C8E"/>
    <w:rsid w:val="3ADF0EB4"/>
    <w:rsid w:val="3AF41F6D"/>
    <w:rsid w:val="3B027035"/>
    <w:rsid w:val="3B1404F6"/>
    <w:rsid w:val="3B29231C"/>
    <w:rsid w:val="3B315955"/>
    <w:rsid w:val="3B474397"/>
    <w:rsid w:val="3B4C3BA4"/>
    <w:rsid w:val="3B4C65B8"/>
    <w:rsid w:val="3B517F03"/>
    <w:rsid w:val="3B562259"/>
    <w:rsid w:val="3B6409F0"/>
    <w:rsid w:val="3B65118F"/>
    <w:rsid w:val="3B681720"/>
    <w:rsid w:val="3B6F21D2"/>
    <w:rsid w:val="3B7309FE"/>
    <w:rsid w:val="3B7C6CE4"/>
    <w:rsid w:val="3B86554E"/>
    <w:rsid w:val="3B8B2680"/>
    <w:rsid w:val="3B982AFE"/>
    <w:rsid w:val="3B9C00B4"/>
    <w:rsid w:val="3BB04E92"/>
    <w:rsid w:val="3BB20728"/>
    <w:rsid w:val="3BB35A9B"/>
    <w:rsid w:val="3BBE38E2"/>
    <w:rsid w:val="3BBF1970"/>
    <w:rsid w:val="3BC76589"/>
    <w:rsid w:val="3BCB004F"/>
    <w:rsid w:val="3BE11A85"/>
    <w:rsid w:val="3BE72D36"/>
    <w:rsid w:val="3BED0335"/>
    <w:rsid w:val="3BFA50E4"/>
    <w:rsid w:val="3C1208F5"/>
    <w:rsid w:val="3C16249F"/>
    <w:rsid w:val="3C317035"/>
    <w:rsid w:val="3C3E3147"/>
    <w:rsid w:val="3C3F2CAB"/>
    <w:rsid w:val="3C415AA3"/>
    <w:rsid w:val="3C431E7C"/>
    <w:rsid w:val="3C4E2CE6"/>
    <w:rsid w:val="3C5B2F03"/>
    <w:rsid w:val="3C6F2707"/>
    <w:rsid w:val="3C7363CB"/>
    <w:rsid w:val="3C812AA3"/>
    <w:rsid w:val="3C8B3E95"/>
    <w:rsid w:val="3C8E19EE"/>
    <w:rsid w:val="3C8E5D2A"/>
    <w:rsid w:val="3C905E8B"/>
    <w:rsid w:val="3C927890"/>
    <w:rsid w:val="3C9D05BD"/>
    <w:rsid w:val="3CA26D8A"/>
    <w:rsid w:val="3CA56F5E"/>
    <w:rsid w:val="3CBB79E0"/>
    <w:rsid w:val="3CBD11A4"/>
    <w:rsid w:val="3CD95C18"/>
    <w:rsid w:val="3CDD169E"/>
    <w:rsid w:val="3CDD1ECC"/>
    <w:rsid w:val="3CE7239B"/>
    <w:rsid w:val="3CE93793"/>
    <w:rsid w:val="3CF03ADC"/>
    <w:rsid w:val="3D07358D"/>
    <w:rsid w:val="3D0C7A2D"/>
    <w:rsid w:val="3D104C76"/>
    <w:rsid w:val="3D19324B"/>
    <w:rsid w:val="3D2778F0"/>
    <w:rsid w:val="3D2C06E3"/>
    <w:rsid w:val="3D33697B"/>
    <w:rsid w:val="3D3853A6"/>
    <w:rsid w:val="3D3C2FB5"/>
    <w:rsid w:val="3D41583B"/>
    <w:rsid w:val="3D475246"/>
    <w:rsid w:val="3D527B88"/>
    <w:rsid w:val="3D5479B4"/>
    <w:rsid w:val="3D5523FC"/>
    <w:rsid w:val="3D644A26"/>
    <w:rsid w:val="3D656429"/>
    <w:rsid w:val="3D6E13D8"/>
    <w:rsid w:val="3D7E1223"/>
    <w:rsid w:val="3D877576"/>
    <w:rsid w:val="3D884134"/>
    <w:rsid w:val="3DA463DE"/>
    <w:rsid w:val="3DC95D03"/>
    <w:rsid w:val="3DD552BF"/>
    <w:rsid w:val="3DDB14DA"/>
    <w:rsid w:val="3DE2043A"/>
    <w:rsid w:val="3DE60DD8"/>
    <w:rsid w:val="3DF037A2"/>
    <w:rsid w:val="3DF42C71"/>
    <w:rsid w:val="3DFD325B"/>
    <w:rsid w:val="3DFF1496"/>
    <w:rsid w:val="3E136087"/>
    <w:rsid w:val="3E25068D"/>
    <w:rsid w:val="3E276E9A"/>
    <w:rsid w:val="3E2B1444"/>
    <w:rsid w:val="3E2D20B8"/>
    <w:rsid w:val="3E2D3558"/>
    <w:rsid w:val="3E2E2070"/>
    <w:rsid w:val="3E2F49C9"/>
    <w:rsid w:val="3E344FBE"/>
    <w:rsid w:val="3E546397"/>
    <w:rsid w:val="3E6C7E98"/>
    <w:rsid w:val="3E7118ED"/>
    <w:rsid w:val="3E730E59"/>
    <w:rsid w:val="3E7777CC"/>
    <w:rsid w:val="3E796B46"/>
    <w:rsid w:val="3E9A6313"/>
    <w:rsid w:val="3EA27DFC"/>
    <w:rsid w:val="3EBA7911"/>
    <w:rsid w:val="3EC07574"/>
    <w:rsid w:val="3EE523DB"/>
    <w:rsid w:val="3EEB308C"/>
    <w:rsid w:val="3EEC377D"/>
    <w:rsid w:val="3F007132"/>
    <w:rsid w:val="3F0E6293"/>
    <w:rsid w:val="3F100A14"/>
    <w:rsid w:val="3F1415A5"/>
    <w:rsid w:val="3F1736A3"/>
    <w:rsid w:val="3F175232"/>
    <w:rsid w:val="3F1B68E3"/>
    <w:rsid w:val="3F2F658B"/>
    <w:rsid w:val="3F2F7A44"/>
    <w:rsid w:val="3F375596"/>
    <w:rsid w:val="3F3A762D"/>
    <w:rsid w:val="3F422C13"/>
    <w:rsid w:val="3F466B09"/>
    <w:rsid w:val="3F4E0B90"/>
    <w:rsid w:val="3F532029"/>
    <w:rsid w:val="3F5E0705"/>
    <w:rsid w:val="3F67786E"/>
    <w:rsid w:val="3F6828BA"/>
    <w:rsid w:val="3F694137"/>
    <w:rsid w:val="3F6A58DB"/>
    <w:rsid w:val="3F6B413A"/>
    <w:rsid w:val="3F782E41"/>
    <w:rsid w:val="3F831445"/>
    <w:rsid w:val="3F8E10DE"/>
    <w:rsid w:val="3FB43193"/>
    <w:rsid w:val="3FB70B9B"/>
    <w:rsid w:val="3FB9613A"/>
    <w:rsid w:val="3FD03C2D"/>
    <w:rsid w:val="3FEB0345"/>
    <w:rsid w:val="3FFC0219"/>
    <w:rsid w:val="4002017D"/>
    <w:rsid w:val="40252E38"/>
    <w:rsid w:val="403A1357"/>
    <w:rsid w:val="40463DD2"/>
    <w:rsid w:val="404B2793"/>
    <w:rsid w:val="4056683B"/>
    <w:rsid w:val="405B2E19"/>
    <w:rsid w:val="40695B00"/>
    <w:rsid w:val="4075015B"/>
    <w:rsid w:val="40760093"/>
    <w:rsid w:val="408B53D4"/>
    <w:rsid w:val="40951FA3"/>
    <w:rsid w:val="40A23D77"/>
    <w:rsid w:val="40A56BED"/>
    <w:rsid w:val="40A91E18"/>
    <w:rsid w:val="40AF2725"/>
    <w:rsid w:val="40B128A4"/>
    <w:rsid w:val="40BE6661"/>
    <w:rsid w:val="40CD0B09"/>
    <w:rsid w:val="40DB617A"/>
    <w:rsid w:val="40E3155D"/>
    <w:rsid w:val="40E82E64"/>
    <w:rsid w:val="40E9714E"/>
    <w:rsid w:val="40F1746F"/>
    <w:rsid w:val="40F213A6"/>
    <w:rsid w:val="40F76C41"/>
    <w:rsid w:val="4108184E"/>
    <w:rsid w:val="41195658"/>
    <w:rsid w:val="411F2520"/>
    <w:rsid w:val="41221A6F"/>
    <w:rsid w:val="41297783"/>
    <w:rsid w:val="41373C90"/>
    <w:rsid w:val="413D12C3"/>
    <w:rsid w:val="41401C69"/>
    <w:rsid w:val="414A674E"/>
    <w:rsid w:val="414F180B"/>
    <w:rsid w:val="4150039C"/>
    <w:rsid w:val="41597150"/>
    <w:rsid w:val="41602C5B"/>
    <w:rsid w:val="416128AA"/>
    <w:rsid w:val="41650453"/>
    <w:rsid w:val="41715CBB"/>
    <w:rsid w:val="41797253"/>
    <w:rsid w:val="41850660"/>
    <w:rsid w:val="419F58BC"/>
    <w:rsid w:val="41A40F69"/>
    <w:rsid w:val="41BC5735"/>
    <w:rsid w:val="41C24D8D"/>
    <w:rsid w:val="41CF3338"/>
    <w:rsid w:val="41DD3BCB"/>
    <w:rsid w:val="41DD51F1"/>
    <w:rsid w:val="420013C8"/>
    <w:rsid w:val="421E5B57"/>
    <w:rsid w:val="42204ED1"/>
    <w:rsid w:val="42206889"/>
    <w:rsid w:val="42221067"/>
    <w:rsid w:val="422E0AA3"/>
    <w:rsid w:val="42321A59"/>
    <w:rsid w:val="423A2E84"/>
    <w:rsid w:val="4256519E"/>
    <w:rsid w:val="425B5843"/>
    <w:rsid w:val="425F6460"/>
    <w:rsid w:val="4269156D"/>
    <w:rsid w:val="426B20CA"/>
    <w:rsid w:val="426C288B"/>
    <w:rsid w:val="42776DF5"/>
    <w:rsid w:val="427C3E22"/>
    <w:rsid w:val="427D16B3"/>
    <w:rsid w:val="427E7A33"/>
    <w:rsid w:val="428E1EE9"/>
    <w:rsid w:val="42920259"/>
    <w:rsid w:val="42957379"/>
    <w:rsid w:val="42984576"/>
    <w:rsid w:val="42AC70B7"/>
    <w:rsid w:val="42B00C1A"/>
    <w:rsid w:val="42B21E65"/>
    <w:rsid w:val="42B27DC0"/>
    <w:rsid w:val="42B41400"/>
    <w:rsid w:val="42B77CBB"/>
    <w:rsid w:val="42D10D74"/>
    <w:rsid w:val="42D65932"/>
    <w:rsid w:val="42DB7401"/>
    <w:rsid w:val="42DC412B"/>
    <w:rsid w:val="42E50E2C"/>
    <w:rsid w:val="42E776BF"/>
    <w:rsid w:val="42ED3E97"/>
    <w:rsid w:val="42F147C1"/>
    <w:rsid w:val="42F83317"/>
    <w:rsid w:val="43076919"/>
    <w:rsid w:val="4315539A"/>
    <w:rsid w:val="43245703"/>
    <w:rsid w:val="4333020F"/>
    <w:rsid w:val="433529B8"/>
    <w:rsid w:val="433C2338"/>
    <w:rsid w:val="433E0C1C"/>
    <w:rsid w:val="434127D7"/>
    <w:rsid w:val="434F662C"/>
    <w:rsid w:val="43527375"/>
    <w:rsid w:val="435B5A4D"/>
    <w:rsid w:val="435D75D0"/>
    <w:rsid w:val="436059F4"/>
    <w:rsid w:val="43644C99"/>
    <w:rsid w:val="43664731"/>
    <w:rsid w:val="43712409"/>
    <w:rsid w:val="439C3C4D"/>
    <w:rsid w:val="439D5E45"/>
    <w:rsid w:val="439E0B28"/>
    <w:rsid w:val="43A5447F"/>
    <w:rsid w:val="43B67B7C"/>
    <w:rsid w:val="43C06B14"/>
    <w:rsid w:val="43D63325"/>
    <w:rsid w:val="43DD1CD5"/>
    <w:rsid w:val="43E32D28"/>
    <w:rsid w:val="43E47FC0"/>
    <w:rsid w:val="43EA2AC2"/>
    <w:rsid w:val="44046D9D"/>
    <w:rsid w:val="440703B7"/>
    <w:rsid w:val="44101FD7"/>
    <w:rsid w:val="44164138"/>
    <w:rsid w:val="44183FAF"/>
    <w:rsid w:val="44215F43"/>
    <w:rsid w:val="44245F3A"/>
    <w:rsid w:val="44453164"/>
    <w:rsid w:val="444601BD"/>
    <w:rsid w:val="44615BDA"/>
    <w:rsid w:val="44623381"/>
    <w:rsid w:val="44703702"/>
    <w:rsid w:val="44742BFD"/>
    <w:rsid w:val="44775189"/>
    <w:rsid w:val="44872507"/>
    <w:rsid w:val="44907AC3"/>
    <w:rsid w:val="44A3788B"/>
    <w:rsid w:val="44A55814"/>
    <w:rsid w:val="44B922E2"/>
    <w:rsid w:val="44C31119"/>
    <w:rsid w:val="44D30F64"/>
    <w:rsid w:val="44D84192"/>
    <w:rsid w:val="44DF56C2"/>
    <w:rsid w:val="44E6156A"/>
    <w:rsid w:val="44EA01BC"/>
    <w:rsid w:val="44FC4B09"/>
    <w:rsid w:val="44FD53A9"/>
    <w:rsid w:val="44FD6C51"/>
    <w:rsid w:val="44FE2C46"/>
    <w:rsid w:val="45143E0F"/>
    <w:rsid w:val="451B455A"/>
    <w:rsid w:val="45284F2E"/>
    <w:rsid w:val="452E2C3A"/>
    <w:rsid w:val="45346F94"/>
    <w:rsid w:val="45365F5A"/>
    <w:rsid w:val="455079B1"/>
    <w:rsid w:val="455F2F0A"/>
    <w:rsid w:val="456348C4"/>
    <w:rsid w:val="456832D6"/>
    <w:rsid w:val="456C4F6B"/>
    <w:rsid w:val="457F3508"/>
    <w:rsid w:val="45A12996"/>
    <w:rsid w:val="45A710DF"/>
    <w:rsid w:val="45A73CB9"/>
    <w:rsid w:val="45A76FC5"/>
    <w:rsid w:val="45AA7A4F"/>
    <w:rsid w:val="45AB36A9"/>
    <w:rsid w:val="45B1105E"/>
    <w:rsid w:val="45B94505"/>
    <w:rsid w:val="45C32437"/>
    <w:rsid w:val="45C967FC"/>
    <w:rsid w:val="45CF051B"/>
    <w:rsid w:val="45D33B5F"/>
    <w:rsid w:val="45E010B2"/>
    <w:rsid w:val="45E21B60"/>
    <w:rsid w:val="45E41E88"/>
    <w:rsid w:val="45E73910"/>
    <w:rsid w:val="45EA1F1E"/>
    <w:rsid w:val="460A2D60"/>
    <w:rsid w:val="460A3CAB"/>
    <w:rsid w:val="460B2709"/>
    <w:rsid w:val="46107713"/>
    <w:rsid w:val="461E66C8"/>
    <w:rsid w:val="46236EA7"/>
    <w:rsid w:val="462A49BD"/>
    <w:rsid w:val="462A4F53"/>
    <w:rsid w:val="462E224E"/>
    <w:rsid w:val="463C3796"/>
    <w:rsid w:val="463D7D30"/>
    <w:rsid w:val="46416570"/>
    <w:rsid w:val="465C6B71"/>
    <w:rsid w:val="46626409"/>
    <w:rsid w:val="467515B6"/>
    <w:rsid w:val="467B62E8"/>
    <w:rsid w:val="467C2468"/>
    <w:rsid w:val="468670EF"/>
    <w:rsid w:val="468D4108"/>
    <w:rsid w:val="468D7198"/>
    <w:rsid w:val="469B2E17"/>
    <w:rsid w:val="46A12DCF"/>
    <w:rsid w:val="46A30BB0"/>
    <w:rsid w:val="46A40971"/>
    <w:rsid w:val="46A97153"/>
    <w:rsid w:val="46AC46F8"/>
    <w:rsid w:val="46AD50E8"/>
    <w:rsid w:val="46B52531"/>
    <w:rsid w:val="46C34AA2"/>
    <w:rsid w:val="46D7692B"/>
    <w:rsid w:val="46DA3BD8"/>
    <w:rsid w:val="46DD06EC"/>
    <w:rsid w:val="46E70B0F"/>
    <w:rsid w:val="46E908C5"/>
    <w:rsid w:val="46EC657A"/>
    <w:rsid w:val="46EE5198"/>
    <w:rsid w:val="46F82E6B"/>
    <w:rsid w:val="46FD0ACB"/>
    <w:rsid w:val="47057213"/>
    <w:rsid w:val="470E0AFC"/>
    <w:rsid w:val="471D3ECC"/>
    <w:rsid w:val="47285DA8"/>
    <w:rsid w:val="47396015"/>
    <w:rsid w:val="4750472E"/>
    <w:rsid w:val="47586DFA"/>
    <w:rsid w:val="475908D3"/>
    <w:rsid w:val="475945F5"/>
    <w:rsid w:val="47617500"/>
    <w:rsid w:val="47654818"/>
    <w:rsid w:val="476667D5"/>
    <w:rsid w:val="47745160"/>
    <w:rsid w:val="47747C61"/>
    <w:rsid w:val="477728D2"/>
    <w:rsid w:val="47865EAB"/>
    <w:rsid w:val="47933934"/>
    <w:rsid w:val="479E5F12"/>
    <w:rsid w:val="479F1CE9"/>
    <w:rsid w:val="47B9474A"/>
    <w:rsid w:val="47C96294"/>
    <w:rsid w:val="47CB21BB"/>
    <w:rsid w:val="47D847FC"/>
    <w:rsid w:val="47E12CEF"/>
    <w:rsid w:val="47E16F13"/>
    <w:rsid w:val="47E563A9"/>
    <w:rsid w:val="47FF4C6A"/>
    <w:rsid w:val="480246F2"/>
    <w:rsid w:val="480E6667"/>
    <w:rsid w:val="48224D1C"/>
    <w:rsid w:val="482E15E3"/>
    <w:rsid w:val="48497C30"/>
    <w:rsid w:val="4852181C"/>
    <w:rsid w:val="485574DC"/>
    <w:rsid w:val="4862493B"/>
    <w:rsid w:val="48783972"/>
    <w:rsid w:val="487870DF"/>
    <w:rsid w:val="48792E05"/>
    <w:rsid w:val="488770A2"/>
    <w:rsid w:val="48883912"/>
    <w:rsid w:val="4889387B"/>
    <w:rsid w:val="488E6570"/>
    <w:rsid w:val="489A4FE6"/>
    <w:rsid w:val="48A1082C"/>
    <w:rsid w:val="48A173DC"/>
    <w:rsid w:val="48C73DD2"/>
    <w:rsid w:val="48D82AA2"/>
    <w:rsid w:val="48DC20AD"/>
    <w:rsid w:val="48EC327B"/>
    <w:rsid w:val="48F92986"/>
    <w:rsid w:val="490950FA"/>
    <w:rsid w:val="491769DB"/>
    <w:rsid w:val="491943F4"/>
    <w:rsid w:val="492F63D0"/>
    <w:rsid w:val="493F218F"/>
    <w:rsid w:val="494E3E0D"/>
    <w:rsid w:val="49601B44"/>
    <w:rsid w:val="49611F5D"/>
    <w:rsid w:val="49625BFC"/>
    <w:rsid w:val="49641694"/>
    <w:rsid w:val="49777023"/>
    <w:rsid w:val="497826F8"/>
    <w:rsid w:val="497D081A"/>
    <w:rsid w:val="498031D7"/>
    <w:rsid w:val="4981549C"/>
    <w:rsid w:val="49965C01"/>
    <w:rsid w:val="4999128D"/>
    <w:rsid w:val="49A11696"/>
    <w:rsid w:val="49AB634A"/>
    <w:rsid w:val="49AF522A"/>
    <w:rsid w:val="49B317E9"/>
    <w:rsid w:val="49B63158"/>
    <w:rsid w:val="49BA3025"/>
    <w:rsid w:val="49C27F1F"/>
    <w:rsid w:val="49C44553"/>
    <w:rsid w:val="49CC2F2B"/>
    <w:rsid w:val="49D1141B"/>
    <w:rsid w:val="49D42777"/>
    <w:rsid w:val="49D761FB"/>
    <w:rsid w:val="49DA7C1B"/>
    <w:rsid w:val="49DB0C4E"/>
    <w:rsid w:val="49DF3A84"/>
    <w:rsid w:val="49EE4DF5"/>
    <w:rsid w:val="49F44CE1"/>
    <w:rsid w:val="4A0A6577"/>
    <w:rsid w:val="4A1D6AC7"/>
    <w:rsid w:val="4A1F3F2D"/>
    <w:rsid w:val="4A2C0698"/>
    <w:rsid w:val="4A2F12E0"/>
    <w:rsid w:val="4A2F5BCB"/>
    <w:rsid w:val="4A334593"/>
    <w:rsid w:val="4A40011E"/>
    <w:rsid w:val="4A4170DF"/>
    <w:rsid w:val="4A4E732B"/>
    <w:rsid w:val="4A50098B"/>
    <w:rsid w:val="4A67794F"/>
    <w:rsid w:val="4A71241B"/>
    <w:rsid w:val="4A7708AA"/>
    <w:rsid w:val="4A785F36"/>
    <w:rsid w:val="4A7956F3"/>
    <w:rsid w:val="4A7D3412"/>
    <w:rsid w:val="4A867D20"/>
    <w:rsid w:val="4A94659A"/>
    <w:rsid w:val="4A9A537F"/>
    <w:rsid w:val="4AA015C1"/>
    <w:rsid w:val="4AA44994"/>
    <w:rsid w:val="4AB80A5F"/>
    <w:rsid w:val="4AC7250A"/>
    <w:rsid w:val="4AC95374"/>
    <w:rsid w:val="4ACE1D9E"/>
    <w:rsid w:val="4AD46CE9"/>
    <w:rsid w:val="4AD52F0C"/>
    <w:rsid w:val="4ADB3075"/>
    <w:rsid w:val="4B014662"/>
    <w:rsid w:val="4B0B6EA2"/>
    <w:rsid w:val="4B0E21EC"/>
    <w:rsid w:val="4B1A5DB3"/>
    <w:rsid w:val="4B230AA0"/>
    <w:rsid w:val="4B481359"/>
    <w:rsid w:val="4B485ABF"/>
    <w:rsid w:val="4B4B6C7C"/>
    <w:rsid w:val="4B52357D"/>
    <w:rsid w:val="4B6C5144"/>
    <w:rsid w:val="4B6C698C"/>
    <w:rsid w:val="4B857111"/>
    <w:rsid w:val="4B8A49AB"/>
    <w:rsid w:val="4B99771C"/>
    <w:rsid w:val="4B9A66CF"/>
    <w:rsid w:val="4BA53594"/>
    <w:rsid w:val="4BA8545C"/>
    <w:rsid w:val="4BAB02F5"/>
    <w:rsid w:val="4BAC32C8"/>
    <w:rsid w:val="4BAF13E5"/>
    <w:rsid w:val="4BB41717"/>
    <w:rsid w:val="4BB47C75"/>
    <w:rsid w:val="4BCC71D3"/>
    <w:rsid w:val="4BD03C47"/>
    <w:rsid w:val="4BD0666B"/>
    <w:rsid w:val="4BD628AF"/>
    <w:rsid w:val="4BD83015"/>
    <w:rsid w:val="4BDD5CAE"/>
    <w:rsid w:val="4BE63233"/>
    <w:rsid w:val="4BE945B7"/>
    <w:rsid w:val="4BEC6808"/>
    <w:rsid w:val="4BEF0D92"/>
    <w:rsid w:val="4BF0188C"/>
    <w:rsid w:val="4BF209FE"/>
    <w:rsid w:val="4BF26B60"/>
    <w:rsid w:val="4BF61E64"/>
    <w:rsid w:val="4BF86ACC"/>
    <w:rsid w:val="4BFA2F18"/>
    <w:rsid w:val="4C01295B"/>
    <w:rsid w:val="4C300269"/>
    <w:rsid w:val="4C5F1E21"/>
    <w:rsid w:val="4C7F21F7"/>
    <w:rsid w:val="4C83353B"/>
    <w:rsid w:val="4C873036"/>
    <w:rsid w:val="4C8B2163"/>
    <w:rsid w:val="4C8D74AB"/>
    <w:rsid w:val="4C9B4209"/>
    <w:rsid w:val="4CA45D71"/>
    <w:rsid w:val="4CA74B03"/>
    <w:rsid w:val="4CAB7F39"/>
    <w:rsid w:val="4CAD4915"/>
    <w:rsid w:val="4CAF3668"/>
    <w:rsid w:val="4CD21352"/>
    <w:rsid w:val="4CD84938"/>
    <w:rsid w:val="4CDF79DB"/>
    <w:rsid w:val="4CE2396D"/>
    <w:rsid w:val="4CFE6FF8"/>
    <w:rsid w:val="4D0F3076"/>
    <w:rsid w:val="4D1334DC"/>
    <w:rsid w:val="4D2652BF"/>
    <w:rsid w:val="4D2C11D0"/>
    <w:rsid w:val="4D3352F9"/>
    <w:rsid w:val="4D3A1501"/>
    <w:rsid w:val="4D4063E4"/>
    <w:rsid w:val="4D485761"/>
    <w:rsid w:val="4D5231D2"/>
    <w:rsid w:val="4D593F56"/>
    <w:rsid w:val="4D8219F9"/>
    <w:rsid w:val="4D845359"/>
    <w:rsid w:val="4D8E5819"/>
    <w:rsid w:val="4D9024DC"/>
    <w:rsid w:val="4D961A54"/>
    <w:rsid w:val="4D9A0D6F"/>
    <w:rsid w:val="4DB9205B"/>
    <w:rsid w:val="4DCA76FB"/>
    <w:rsid w:val="4DCB5224"/>
    <w:rsid w:val="4DCD6E89"/>
    <w:rsid w:val="4DD22060"/>
    <w:rsid w:val="4DDB7794"/>
    <w:rsid w:val="4DE365DC"/>
    <w:rsid w:val="4DE64BBF"/>
    <w:rsid w:val="4E061E44"/>
    <w:rsid w:val="4E1D08EE"/>
    <w:rsid w:val="4E1E2810"/>
    <w:rsid w:val="4E285C13"/>
    <w:rsid w:val="4E3A3CE7"/>
    <w:rsid w:val="4E4C4A2A"/>
    <w:rsid w:val="4E557DDB"/>
    <w:rsid w:val="4E5E6AAA"/>
    <w:rsid w:val="4E6801E8"/>
    <w:rsid w:val="4E742837"/>
    <w:rsid w:val="4E751CC6"/>
    <w:rsid w:val="4E82188D"/>
    <w:rsid w:val="4E8321EB"/>
    <w:rsid w:val="4E847893"/>
    <w:rsid w:val="4E9863BA"/>
    <w:rsid w:val="4EA114AB"/>
    <w:rsid w:val="4EA343AA"/>
    <w:rsid w:val="4EA65C1D"/>
    <w:rsid w:val="4EAE25E3"/>
    <w:rsid w:val="4EAF1585"/>
    <w:rsid w:val="4EBB3A2E"/>
    <w:rsid w:val="4EC70D57"/>
    <w:rsid w:val="4ED24069"/>
    <w:rsid w:val="4ED54540"/>
    <w:rsid w:val="4ED84236"/>
    <w:rsid w:val="4EDF755E"/>
    <w:rsid w:val="4F176A14"/>
    <w:rsid w:val="4F2107EB"/>
    <w:rsid w:val="4F250C99"/>
    <w:rsid w:val="4F2E2E87"/>
    <w:rsid w:val="4F3D5663"/>
    <w:rsid w:val="4F3F137C"/>
    <w:rsid w:val="4F4001B5"/>
    <w:rsid w:val="4F611FCA"/>
    <w:rsid w:val="4F701FA8"/>
    <w:rsid w:val="4F8864EA"/>
    <w:rsid w:val="4F9F0769"/>
    <w:rsid w:val="4FB104E8"/>
    <w:rsid w:val="4FB57534"/>
    <w:rsid w:val="4FBD5F23"/>
    <w:rsid w:val="4FBF3581"/>
    <w:rsid w:val="4FCE4ADB"/>
    <w:rsid w:val="4FDB228B"/>
    <w:rsid w:val="4FED23DF"/>
    <w:rsid w:val="4FF22C8C"/>
    <w:rsid w:val="4FFD54C0"/>
    <w:rsid w:val="5010588B"/>
    <w:rsid w:val="50112AE3"/>
    <w:rsid w:val="502A66ED"/>
    <w:rsid w:val="502E66D9"/>
    <w:rsid w:val="50380ADA"/>
    <w:rsid w:val="503A3DDE"/>
    <w:rsid w:val="50442D3A"/>
    <w:rsid w:val="504F3021"/>
    <w:rsid w:val="505141AF"/>
    <w:rsid w:val="50536760"/>
    <w:rsid w:val="505478CA"/>
    <w:rsid w:val="505942B3"/>
    <w:rsid w:val="50735138"/>
    <w:rsid w:val="507A7CD3"/>
    <w:rsid w:val="508C35E1"/>
    <w:rsid w:val="50A16A22"/>
    <w:rsid w:val="50AE16FE"/>
    <w:rsid w:val="50B42717"/>
    <w:rsid w:val="50B53314"/>
    <w:rsid w:val="50C76C83"/>
    <w:rsid w:val="50C77484"/>
    <w:rsid w:val="50C87FD1"/>
    <w:rsid w:val="50CF3DF8"/>
    <w:rsid w:val="50D06C37"/>
    <w:rsid w:val="50D45639"/>
    <w:rsid w:val="50D67EDB"/>
    <w:rsid w:val="50D84B0D"/>
    <w:rsid w:val="50E07760"/>
    <w:rsid w:val="50E130F2"/>
    <w:rsid w:val="50E91DB0"/>
    <w:rsid w:val="50ED01D8"/>
    <w:rsid w:val="50EF0DE9"/>
    <w:rsid w:val="50EF4BB2"/>
    <w:rsid w:val="50F05872"/>
    <w:rsid w:val="50FC2768"/>
    <w:rsid w:val="50FC38A3"/>
    <w:rsid w:val="50FD092D"/>
    <w:rsid w:val="51074182"/>
    <w:rsid w:val="511D3137"/>
    <w:rsid w:val="511F5B33"/>
    <w:rsid w:val="51222B02"/>
    <w:rsid w:val="51233961"/>
    <w:rsid w:val="51240B5B"/>
    <w:rsid w:val="51261970"/>
    <w:rsid w:val="513F04F0"/>
    <w:rsid w:val="51536F2D"/>
    <w:rsid w:val="516029C0"/>
    <w:rsid w:val="51656558"/>
    <w:rsid w:val="518A30E2"/>
    <w:rsid w:val="519017AB"/>
    <w:rsid w:val="519068CE"/>
    <w:rsid w:val="51970368"/>
    <w:rsid w:val="51A24130"/>
    <w:rsid w:val="51A33A34"/>
    <w:rsid w:val="51A50246"/>
    <w:rsid w:val="51B0390B"/>
    <w:rsid w:val="51B92DF9"/>
    <w:rsid w:val="51BE24A3"/>
    <w:rsid w:val="51CD0EE4"/>
    <w:rsid w:val="51D9489E"/>
    <w:rsid w:val="51E1308A"/>
    <w:rsid w:val="51E61740"/>
    <w:rsid w:val="51EE506A"/>
    <w:rsid w:val="51F71A35"/>
    <w:rsid w:val="51F81DF3"/>
    <w:rsid w:val="51F87C1F"/>
    <w:rsid w:val="520301D1"/>
    <w:rsid w:val="52072CF4"/>
    <w:rsid w:val="520739DC"/>
    <w:rsid w:val="520B3366"/>
    <w:rsid w:val="521235B8"/>
    <w:rsid w:val="5222558D"/>
    <w:rsid w:val="523D5D6D"/>
    <w:rsid w:val="52463C9F"/>
    <w:rsid w:val="524F267D"/>
    <w:rsid w:val="52553B0A"/>
    <w:rsid w:val="525949A7"/>
    <w:rsid w:val="527930AF"/>
    <w:rsid w:val="52BA5035"/>
    <w:rsid w:val="52CF63E2"/>
    <w:rsid w:val="52D0571D"/>
    <w:rsid w:val="52DF463E"/>
    <w:rsid w:val="52FD3B3C"/>
    <w:rsid w:val="52FD4680"/>
    <w:rsid w:val="52FE0141"/>
    <w:rsid w:val="53025079"/>
    <w:rsid w:val="5304625F"/>
    <w:rsid w:val="5304711E"/>
    <w:rsid w:val="530A6269"/>
    <w:rsid w:val="53145E3F"/>
    <w:rsid w:val="53292C7A"/>
    <w:rsid w:val="533A70CF"/>
    <w:rsid w:val="533D28C9"/>
    <w:rsid w:val="533F5135"/>
    <w:rsid w:val="53453679"/>
    <w:rsid w:val="53457A5A"/>
    <w:rsid w:val="534C2968"/>
    <w:rsid w:val="537573F2"/>
    <w:rsid w:val="53823001"/>
    <w:rsid w:val="5389285A"/>
    <w:rsid w:val="538C40FE"/>
    <w:rsid w:val="539C40B6"/>
    <w:rsid w:val="53A16880"/>
    <w:rsid w:val="53AA7273"/>
    <w:rsid w:val="53AF093D"/>
    <w:rsid w:val="53BF1D45"/>
    <w:rsid w:val="53C274E2"/>
    <w:rsid w:val="53D462E7"/>
    <w:rsid w:val="53DD664B"/>
    <w:rsid w:val="53E94831"/>
    <w:rsid w:val="53EE134D"/>
    <w:rsid w:val="53F006B0"/>
    <w:rsid w:val="54157332"/>
    <w:rsid w:val="541D6E07"/>
    <w:rsid w:val="542779A0"/>
    <w:rsid w:val="542F1C70"/>
    <w:rsid w:val="54311205"/>
    <w:rsid w:val="5442280B"/>
    <w:rsid w:val="54582B75"/>
    <w:rsid w:val="546B39D2"/>
    <w:rsid w:val="546F4270"/>
    <w:rsid w:val="54702920"/>
    <w:rsid w:val="54735A4A"/>
    <w:rsid w:val="547E1427"/>
    <w:rsid w:val="54823680"/>
    <w:rsid w:val="54994B36"/>
    <w:rsid w:val="549C50F5"/>
    <w:rsid w:val="54A36E95"/>
    <w:rsid w:val="54AF1BFF"/>
    <w:rsid w:val="54B520E8"/>
    <w:rsid w:val="54E40A81"/>
    <w:rsid w:val="54E60989"/>
    <w:rsid w:val="54E91494"/>
    <w:rsid w:val="54F04B5F"/>
    <w:rsid w:val="54F920BA"/>
    <w:rsid w:val="54FA3E1A"/>
    <w:rsid w:val="55050EE2"/>
    <w:rsid w:val="55110A7A"/>
    <w:rsid w:val="551632C6"/>
    <w:rsid w:val="55190A7D"/>
    <w:rsid w:val="553047C2"/>
    <w:rsid w:val="55332399"/>
    <w:rsid w:val="55376D02"/>
    <w:rsid w:val="553A2724"/>
    <w:rsid w:val="555F77DE"/>
    <w:rsid w:val="55652615"/>
    <w:rsid w:val="556827B6"/>
    <w:rsid w:val="556A3F83"/>
    <w:rsid w:val="55705003"/>
    <w:rsid w:val="558B13CA"/>
    <w:rsid w:val="558D406B"/>
    <w:rsid w:val="55952D87"/>
    <w:rsid w:val="5598420A"/>
    <w:rsid w:val="55AB3678"/>
    <w:rsid w:val="55BE76F2"/>
    <w:rsid w:val="55C96AE0"/>
    <w:rsid w:val="55CD7DB2"/>
    <w:rsid w:val="55D02348"/>
    <w:rsid w:val="55D9315B"/>
    <w:rsid w:val="55FC24B8"/>
    <w:rsid w:val="55FF59DC"/>
    <w:rsid w:val="560655C8"/>
    <w:rsid w:val="56084CF3"/>
    <w:rsid w:val="56135F61"/>
    <w:rsid w:val="561A71B1"/>
    <w:rsid w:val="562D32C4"/>
    <w:rsid w:val="56311DBD"/>
    <w:rsid w:val="563F0168"/>
    <w:rsid w:val="563F244E"/>
    <w:rsid w:val="56437852"/>
    <w:rsid w:val="56474237"/>
    <w:rsid w:val="56584F9D"/>
    <w:rsid w:val="566450C3"/>
    <w:rsid w:val="566B42BA"/>
    <w:rsid w:val="566B4F2A"/>
    <w:rsid w:val="566D193E"/>
    <w:rsid w:val="56740020"/>
    <w:rsid w:val="567409EF"/>
    <w:rsid w:val="567C1E40"/>
    <w:rsid w:val="567D6E7B"/>
    <w:rsid w:val="567F221F"/>
    <w:rsid w:val="56802DC0"/>
    <w:rsid w:val="568E3D7F"/>
    <w:rsid w:val="569226C1"/>
    <w:rsid w:val="5696067E"/>
    <w:rsid w:val="569A6FAB"/>
    <w:rsid w:val="569D474E"/>
    <w:rsid w:val="56A064CD"/>
    <w:rsid w:val="56A64A20"/>
    <w:rsid w:val="56AB48DB"/>
    <w:rsid w:val="56AB7A46"/>
    <w:rsid w:val="56B6344D"/>
    <w:rsid w:val="56BE7A56"/>
    <w:rsid w:val="56BF0322"/>
    <w:rsid w:val="56C63368"/>
    <w:rsid w:val="56D8105B"/>
    <w:rsid w:val="56E06678"/>
    <w:rsid w:val="56F10B8E"/>
    <w:rsid w:val="56F17DB0"/>
    <w:rsid w:val="56F32EDD"/>
    <w:rsid w:val="56F543BF"/>
    <w:rsid w:val="570328C9"/>
    <w:rsid w:val="5703367C"/>
    <w:rsid w:val="570827D9"/>
    <w:rsid w:val="570F022B"/>
    <w:rsid w:val="571457A2"/>
    <w:rsid w:val="572254A7"/>
    <w:rsid w:val="57320357"/>
    <w:rsid w:val="57587558"/>
    <w:rsid w:val="575A6AAA"/>
    <w:rsid w:val="57755CEE"/>
    <w:rsid w:val="577A32E9"/>
    <w:rsid w:val="577C7041"/>
    <w:rsid w:val="577C77B9"/>
    <w:rsid w:val="577D4185"/>
    <w:rsid w:val="5791292B"/>
    <w:rsid w:val="579156D2"/>
    <w:rsid w:val="57926E35"/>
    <w:rsid w:val="579455D7"/>
    <w:rsid w:val="57A0147E"/>
    <w:rsid w:val="57A40FFC"/>
    <w:rsid w:val="57A769BA"/>
    <w:rsid w:val="57AB1CDF"/>
    <w:rsid w:val="57AC769C"/>
    <w:rsid w:val="57AD22D4"/>
    <w:rsid w:val="57F7416F"/>
    <w:rsid w:val="58004166"/>
    <w:rsid w:val="58016FA2"/>
    <w:rsid w:val="581C0672"/>
    <w:rsid w:val="58263E66"/>
    <w:rsid w:val="582E5BB2"/>
    <w:rsid w:val="58442EA7"/>
    <w:rsid w:val="584A790A"/>
    <w:rsid w:val="584B47D0"/>
    <w:rsid w:val="58576BEA"/>
    <w:rsid w:val="585A4093"/>
    <w:rsid w:val="58657A9C"/>
    <w:rsid w:val="586F5454"/>
    <w:rsid w:val="58807512"/>
    <w:rsid w:val="58A95B53"/>
    <w:rsid w:val="58AF722F"/>
    <w:rsid w:val="58B878E7"/>
    <w:rsid w:val="58C40675"/>
    <w:rsid w:val="58C41661"/>
    <w:rsid w:val="58C60F53"/>
    <w:rsid w:val="58CA6BB6"/>
    <w:rsid w:val="58CC63B1"/>
    <w:rsid w:val="58E06D9C"/>
    <w:rsid w:val="58E5778E"/>
    <w:rsid w:val="58ED405C"/>
    <w:rsid w:val="58F071A7"/>
    <w:rsid w:val="58F650D2"/>
    <w:rsid w:val="5901069B"/>
    <w:rsid w:val="59084E66"/>
    <w:rsid w:val="590F1F5A"/>
    <w:rsid w:val="59107CB8"/>
    <w:rsid w:val="59112ABE"/>
    <w:rsid w:val="592D301D"/>
    <w:rsid w:val="592F669E"/>
    <w:rsid w:val="593072A0"/>
    <w:rsid w:val="594E3C89"/>
    <w:rsid w:val="5951786B"/>
    <w:rsid w:val="596565BA"/>
    <w:rsid w:val="59761424"/>
    <w:rsid w:val="598865A0"/>
    <w:rsid w:val="599B4DEF"/>
    <w:rsid w:val="59A6440D"/>
    <w:rsid w:val="59BE243B"/>
    <w:rsid w:val="59C966E5"/>
    <w:rsid w:val="59CE6224"/>
    <w:rsid w:val="59E23CD7"/>
    <w:rsid w:val="59EB485F"/>
    <w:rsid w:val="59EC3BB1"/>
    <w:rsid w:val="59F82F6B"/>
    <w:rsid w:val="59FD50FF"/>
    <w:rsid w:val="5A0B62DE"/>
    <w:rsid w:val="5A0F08D9"/>
    <w:rsid w:val="5A0F265E"/>
    <w:rsid w:val="5A1371BF"/>
    <w:rsid w:val="5A1A7D38"/>
    <w:rsid w:val="5A253DE0"/>
    <w:rsid w:val="5A2D6F5B"/>
    <w:rsid w:val="5A2F56EA"/>
    <w:rsid w:val="5A3566B8"/>
    <w:rsid w:val="5A3B4F4D"/>
    <w:rsid w:val="5A3D7EC8"/>
    <w:rsid w:val="5A46302F"/>
    <w:rsid w:val="5A5E6A29"/>
    <w:rsid w:val="5A6109BE"/>
    <w:rsid w:val="5A67518D"/>
    <w:rsid w:val="5A6D18D7"/>
    <w:rsid w:val="5A710E1F"/>
    <w:rsid w:val="5A737359"/>
    <w:rsid w:val="5A7B379E"/>
    <w:rsid w:val="5A7F0605"/>
    <w:rsid w:val="5A81596C"/>
    <w:rsid w:val="5A836633"/>
    <w:rsid w:val="5A864991"/>
    <w:rsid w:val="5A926787"/>
    <w:rsid w:val="5A96742F"/>
    <w:rsid w:val="5AA81E53"/>
    <w:rsid w:val="5AB633DD"/>
    <w:rsid w:val="5AC16DB2"/>
    <w:rsid w:val="5AC75E13"/>
    <w:rsid w:val="5AD570CA"/>
    <w:rsid w:val="5AD731B7"/>
    <w:rsid w:val="5AE343A4"/>
    <w:rsid w:val="5AEF695C"/>
    <w:rsid w:val="5AF56BB4"/>
    <w:rsid w:val="5AFB50F9"/>
    <w:rsid w:val="5B142C55"/>
    <w:rsid w:val="5B1E71E3"/>
    <w:rsid w:val="5B21315E"/>
    <w:rsid w:val="5B227464"/>
    <w:rsid w:val="5B262E14"/>
    <w:rsid w:val="5B3B7536"/>
    <w:rsid w:val="5B4C3D21"/>
    <w:rsid w:val="5B4C772B"/>
    <w:rsid w:val="5B5A1A61"/>
    <w:rsid w:val="5B6969B1"/>
    <w:rsid w:val="5B727C37"/>
    <w:rsid w:val="5B757783"/>
    <w:rsid w:val="5B90043F"/>
    <w:rsid w:val="5B9F09C7"/>
    <w:rsid w:val="5BA522D7"/>
    <w:rsid w:val="5BB06C1E"/>
    <w:rsid w:val="5BB165D4"/>
    <w:rsid w:val="5BB90DBB"/>
    <w:rsid w:val="5BBC0CCF"/>
    <w:rsid w:val="5BBD6E9E"/>
    <w:rsid w:val="5BBE3569"/>
    <w:rsid w:val="5BD26165"/>
    <w:rsid w:val="5BDA54B1"/>
    <w:rsid w:val="5BDD2027"/>
    <w:rsid w:val="5BE10E09"/>
    <w:rsid w:val="5BE21A79"/>
    <w:rsid w:val="5BE7176B"/>
    <w:rsid w:val="5BE86336"/>
    <w:rsid w:val="5BFF5894"/>
    <w:rsid w:val="5C0161B4"/>
    <w:rsid w:val="5C0A69BF"/>
    <w:rsid w:val="5C0C2395"/>
    <w:rsid w:val="5C1261C6"/>
    <w:rsid w:val="5C1C05D3"/>
    <w:rsid w:val="5C465E06"/>
    <w:rsid w:val="5C591570"/>
    <w:rsid w:val="5C6B44C2"/>
    <w:rsid w:val="5C7D7862"/>
    <w:rsid w:val="5C8A79A4"/>
    <w:rsid w:val="5C905A99"/>
    <w:rsid w:val="5C925BB1"/>
    <w:rsid w:val="5C955A1B"/>
    <w:rsid w:val="5CB613ED"/>
    <w:rsid w:val="5CC034E3"/>
    <w:rsid w:val="5CC90AA1"/>
    <w:rsid w:val="5CCD2F39"/>
    <w:rsid w:val="5CD433EE"/>
    <w:rsid w:val="5CDC4397"/>
    <w:rsid w:val="5CF31065"/>
    <w:rsid w:val="5CF7053F"/>
    <w:rsid w:val="5CF91DF7"/>
    <w:rsid w:val="5CFC58D7"/>
    <w:rsid w:val="5CFF13E9"/>
    <w:rsid w:val="5D02172E"/>
    <w:rsid w:val="5D1A13B5"/>
    <w:rsid w:val="5D271E4C"/>
    <w:rsid w:val="5D3907F3"/>
    <w:rsid w:val="5D3E5DF6"/>
    <w:rsid w:val="5D3F3634"/>
    <w:rsid w:val="5D3F482A"/>
    <w:rsid w:val="5D480F7D"/>
    <w:rsid w:val="5D513EFC"/>
    <w:rsid w:val="5D51451D"/>
    <w:rsid w:val="5D56305A"/>
    <w:rsid w:val="5D565E37"/>
    <w:rsid w:val="5D5F66E3"/>
    <w:rsid w:val="5D611B9F"/>
    <w:rsid w:val="5D622858"/>
    <w:rsid w:val="5D70338C"/>
    <w:rsid w:val="5D8277B1"/>
    <w:rsid w:val="5D8856FC"/>
    <w:rsid w:val="5D8A39E0"/>
    <w:rsid w:val="5D905748"/>
    <w:rsid w:val="5D936B47"/>
    <w:rsid w:val="5DB256C7"/>
    <w:rsid w:val="5DB709DC"/>
    <w:rsid w:val="5DE82787"/>
    <w:rsid w:val="5DE86FE6"/>
    <w:rsid w:val="5DEC52BD"/>
    <w:rsid w:val="5E0336FE"/>
    <w:rsid w:val="5E106EAB"/>
    <w:rsid w:val="5E1841FB"/>
    <w:rsid w:val="5E1A5039"/>
    <w:rsid w:val="5E5023B6"/>
    <w:rsid w:val="5E553FA3"/>
    <w:rsid w:val="5E5E3CC0"/>
    <w:rsid w:val="5E732272"/>
    <w:rsid w:val="5E7B07BF"/>
    <w:rsid w:val="5E7B23A3"/>
    <w:rsid w:val="5E992A84"/>
    <w:rsid w:val="5E9C0C92"/>
    <w:rsid w:val="5EA84F5D"/>
    <w:rsid w:val="5EB42C6F"/>
    <w:rsid w:val="5EBB08B3"/>
    <w:rsid w:val="5EBB3EE6"/>
    <w:rsid w:val="5EBF3673"/>
    <w:rsid w:val="5ED14CD3"/>
    <w:rsid w:val="5ED5660E"/>
    <w:rsid w:val="5EE81F2A"/>
    <w:rsid w:val="5EF53F88"/>
    <w:rsid w:val="5EF82A63"/>
    <w:rsid w:val="5F203EAA"/>
    <w:rsid w:val="5F2D2802"/>
    <w:rsid w:val="5F363081"/>
    <w:rsid w:val="5F3F7F26"/>
    <w:rsid w:val="5F414167"/>
    <w:rsid w:val="5F442150"/>
    <w:rsid w:val="5F55545F"/>
    <w:rsid w:val="5F615C68"/>
    <w:rsid w:val="5F646698"/>
    <w:rsid w:val="5F653B06"/>
    <w:rsid w:val="5F6E0880"/>
    <w:rsid w:val="5F701A55"/>
    <w:rsid w:val="5F777C03"/>
    <w:rsid w:val="5F957923"/>
    <w:rsid w:val="5FA225B6"/>
    <w:rsid w:val="5FA57BCF"/>
    <w:rsid w:val="5FAE339E"/>
    <w:rsid w:val="5FAE3BAB"/>
    <w:rsid w:val="5FB04D2B"/>
    <w:rsid w:val="5FB70964"/>
    <w:rsid w:val="5FC62D05"/>
    <w:rsid w:val="5FCE61D8"/>
    <w:rsid w:val="5FD10CCD"/>
    <w:rsid w:val="5FD70936"/>
    <w:rsid w:val="5FE04ABE"/>
    <w:rsid w:val="5FE35295"/>
    <w:rsid w:val="5FE810CD"/>
    <w:rsid w:val="5FFD1B96"/>
    <w:rsid w:val="60004C87"/>
    <w:rsid w:val="60042633"/>
    <w:rsid w:val="60271871"/>
    <w:rsid w:val="602960C5"/>
    <w:rsid w:val="602F6463"/>
    <w:rsid w:val="60336CD5"/>
    <w:rsid w:val="60354BF1"/>
    <w:rsid w:val="603D68DC"/>
    <w:rsid w:val="604977D0"/>
    <w:rsid w:val="605A70E3"/>
    <w:rsid w:val="606113E5"/>
    <w:rsid w:val="606E7D03"/>
    <w:rsid w:val="60753AA6"/>
    <w:rsid w:val="608C04D7"/>
    <w:rsid w:val="608D25A6"/>
    <w:rsid w:val="60910655"/>
    <w:rsid w:val="609116C2"/>
    <w:rsid w:val="60956047"/>
    <w:rsid w:val="60961816"/>
    <w:rsid w:val="60A05E46"/>
    <w:rsid w:val="60A36F81"/>
    <w:rsid w:val="60A37253"/>
    <w:rsid w:val="60B07CE9"/>
    <w:rsid w:val="60C00546"/>
    <w:rsid w:val="60C86ED6"/>
    <w:rsid w:val="60CF19B5"/>
    <w:rsid w:val="60D53795"/>
    <w:rsid w:val="60E206C5"/>
    <w:rsid w:val="60F70D79"/>
    <w:rsid w:val="60FE663E"/>
    <w:rsid w:val="60FF475C"/>
    <w:rsid w:val="611D0898"/>
    <w:rsid w:val="611E6857"/>
    <w:rsid w:val="61246FE9"/>
    <w:rsid w:val="612A7B96"/>
    <w:rsid w:val="61373613"/>
    <w:rsid w:val="61381C9F"/>
    <w:rsid w:val="6156220D"/>
    <w:rsid w:val="61631B03"/>
    <w:rsid w:val="61687F3B"/>
    <w:rsid w:val="616B5D8F"/>
    <w:rsid w:val="616C2354"/>
    <w:rsid w:val="616E6F97"/>
    <w:rsid w:val="616F0D16"/>
    <w:rsid w:val="61911444"/>
    <w:rsid w:val="619A7CB6"/>
    <w:rsid w:val="619B5D5B"/>
    <w:rsid w:val="61A23FDC"/>
    <w:rsid w:val="61B45121"/>
    <w:rsid w:val="61BD0471"/>
    <w:rsid w:val="61BE158A"/>
    <w:rsid w:val="61C6329F"/>
    <w:rsid w:val="61C637BD"/>
    <w:rsid w:val="61C85C23"/>
    <w:rsid w:val="61CC7685"/>
    <w:rsid w:val="61CF303B"/>
    <w:rsid w:val="61D241EC"/>
    <w:rsid w:val="61D74010"/>
    <w:rsid w:val="61E90476"/>
    <w:rsid w:val="6202266F"/>
    <w:rsid w:val="621E03F3"/>
    <w:rsid w:val="62262336"/>
    <w:rsid w:val="6230681E"/>
    <w:rsid w:val="6240030E"/>
    <w:rsid w:val="62445302"/>
    <w:rsid w:val="624653BF"/>
    <w:rsid w:val="625326C6"/>
    <w:rsid w:val="62591BBA"/>
    <w:rsid w:val="626F7070"/>
    <w:rsid w:val="62704F8C"/>
    <w:rsid w:val="62803958"/>
    <w:rsid w:val="62874808"/>
    <w:rsid w:val="629E70B2"/>
    <w:rsid w:val="629F4DB5"/>
    <w:rsid w:val="62A926F9"/>
    <w:rsid w:val="62C26A28"/>
    <w:rsid w:val="62C507C5"/>
    <w:rsid w:val="62D649B3"/>
    <w:rsid w:val="62E04C3F"/>
    <w:rsid w:val="62F226BF"/>
    <w:rsid w:val="62F503F3"/>
    <w:rsid w:val="62F60708"/>
    <w:rsid w:val="62F8399E"/>
    <w:rsid w:val="62FA17E1"/>
    <w:rsid w:val="6303679E"/>
    <w:rsid w:val="631678F1"/>
    <w:rsid w:val="631753C2"/>
    <w:rsid w:val="63192122"/>
    <w:rsid w:val="631F1134"/>
    <w:rsid w:val="63296F4A"/>
    <w:rsid w:val="632B6CE0"/>
    <w:rsid w:val="633F2808"/>
    <w:rsid w:val="63497F87"/>
    <w:rsid w:val="63660127"/>
    <w:rsid w:val="63696E58"/>
    <w:rsid w:val="6376118D"/>
    <w:rsid w:val="637C1E43"/>
    <w:rsid w:val="637C24D1"/>
    <w:rsid w:val="637F4566"/>
    <w:rsid w:val="63821D47"/>
    <w:rsid w:val="63830DEC"/>
    <w:rsid w:val="63A26600"/>
    <w:rsid w:val="63A5700B"/>
    <w:rsid w:val="63AA7AE3"/>
    <w:rsid w:val="63AD4C81"/>
    <w:rsid w:val="63AD70BE"/>
    <w:rsid w:val="63B63806"/>
    <w:rsid w:val="63C373F5"/>
    <w:rsid w:val="63C64254"/>
    <w:rsid w:val="63E871C9"/>
    <w:rsid w:val="63E97547"/>
    <w:rsid w:val="63EC035C"/>
    <w:rsid w:val="63F10E59"/>
    <w:rsid w:val="63F23B09"/>
    <w:rsid w:val="640E21F9"/>
    <w:rsid w:val="64251700"/>
    <w:rsid w:val="642C5E5E"/>
    <w:rsid w:val="642E5B0B"/>
    <w:rsid w:val="644043A9"/>
    <w:rsid w:val="64404E6C"/>
    <w:rsid w:val="644C1507"/>
    <w:rsid w:val="64517F93"/>
    <w:rsid w:val="64540EF9"/>
    <w:rsid w:val="646F17FC"/>
    <w:rsid w:val="646F5039"/>
    <w:rsid w:val="6473303B"/>
    <w:rsid w:val="64740FBA"/>
    <w:rsid w:val="64AC423A"/>
    <w:rsid w:val="64AC5EEC"/>
    <w:rsid w:val="64B01752"/>
    <w:rsid w:val="64C76D06"/>
    <w:rsid w:val="64C96883"/>
    <w:rsid w:val="64CF4875"/>
    <w:rsid w:val="64CF6A1E"/>
    <w:rsid w:val="64DE4FA0"/>
    <w:rsid w:val="65015C8B"/>
    <w:rsid w:val="65043F2E"/>
    <w:rsid w:val="650B424A"/>
    <w:rsid w:val="6515525E"/>
    <w:rsid w:val="651C59BB"/>
    <w:rsid w:val="652612CB"/>
    <w:rsid w:val="6527489F"/>
    <w:rsid w:val="653C22C9"/>
    <w:rsid w:val="65426D83"/>
    <w:rsid w:val="65440A4D"/>
    <w:rsid w:val="65531497"/>
    <w:rsid w:val="65561040"/>
    <w:rsid w:val="656A6824"/>
    <w:rsid w:val="65766380"/>
    <w:rsid w:val="65850870"/>
    <w:rsid w:val="658723DB"/>
    <w:rsid w:val="658A2C45"/>
    <w:rsid w:val="658D3F84"/>
    <w:rsid w:val="659662E8"/>
    <w:rsid w:val="65A64656"/>
    <w:rsid w:val="65AD0698"/>
    <w:rsid w:val="65B46607"/>
    <w:rsid w:val="65B81985"/>
    <w:rsid w:val="65C1563C"/>
    <w:rsid w:val="65C210C5"/>
    <w:rsid w:val="65C36A2C"/>
    <w:rsid w:val="65CC7B41"/>
    <w:rsid w:val="65CE0420"/>
    <w:rsid w:val="65D61725"/>
    <w:rsid w:val="65EA517F"/>
    <w:rsid w:val="65EC0855"/>
    <w:rsid w:val="66034CFA"/>
    <w:rsid w:val="660477DA"/>
    <w:rsid w:val="660F3C19"/>
    <w:rsid w:val="66195DA9"/>
    <w:rsid w:val="6636119C"/>
    <w:rsid w:val="664F02D3"/>
    <w:rsid w:val="66594145"/>
    <w:rsid w:val="667158AC"/>
    <w:rsid w:val="6677756E"/>
    <w:rsid w:val="667B1222"/>
    <w:rsid w:val="667D1E2D"/>
    <w:rsid w:val="6686022F"/>
    <w:rsid w:val="669F57CD"/>
    <w:rsid w:val="66A62F18"/>
    <w:rsid w:val="66A7613B"/>
    <w:rsid w:val="66AA161D"/>
    <w:rsid w:val="66AB5F33"/>
    <w:rsid w:val="66AE1CB7"/>
    <w:rsid w:val="66B758EB"/>
    <w:rsid w:val="66C641B7"/>
    <w:rsid w:val="66DF64EC"/>
    <w:rsid w:val="66F57FF2"/>
    <w:rsid w:val="66FD43C0"/>
    <w:rsid w:val="670B5689"/>
    <w:rsid w:val="670C375A"/>
    <w:rsid w:val="671628CB"/>
    <w:rsid w:val="671C22F0"/>
    <w:rsid w:val="671C28B5"/>
    <w:rsid w:val="671E78FD"/>
    <w:rsid w:val="671F3E19"/>
    <w:rsid w:val="672259E5"/>
    <w:rsid w:val="672E773B"/>
    <w:rsid w:val="674932B8"/>
    <w:rsid w:val="67662843"/>
    <w:rsid w:val="676A652C"/>
    <w:rsid w:val="676F06C4"/>
    <w:rsid w:val="677A00FC"/>
    <w:rsid w:val="677A4F4B"/>
    <w:rsid w:val="677C6D43"/>
    <w:rsid w:val="677F217F"/>
    <w:rsid w:val="67860CFE"/>
    <w:rsid w:val="678A0C67"/>
    <w:rsid w:val="67A30334"/>
    <w:rsid w:val="67A44DB6"/>
    <w:rsid w:val="67B6791A"/>
    <w:rsid w:val="67C065FA"/>
    <w:rsid w:val="67C847AF"/>
    <w:rsid w:val="67D37BA1"/>
    <w:rsid w:val="67D432F5"/>
    <w:rsid w:val="67DC169F"/>
    <w:rsid w:val="67E130FC"/>
    <w:rsid w:val="67FA21EC"/>
    <w:rsid w:val="68005DD0"/>
    <w:rsid w:val="680B6A10"/>
    <w:rsid w:val="680C3F24"/>
    <w:rsid w:val="6823497B"/>
    <w:rsid w:val="682F3F7B"/>
    <w:rsid w:val="68372AC9"/>
    <w:rsid w:val="684625A1"/>
    <w:rsid w:val="684B7E3E"/>
    <w:rsid w:val="68517E8C"/>
    <w:rsid w:val="685E353F"/>
    <w:rsid w:val="68707370"/>
    <w:rsid w:val="689210EC"/>
    <w:rsid w:val="68A75441"/>
    <w:rsid w:val="68A75CFA"/>
    <w:rsid w:val="68AF24B4"/>
    <w:rsid w:val="68B33508"/>
    <w:rsid w:val="68B629A2"/>
    <w:rsid w:val="68BC7588"/>
    <w:rsid w:val="68BE08E6"/>
    <w:rsid w:val="68C44FF2"/>
    <w:rsid w:val="68C46D8F"/>
    <w:rsid w:val="68CC208E"/>
    <w:rsid w:val="68D01287"/>
    <w:rsid w:val="68D4165A"/>
    <w:rsid w:val="68D41FF4"/>
    <w:rsid w:val="68D76394"/>
    <w:rsid w:val="68DE5A1F"/>
    <w:rsid w:val="68EF2907"/>
    <w:rsid w:val="68EF5E56"/>
    <w:rsid w:val="68F249D8"/>
    <w:rsid w:val="68F262A1"/>
    <w:rsid w:val="68F52112"/>
    <w:rsid w:val="68F94C61"/>
    <w:rsid w:val="68FA24FA"/>
    <w:rsid w:val="690B130C"/>
    <w:rsid w:val="691D70B4"/>
    <w:rsid w:val="6924512C"/>
    <w:rsid w:val="69277F43"/>
    <w:rsid w:val="6928607A"/>
    <w:rsid w:val="692D3199"/>
    <w:rsid w:val="693F1211"/>
    <w:rsid w:val="69451F7B"/>
    <w:rsid w:val="69487213"/>
    <w:rsid w:val="694C1494"/>
    <w:rsid w:val="69587A6F"/>
    <w:rsid w:val="6963663A"/>
    <w:rsid w:val="696D4572"/>
    <w:rsid w:val="69870494"/>
    <w:rsid w:val="69931135"/>
    <w:rsid w:val="699856BF"/>
    <w:rsid w:val="699B7A69"/>
    <w:rsid w:val="699C116D"/>
    <w:rsid w:val="69A84680"/>
    <w:rsid w:val="69B51221"/>
    <w:rsid w:val="69B94630"/>
    <w:rsid w:val="69CB6D2F"/>
    <w:rsid w:val="69D0696B"/>
    <w:rsid w:val="69D33F2F"/>
    <w:rsid w:val="69E67027"/>
    <w:rsid w:val="69ED0114"/>
    <w:rsid w:val="6A0E23AF"/>
    <w:rsid w:val="6A107C3C"/>
    <w:rsid w:val="6A135438"/>
    <w:rsid w:val="6A236EB3"/>
    <w:rsid w:val="6A2F2BB4"/>
    <w:rsid w:val="6A2F3BCB"/>
    <w:rsid w:val="6A3353BA"/>
    <w:rsid w:val="6A3A2322"/>
    <w:rsid w:val="6A503DDB"/>
    <w:rsid w:val="6A6470C6"/>
    <w:rsid w:val="6A69413C"/>
    <w:rsid w:val="6A842EF5"/>
    <w:rsid w:val="6A8D77F9"/>
    <w:rsid w:val="6A9A5D9F"/>
    <w:rsid w:val="6AA968FA"/>
    <w:rsid w:val="6AAC707F"/>
    <w:rsid w:val="6AB7595B"/>
    <w:rsid w:val="6ABA6A58"/>
    <w:rsid w:val="6ABB307B"/>
    <w:rsid w:val="6AC02702"/>
    <w:rsid w:val="6AD0452E"/>
    <w:rsid w:val="6AE12111"/>
    <w:rsid w:val="6AE642AF"/>
    <w:rsid w:val="6AF6779F"/>
    <w:rsid w:val="6AF84299"/>
    <w:rsid w:val="6AFA6728"/>
    <w:rsid w:val="6B091E95"/>
    <w:rsid w:val="6B27259F"/>
    <w:rsid w:val="6B280372"/>
    <w:rsid w:val="6B2C6A70"/>
    <w:rsid w:val="6B3053F6"/>
    <w:rsid w:val="6B5A74B5"/>
    <w:rsid w:val="6B5D73A1"/>
    <w:rsid w:val="6B624D61"/>
    <w:rsid w:val="6B675B51"/>
    <w:rsid w:val="6B7119C4"/>
    <w:rsid w:val="6B9672E2"/>
    <w:rsid w:val="6B9D5214"/>
    <w:rsid w:val="6B9F0931"/>
    <w:rsid w:val="6BAA744D"/>
    <w:rsid w:val="6BBA4DFE"/>
    <w:rsid w:val="6BBD0AAA"/>
    <w:rsid w:val="6BC94515"/>
    <w:rsid w:val="6BD60464"/>
    <w:rsid w:val="6BE061BA"/>
    <w:rsid w:val="6BE45423"/>
    <w:rsid w:val="6BE71872"/>
    <w:rsid w:val="6BE87AC4"/>
    <w:rsid w:val="6BF10A7C"/>
    <w:rsid w:val="6C080372"/>
    <w:rsid w:val="6C111BDF"/>
    <w:rsid w:val="6C243D8C"/>
    <w:rsid w:val="6C443130"/>
    <w:rsid w:val="6C4C615E"/>
    <w:rsid w:val="6C4E2455"/>
    <w:rsid w:val="6C5223F7"/>
    <w:rsid w:val="6C573FDE"/>
    <w:rsid w:val="6C5D2A67"/>
    <w:rsid w:val="6C6D3754"/>
    <w:rsid w:val="6C6E688F"/>
    <w:rsid w:val="6C821773"/>
    <w:rsid w:val="6C897E9C"/>
    <w:rsid w:val="6C8A51A6"/>
    <w:rsid w:val="6C8B683D"/>
    <w:rsid w:val="6C8C2992"/>
    <w:rsid w:val="6C8D0136"/>
    <w:rsid w:val="6C962827"/>
    <w:rsid w:val="6CA06C7E"/>
    <w:rsid w:val="6CA470AE"/>
    <w:rsid w:val="6CB2117E"/>
    <w:rsid w:val="6CB53F4E"/>
    <w:rsid w:val="6CC434B3"/>
    <w:rsid w:val="6CC70EBC"/>
    <w:rsid w:val="6CCB21F0"/>
    <w:rsid w:val="6CD26FA2"/>
    <w:rsid w:val="6CD62C7C"/>
    <w:rsid w:val="6D1518DE"/>
    <w:rsid w:val="6D170D80"/>
    <w:rsid w:val="6D1E78AC"/>
    <w:rsid w:val="6D2242C5"/>
    <w:rsid w:val="6D2A0C1E"/>
    <w:rsid w:val="6D316F48"/>
    <w:rsid w:val="6D395DD1"/>
    <w:rsid w:val="6D3E3C9C"/>
    <w:rsid w:val="6D467362"/>
    <w:rsid w:val="6D7B5410"/>
    <w:rsid w:val="6D8D4013"/>
    <w:rsid w:val="6D9340BB"/>
    <w:rsid w:val="6D947BA0"/>
    <w:rsid w:val="6DA3706A"/>
    <w:rsid w:val="6DAB14D3"/>
    <w:rsid w:val="6DAB284A"/>
    <w:rsid w:val="6DAD73ED"/>
    <w:rsid w:val="6DB269BD"/>
    <w:rsid w:val="6DB60213"/>
    <w:rsid w:val="6DBF1C37"/>
    <w:rsid w:val="6DC86333"/>
    <w:rsid w:val="6DCB69C4"/>
    <w:rsid w:val="6DCE4E70"/>
    <w:rsid w:val="6DDD756A"/>
    <w:rsid w:val="6DE069E1"/>
    <w:rsid w:val="6DEF50E9"/>
    <w:rsid w:val="6DF0533F"/>
    <w:rsid w:val="6DF15C0E"/>
    <w:rsid w:val="6E231A32"/>
    <w:rsid w:val="6E2960DB"/>
    <w:rsid w:val="6E3A3DFF"/>
    <w:rsid w:val="6E3F38C6"/>
    <w:rsid w:val="6E590C4C"/>
    <w:rsid w:val="6E614A3D"/>
    <w:rsid w:val="6E6312F0"/>
    <w:rsid w:val="6E664FED"/>
    <w:rsid w:val="6E6F4D87"/>
    <w:rsid w:val="6E705031"/>
    <w:rsid w:val="6E7100F9"/>
    <w:rsid w:val="6E875368"/>
    <w:rsid w:val="6E8A6FC7"/>
    <w:rsid w:val="6E91222C"/>
    <w:rsid w:val="6E983E35"/>
    <w:rsid w:val="6EA27608"/>
    <w:rsid w:val="6EAE069B"/>
    <w:rsid w:val="6EB05C53"/>
    <w:rsid w:val="6EC252D7"/>
    <w:rsid w:val="6ECB3B71"/>
    <w:rsid w:val="6ECD53A9"/>
    <w:rsid w:val="6ED833C6"/>
    <w:rsid w:val="6EEC4B86"/>
    <w:rsid w:val="6EEE093C"/>
    <w:rsid w:val="6EEE530F"/>
    <w:rsid w:val="6F070DF3"/>
    <w:rsid w:val="6F1A392E"/>
    <w:rsid w:val="6F207A01"/>
    <w:rsid w:val="6F2C41CF"/>
    <w:rsid w:val="6F3B5D2D"/>
    <w:rsid w:val="6F4562A4"/>
    <w:rsid w:val="6F5E118B"/>
    <w:rsid w:val="6F6C3F37"/>
    <w:rsid w:val="6F711660"/>
    <w:rsid w:val="6F757EA7"/>
    <w:rsid w:val="6F7A5BA1"/>
    <w:rsid w:val="6F84389F"/>
    <w:rsid w:val="6F844782"/>
    <w:rsid w:val="6F8D41C8"/>
    <w:rsid w:val="6F921B0E"/>
    <w:rsid w:val="6FAC484B"/>
    <w:rsid w:val="6FB27599"/>
    <w:rsid w:val="6FB72245"/>
    <w:rsid w:val="6FB84A3B"/>
    <w:rsid w:val="6FC57A8F"/>
    <w:rsid w:val="6FC95F25"/>
    <w:rsid w:val="6FD663C0"/>
    <w:rsid w:val="6FDC2DDC"/>
    <w:rsid w:val="6FE821F0"/>
    <w:rsid w:val="6FFA3C22"/>
    <w:rsid w:val="6FFE3E34"/>
    <w:rsid w:val="700210E3"/>
    <w:rsid w:val="70027F63"/>
    <w:rsid w:val="70036F62"/>
    <w:rsid w:val="70070DAD"/>
    <w:rsid w:val="70143213"/>
    <w:rsid w:val="701632EA"/>
    <w:rsid w:val="70202AD9"/>
    <w:rsid w:val="70204CE3"/>
    <w:rsid w:val="7023669F"/>
    <w:rsid w:val="702E4604"/>
    <w:rsid w:val="7034272A"/>
    <w:rsid w:val="70454C15"/>
    <w:rsid w:val="705C787C"/>
    <w:rsid w:val="706506FF"/>
    <w:rsid w:val="706E5BEB"/>
    <w:rsid w:val="707C1A99"/>
    <w:rsid w:val="70861078"/>
    <w:rsid w:val="709640C0"/>
    <w:rsid w:val="70A514AB"/>
    <w:rsid w:val="70A87F7D"/>
    <w:rsid w:val="70AA66B4"/>
    <w:rsid w:val="70B16CDF"/>
    <w:rsid w:val="70B80FC4"/>
    <w:rsid w:val="70C84016"/>
    <w:rsid w:val="70CC6652"/>
    <w:rsid w:val="70D61030"/>
    <w:rsid w:val="70DD3E1C"/>
    <w:rsid w:val="70F141C8"/>
    <w:rsid w:val="70F5651C"/>
    <w:rsid w:val="71000835"/>
    <w:rsid w:val="710C2BD2"/>
    <w:rsid w:val="71156158"/>
    <w:rsid w:val="71193764"/>
    <w:rsid w:val="71341991"/>
    <w:rsid w:val="713A31BA"/>
    <w:rsid w:val="71465461"/>
    <w:rsid w:val="714B3569"/>
    <w:rsid w:val="715764DF"/>
    <w:rsid w:val="715B1EDA"/>
    <w:rsid w:val="716B4EA3"/>
    <w:rsid w:val="716C6C50"/>
    <w:rsid w:val="717831DB"/>
    <w:rsid w:val="717A20B4"/>
    <w:rsid w:val="71832B32"/>
    <w:rsid w:val="718428E0"/>
    <w:rsid w:val="71844B30"/>
    <w:rsid w:val="718830A9"/>
    <w:rsid w:val="7192329A"/>
    <w:rsid w:val="719446BB"/>
    <w:rsid w:val="719916A5"/>
    <w:rsid w:val="719F3780"/>
    <w:rsid w:val="71AA7D9C"/>
    <w:rsid w:val="71B2418A"/>
    <w:rsid w:val="71B3109F"/>
    <w:rsid w:val="71B81351"/>
    <w:rsid w:val="71C12955"/>
    <w:rsid w:val="71C43853"/>
    <w:rsid w:val="71D35C3B"/>
    <w:rsid w:val="71D71040"/>
    <w:rsid w:val="71D92869"/>
    <w:rsid w:val="71DA31FE"/>
    <w:rsid w:val="71EF2707"/>
    <w:rsid w:val="71F3785F"/>
    <w:rsid w:val="71F53DC2"/>
    <w:rsid w:val="71FB3C26"/>
    <w:rsid w:val="72031A70"/>
    <w:rsid w:val="721059E4"/>
    <w:rsid w:val="7214332D"/>
    <w:rsid w:val="721A1AC6"/>
    <w:rsid w:val="721A2B28"/>
    <w:rsid w:val="721B7EF8"/>
    <w:rsid w:val="721E5102"/>
    <w:rsid w:val="722D59A5"/>
    <w:rsid w:val="7232488A"/>
    <w:rsid w:val="72402ED1"/>
    <w:rsid w:val="724D3A07"/>
    <w:rsid w:val="725F526F"/>
    <w:rsid w:val="726A7471"/>
    <w:rsid w:val="726D381E"/>
    <w:rsid w:val="72731F05"/>
    <w:rsid w:val="728326E2"/>
    <w:rsid w:val="72A24B11"/>
    <w:rsid w:val="72A43EE7"/>
    <w:rsid w:val="72A556AB"/>
    <w:rsid w:val="72D0299B"/>
    <w:rsid w:val="72D3643C"/>
    <w:rsid w:val="72E53A68"/>
    <w:rsid w:val="72E91E01"/>
    <w:rsid w:val="72F22A83"/>
    <w:rsid w:val="72F70832"/>
    <w:rsid w:val="72F863B1"/>
    <w:rsid w:val="732A6547"/>
    <w:rsid w:val="732E6935"/>
    <w:rsid w:val="733221AD"/>
    <w:rsid w:val="73343D7F"/>
    <w:rsid w:val="734074E0"/>
    <w:rsid w:val="73495E31"/>
    <w:rsid w:val="734C5DEC"/>
    <w:rsid w:val="734D3912"/>
    <w:rsid w:val="734F0F95"/>
    <w:rsid w:val="73545466"/>
    <w:rsid w:val="736456E1"/>
    <w:rsid w:val="73717F22"/>
    <w:rsid w:val="738E78E5"/>
    <w:rsid w:val="739365A4"/>
    <w:rsid w:val="739429DF"/>
    <w:rsid w:val="73966A0C"/>
    <w:rsid w:val="73AA51AA"/>
    <w:rsid w:val="73B8517F"/>
    <w:rsid w:val="73B94117"/>
    <w:rsid w:val="73C352AE"/>
    <w:rsid w:val="73C64FFD"/>
    <w:rsid w:val="73C86FD7"/>
    <w:rsid w:val="73CE0D30"/>
    <w:rsid w:val="73CE6F52"/>
    <w:rsid w:val="73D11B5D"/>
    <w:rsid w:val="73DA57A1"/>
    <w:rsid w:val="73DC2CC7"/>
    <w:rsid w:val="73F07FB8"/>
    <w:rsid w:val="73FA00B6"/>
    <w:rsid w:val="73FF35F5"/>
    <w:rsid w:val="73FF53B9"/>
    <w:rsid w:val="740A2219"/>
    <w:rsid w:val="740B1E3E"/>
    <w:rsid w:val="741A2AA0"/>
    <w:rsid w:val="741E1A98"/>
    <w:rsid w:val="74213E23"/>
    <w:rsid w:val="74242043"/>
    <w:rsid w:val="7425628C"/>
    <w:rsid w:val="74340A61"/>
    <w:rsid w:val="743A45EB"/>
    <w:rsid w:val="743E57BA"/>
    <w:rsid w:val="74447744"/>
    <w:rsid w:val="7472074F"/>
    <w:rsid w:val="7485293A"/>
    <w:rsid w:val="74931323"/>
    <w:rsid w:val="749C3908"/>
    <w:rsid w:val="749D141F"/>
    <w:rsid w:val="74A44C19"/>
    <w:rsid w:val="74AF3285"/>
    <w:rsid w:val="74D65801"/>
    <w:rsid w:val="74DB5FF1"/>
    <w:rsid w:val="74EE7E46"/>
    <w:rsid w:val="74F45CE3"/>
    <w:rsid w:val="75086C93"/>
    <w:rsid w:val="75105AAA"/>
    <w:rsid w:val="751F7A90"/>
    <w:rsid w:val="7523070D"/>
    <w:rsid w:val="75252E0E"/>
    <w:rsid w:val="752930C5"/>
    <w:rsid w:val="75393295"/>
    <w:rsid w:val="75462236"/>
    <w:rsid w:val="754C6BA7"/>
    <w:rsid w:val="755B0CA5"/>
    <w:rsid w:val="75641DB6"/>
    <w:rsid w:val="75731317"/>
    <w:rsid w:val="757B1FE5"/>
    <w:rsid w:val="757E71B0"/>
    <w:rsid w:val="758164BF"/>
    <w:rsid w:val="75981350"/>
    <w:rsid w:val="759E1952"/>
    <w:rsid w:val="75A318ED"/>
    <w:rsid w:val="75A46C8C"/>
    <w:rsid w:val="75A62955"/>
    <w:rsid w:val="75AC41E2"/>
    <w:rsid w:val="75AE329E"/>
    <w:rsid w:val="75B04FFA"/>
    <w:rsid w:val="75C22B3F"/>
    <w:rsid w:val="75C5515B"/>
    <w:rsid w:val="75C552B2"/>
    <w:rsid w:val="75CB0AB5"/>
    <w:rsid w:val="75F14916"/>
    <w:rsid w:val="75F176C7"/>
    <w:rsid w:val="75F25B41"/>
    <w:rsid w:val="75F827F5"/>
    <w:rsid w:val="76061F39"/>
    <w:rsid w:val="762E1329"/>
    <w:rsid w:val="762F455C"/>
    <w:rsid w:val="762F4964"/>
    <w:rsid w:val="76337E2F"/>
    <w:rsid w:val="764C4665"/>
    <w:rsid w:val="7652207B"/>
    <w:rsid w:val="76533C0D"/>
    <w:rsid w:val="76575861"/>
    <w:rsid w:val="76615606"/>
    <w:rsid w:val="76647DB4"/>
    <w:rsid w:val="766709E4"/>
    <w:rsid w:val="766737CD"/>
    <w:rsid w:val="76764BDF"/>
    <w:rsid w:val="76766074"/>
    <w:rsid w:val="76782F2B"/>
    <w:rsid w:val="76834FE2"/>
    <w:rsid w:val="76A47A1D"/>
    <w:rsid w:val="76AA3E2E"/>
    <w:rsid w:val="76AA4687"/>
    <w:rsid w:val="76B04440"/>
    <w:rsid w:val="76B71FFA"/>
    <w:rsid w:val="76B96E85"/>
    <w:rsid w:val="76D1434E"/>
    <w:rsid w:val="76F54768"/>
    <w:rsid w:val="76F7731F"/>
    <w:rsid w:val="77101A5E"/>
    <w:rsid w:val="772411B5"/>
    <w:rsid w:val="77267234"/>
    <w:rsid w:val="773B20A6"/>
    <w:rsid w:val="773E1591"/>
    <w:rsid w:val="776270AB"/>
    <w:rsid w:val="7763737E"/>
    <w:rsid w:val="776407BA"/>
    <w:rsid w:val="776901A9"/>
    <w:rsid w:val="777D134D"/>
    <w:rsid w:val="778C7FAC"/>
    <w:rsid w:val="77967DD7"/>
    <w:rsid w:val="779C2377"/>
    <w:rsid w:val="779E598D"/>
    <w:rsid w:val="779F78D5"/>
    <w:rsid w:val="77AB1DAB"/>
    <w:rsid w:val="77BA5F1B"/>
    <w:rsid w:val="77C62FC0"/>
    <w:rsid w:val="77D92896"/>
    <w:rsid w:val="77E04A05"/>
    <w:rsid w:val="77E66F42"/>
    <w:rsid w:val="77ED5F9C"/>
    <w:rsid w:val="77F4231E"/>
    <w:rsid w:val="77F90A8D"/>
    <w:rsid w:val="780B4704"/>
    <w:rsid w:val="780C7687"/>
    <w:rsid w:val="78100AD8"/>
    <w:rsid w:val="7811645A"/>
    <w:rsid w:val="78194C35"/>
    <w:rsid w:val="78211D32"/>
    <w:rsid w:val="7823253E"/>
    <w:rsid w:val="782769CB"/>
    <w:rsid w:val="783D044F"/>
    <w:rsid w:val="78415C70"/>
    <w:rsid w:val="785430C3"/>
    <w:rsid w:val="787C1CA7"/>
    <w:rsid w:val="787C698E"/>
    <w:rsid w:val="788D430B"/>
    <w:rsid w:val="78913189"/>
    <w:rsid w:val="7894362F"/>
    <w:rsid w:val="78A02098"/>
    <w:rsid w:val="78A13393"/>
    <w:rsid w:val="78AC59B3"/>
    <w:rsid w:val="78B153A7"/>
    <w:rsid w:val="78B65DD1"/>
    <w:rsid w:val="78B7762C"/>
    <w:rsid w:val="78B904D6"/>
    <w:rsid w:val="78B97C41"/>
    <w:rsid w:val="78C100D1"/>
    <w:rsid w:val="78C7450E"/>
    <w:rsid w:val="78CA0494"/>
    <w:rsid w:val="78CF7B0A"/>
    <w:rsid w:val="78D41969"/>
    <w:rsid w:val="78D706BF"/>
    <w:rsid w:val="78D81A7B"/>
    <w:rsid w:val="78DA2B1D"/>
    <w:rsid w:val="78DB5894"/>
    <w:rsid w:val="78DC0BEA"/>
    <w:rsid w:val="78DD26E0"/>
    <w:rsid w:val="78ED5455"/>
    <w:rsid w:val="78EF2BD0"/>
    <w:rsid w:val="790B4F3C"/>
    <w:rsid w:val="790B6A59"/>
    <w:rsid w:val="791305A6"/>
    <w:rsid w:val="79165197"/>
    <w:rsid w:val="791F3D7C"/>
    <w:rsid w:val="7930363B"/>
    <w:rsid w:val="793358AF"/>
    <w:rsid w:val="7937074F"/>
    <w:rsid w:val="794C6291"/>
    <w:rsid w:val="794D1C60"/>
    <w:rsid w:val="7955742B"/>
    <w:rsid w:val="795C19C2"/>
    <w:rsid w:val="795D6DB3"/>
    <w:rsid w:val="795E4227"/>
    <w:rsid w:val="79713760"/>
    <w:rsid w:val="797C72D4"/>
    <w:rsid w:val="79A17EF8"/>
    <w:rsid w:val="79A60903"/>
    <w:rsid w:val="79AF6091"/>
    <w:rsid w:val="79B1450A"/>
    <w:rsid w:val="79B65698"/>
    <w:rsid w:val="79B67F13"/>
    <w:rsid w:val="79D82DCE"/>
    <w:rsid w:val="79ED2B79"/>
    <w:rsid w:val="79FA2FE5"/>
    <w:rsid w:val="79FC46B6"/>
    <w:rsid w:val="79FD4249"/>
    <w:rsid w:val="7A0624C7"/>
    <w:rsid w:val="7A1277D1"/>
    <w:rsid w:val="7A26780A"/>
    <w:rsid w:val="7A2A0D62"/>
    <w:rsid w:val="7A2C205C"/>
    <w:rsid w:val="7A391F08"/>
    <w:rsid w:val="7A4C0A20"/>
    <w:rsid w:val="7A562F2E"/>
    <w:rsid w:val="7A643083"/>
    <w:rsid w:val="7A7653FD"/>
    <w:rsid w:val="7A784535"/>
    <w:rsid w:val="7A78483D"/>
    <w:rsid w:val="7A7D6D0B"/>
    <w:rsid w:val="7A904865"/>
    <w:rsid w:val="7A960D10"/>
    <w:rsid w:val="7A96775F"/>
    <w:rsid w:val="7A9A7C66"/>
    <w:rsid w:val="7A9D1E3A"/>
    <w:rsid w:val="7AAE090A"/>
    <w:rsid w:val="7ABC0E19"/>
    <w:rsid w:val="7ABF502C"/>
    <w:rsid w:val="7ACE33D0"/>
    <w:rsid w:val="7AD42B2A"/>
    <w:rsid w:val="7ADD6F06"/>
    <w:rsid w:val="7AE525EA"/>
    <w:rsid w:val="7AEF0BC0"/>
    <w:rsid w:val="7AF14101"/>
    <w:rsid w:val="7AFF63FC"/>
    <w:rsid w:val="7B0D172D"/>
    <w:rsid w:val="7B0D3F29"/>
    <w:rsid w:val="7B184766"/>
    <w:rsid w:val="7B414B2D"/>
    <w:rsid w:val="7B7D1987"/>
    <w:rsid w:val="7B7E03BA"/>
    <w:rsid w:val="7B802D8D"/>
    <w:rsid w:val="7B823259"/>
    <w:rsid w:val="7B82398D"/>
    <w:rsid w:val="7B825DEE"/>
    <w:rsid w:val="7B891F60"/>
    <w:rsid w:val="7B9E6D0D"/>
    <w:rsid w:val="7BA2534C"/>
    <w:rsid w:val="7BAC296B"/>
    <w:rsid w:val="7BB820A8"/>
    <w:rsid w:val="7BCB2C89"/>
    <w:rsid w:val="7BD2367A"/>
    <w:rsid w:val="7BE31433"/>
    <w:rsid w:val="7BF21B77"/>
    <w:rsid w:val="7BFB5256"/>
    <w:rsid w:val="7C065384"/>
    <w:rsid w:val="7C08354A"/>
    <w:rsid w:val="7C092164"/>
    <w:rsid w:val="7C09398C"/>
    <w:rsid w:val="7C0A029F"/>
    <w:rsid w:val="7C194DB1"/>
    <w:rsid w:val="7C1B696A"/>
    <w:rsid w:val="7C293038"/>
    <w:rsid w:val="7C3144E4"/>
    <w:rsid w:val="7C34486F"/>
    <w:rsid w:val="7C3B4A78"/>
    <w:rsid w:val="7C481178"/>
    <w:rsid w:val="7C533F19"/>
    <w:rsid w:val="7C595AE4"/>
    <w:rsid w:val="7C625662"/>
    <w:rsid w:val="7C6A0990"/>
    <w:rsid w:val="7C731B4A"/>
    <w:rsid w:val="7C7C79A4"/>
    <w:rsid w:val="7C89542E"/>
    <w:rsid w:val="7C8B7918"/>
    <w:rsid w:val="7C947760"/>
    <w:rsid w:val="7C9A738D"/>
    <w:rsid w:val="7C9B4970"/>
    <w:rsid w:val="7C9D1AF9"/>
    <w:rsid w:val="7CA96DAC"/>
    <w:rsid w:val="7CBA0F5E"/>
    <w:rsid w:val="7CC44FED"/>
    <w:rsid w:val="7CCC6EE9"/>
    <w:rsid w:val="7CD26837"/>
    <w:rsid w:val="7CDB2EFF"/>
    <w:rsid w:val="7CDC3B91"/>
    <w:rsid w:val="7CEA3805"/>
    <w:rsid w:val="7CF62AC9"/>
    <w:rsid w:val="7CF7011A"/>
    <w:rsid w:val="7D1203CD"/>
    <w:rsid w:val="7D1C6F13"/>
    <w:rsid w:val="7D1E50D5"/>
    <w:rsid w:val="7D201153"/>
    <w:rsid w:val="7D243CAF"/>
    <w:rsid w:val="7D254DEB"/>
    <w:rsid w:val="7D2D51C1"/>
    <w:rsid w:val="7D387285"/>
    <w:rsid w:val="7D397855"/>
    <w:rsid w:val="7D3B6731"/>
    <w:rsid w:val="7D3D7BD0"/>
    <w:rsid w:val="7D3F707F"/>
    <w:rsid w:val="7D4A57EB"/>
    <w:rsid w:val="7D6B6A88"/>
    <w:rsid w:val="7D7049DF"/>
    <w:rsid w:val="7D736C5B"/>
    <w:rsid w:val="7D777BF1"/>
    <w:rsid w:val="7D7B715E"/>
    <w:rsid w:val="7D805E72"/>
    <w:rsid w:val="7D9544B2"/>
    <w:rsid w:val="7D973727"/>
    <w:rsid w:val="7DA103D6"/>
    <w:rsid w:val="7DAA03FF"/>
    <w:rsid w:val="7DB162CB"/>
    <w:rsid w:val="7DB506D1"/>
    <w:rsid w:val="7DB5631E"/>
    <w:rsid w:val="7DBD3473"/>
    <w:rsid w:val="7DCD4B2C"/>
    <w:rsid w:val="7DCE7512"/>
    <w:rsid w:val="7DD24D52"/>
    <w:rsid w:val="7DF13787"/>
    <w:rsid w:val="7DF76AF2"/>
    <w:rsid w:val="7DFD5A85"/>
    <w:rsid w:val="7E1B0368"/>
    <w:rsid w:val="7E234F63"/>
    <w:rsid w:val="7E273E23"/>
    <w:rsid w:val="7E386868"/>
    <w:rsid w:val="7E520CF8"/>
    <w:rsid w:val="7E5324C9"/>
    <w:rsid w:val="7E5A2A16"/>
    <w:rsid w:val="7E5B78C0"/>
    <w:rsid w:val="7E7755E7"/>
    <w:rsid w:val="7E7E3296"/>
    <w:rsid w:val="7E87016A"/>
    <w:rsid w:val="7E8A6D42"/>
    <w:rsid w:val="7E915E07"/>
    <w:rsid w:val="7E963E86"/>
    <w:rsid w:val="7E9A36D5"/>
    <w:rsid w:val="7EB50CE8"/>
    <w:rsid w:val="7EC01719"/>
    <w:rsid w:val="7EC16E1D"/>
    <w:rsid w:val="7EC83231"/>
    <w:rsid w:val="7EE7307C"/>
    <w:rsid w:val="7EEB0822"/>
    <w:rsid w:val="7EEF0664"/>
    <w:rsid w:val="7EFD2FF6"/>
    <w:rsid w:val="7F0374C3"/>
    <w:rsid w:val="7F04205A"/>
    <w:rsid w:val="7F053CB7"/>
    <w:rsid w:val="7F0602D4"/>
    <w:rsid w:val="7F073C53"/>
    <w:rsid w:val="7F1258C2"/>
    <w:rsid w:val="7F1A7BC9"/>
    <w:rsid w:val="7F2137D5"/>
    <w:rsid w:val="7F297AAC"/>
    <w:rsid w:val="7F2E171C"/>
    <w:rsid w:val="7F47658A"/>
    <w:rsid w:val="7F482D5C"/>
    <w:rsid w:val="7F4C55D2"/>
    <w:rsid w:val="7F4E1265"/>
    <w:rsid w:val="7F513A59"/>
    <w:rsid w:val="7F5702BF"/>
    <w:rsid w:val="7F5B2972"/>
    <w:rsid w:val="7F5D44AD"/>
    <w:rsid w:val="7F793E84"/>
    <w:rsid w:val="7F8401B7"/>
    <w:rsid w:val="7F861AE2"/>
    <w:rsid w:val="7F884A4E"/>
    <w:rsid w:val="7F9103C1"/>
    <w:rsid w:val="7F9231E3"/>
    <w:rsid w:val="7F9C28CE"/>
    <w:rsid w:val="7FB04335"/>
    <w:rsid w:val="7FB6068A"/>
    <w:rsid w:val="7FB872E2"/>
    <w:rsid w:val="7FC07D75"/>
    <w:rsid w:val="7FC672FF"/>
    <w:rsid w:val="7FC7029D"/>
    <w:rsid w:val="7FCA4AC0"/>
    <w:rsid w:val="7FE31131"/>
    <w:rsid w:val="7FE316E6"/>
    <w:rsid w:val="7FEE0766"/>
    <w:rsid w:val="7FF2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83dc9a9e-1d0f-43eb-96e4-902942f64ade\&#24212;&#23626;&#24066;&#22330;&#33829;&#38144;&#20010;&#20154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修改方法2"/>
    </customSectPr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应届市场营销个人简历.docx</Template>
  <Company>巴南区委办</Company>
  <Pages>3</Pages>
  <Words>0</Words>
  <Characters>0</Characters>
  <Lines>0</Lines>
  <Paragraphs>0</Paragraphs>
  <TotalTime>59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2022-01-06T07:58:00Z</dcterms:created>
  <dc:creator>铭</dc:creator>
  <cp:lastModifiedBy>铭</cp:lastModifiedBy>
  <dcterms:modified xsi:type="dcterms:W3CDTF">2022-01-06T08:37:31Z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v1.0_mb_oSno0OIQ8dvKhl/xbwwTxg==</vt:lpwstr>
  </property>
  <property fmtid="{D5CDD505-2E9C-101B-9397-08002B2CF9AE}" pid="4" name="ICV">
    <vt:lpwstr>DDE485B18F9E4B05AB62730D2B90FA9C</vt:lpwstr>
  </property>
</Properties>
</file>