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adjustRightInd w:val="0"/>
        <w:snapToGrid w:val="0"/>
        <w:rPr>
          <w:rFonts w:ascii="微软雅黑" w:hAnsi="微软雅黑" w:eastAsia="微软雅黑"/>
          <w:color w:val="000000" w:themeColor="text1"/>
          <w:sz w:val="52"/>
          <w14:textFill>
            <w14:solidFill>
              <w14:schemeClr w14:val="tx1"/>
            </w14:solidFill>
          </w14:textFill>
        </w:rPr>
      </w:pPr>
      <w:r>
        <w:rPr>
          <w:szCs w:val="21"/>
        </w:rPr>
        <w:drawing>
          <wp:anchor distT="0" distB="0" distL="114300" distR="114300" simplePos="0" relativeHeight="251659264" behindDoc="0" locked="0" layoutInCell="1" allowOverlap="1">
            <wp:simplePos x="0" y="0"/>
            <wp:positionH relativeFrom="column">
              <wp:posOffset>5257800</wp:posOffset>
            </wp:positionH>
            <wp:positionV relativeFrom="paragraph">
              <wp:posOffset>-30480</wp:posOffset>
            </wp:positionV>
            <wp:extent cx="985520" cy="985520"/>
            <wp:effectExtent l="133350" t="133350" r="138430" b="138430"/>
            <wp:wrapNone/>
            <wp:docPr id="388" name="图片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8"/>
                    <pic:cNvPicPr>
                      <a:picLocks noChangeAspect="1"/>
                    </pic:cNvPicPr>
                  </pic:nvPicPr>
                  <pic:blipFill>
                    <a:blip r:embed="rId10"/>
                    <a:stretch>
                      <a:fillRect/>
                    </a:stretch>
                  </pic:blipFill>
                  <pic:spPr>
                    <a:xfrm>
                      <a:off x="0" y="0"/>
                      <a:ext cx="985520" cy="985520"/>
                    </a:xfrm>
                    <a:prstGeom prst="rect">
                      <a:avLst/>
                    </a:prstGeom>
                    <a:ln w="57150">
                      <a:solidFill>
                        <a:schemeClr val="bg1"/>
                      </a:solidFill>
                      <a:miter lim="800000"/>
                      <a:headEnd/>
                      <a:tailEnd/>
                    </a:ln>
                    <a:effectLst>
                      <a:outerShdw blurRad="63500" sx="102000" sy="102000" algn="ctr" rotWithShape="0">
                        <a:prstClr val="black">
                          <a:alpha val="40000"/>
                        </a:prstClr>
                      </a:outerShdw>
                    </a:effectLst>
                  </pic:spPr>
                </pic:pic>
              </a:graphicData>
            </a:graphic>
          </wp:anchor>
        </w:drawing>
      </w:r>
      <w:r>
        <w:rPr>
          <w:rFonts w:hint="eastAsia" w:ascii="微软雅黑" w:hAnsi="微软雅黑" w:eastAsia="微软雅黑"/>
          <w:b/>
          <w:color w:val="000000" w:themeColor="text1"/>
          <w:sz w:val="52"/>
          <w14:textFill>
            <w14:solidFill>
              <w14:schemeClr w14:val="tx1"/>
            </w14:solidFill>
          </w14:textFill>
        </w:rPr>
        <w:t>简小历（女）</w:t>
      </w:r>
    </w:p>
    <w:p>
      <w:pPr>
        <w:adjustRightInd w:val="0"/>
        <w:snapToGrid w:val="0"/>
        <w:spacing w:line="360" w:lineRule="exact"/>
        <w:rPr>
          <w:rFonts w:ascii="微软雅黑" w:hAnsi="微软雅黑" w:eastAsia="微软雅黑"/>
          <w:color w:val="585858"/>
        </w:rPr>
      </w:pPr>
      <w:r>
        <w:rPr>
          <w:rFonts w:hint="eastAsia" w:ascii="微软雅黑" w:hAnsi="微软雅黑" w:eastAsia="微软雅黑"/>
          <w:color w:val="585858"/>
        </w:rPr>
        <w:t>出生时间：1991.1.1  开始工作时间：</w:t>
      </w:r>
      <w:r>
        <w:rPr>
          <w:rFonts w:ascii="微软雅黑" w:hAnsi="微软雅黑" w:eastAsia="微软雅黑"/>
          <w:color w:val="585858"/>
        </w:rPr>
        <w:t>2011</w:t>
      </w:r>
      <w:r>
        <w:rPr>
          <w:rFonts w:hint="eastAsia" w:ascii="微软雅黑" w:hAnsi="微软雅黑" w:eastAsia="微软雅黑"/>
          <w:color w:val="585858"/>
        </w:rPr>
        <w:t>.</w:t>
      </w:r>
      <w:r>
        <w:rPr>
          <w:rFonts w:ascii="微软雅黑" w:hAnsi="微软雅黑" w:eastAsia="微软雅黑"/>
          <w:color w:val="585858"/>
        </w:rPr>
        <w:t>11</w:t>
      </w:r>
      <w:r>
        <w:rPr>
          <w:rFonts w:hint="eastAsia" w:ascii="微软雅黑" w:hAnsi="微软雅黑" w:eastAsia="微软雅黑"/>
          <w:color w:val="585858"/>
        </w:rPr>
        <w:t>.</w:t>
      </w:r>
      <w:r>
        <w:rPr>
          <w:rFonts w:ascii="微软雅黑" w:hAnsi="微软雅黑" w:eastAsia="微软雅黑"/>
          <w:color w:val="585858"/>
        </w:rPr>
        <w:t xml:space="preserve">11 </w:t>
      </w:r>
    </w:p>
    <w:p>
      <w:pPr>
        <w:adjustRightInd w:val="0"/>
        <w:snapToGrid w:val="0"/>
        <w:spacing w:line="360" w:lineRule="exact"/>
        <w:rPr>
          <w:rFonts w:ascii="微软雅黑" w:hAnsi="微软雅黑" w:eastAsia="微软雅黑"/>
          <w:color w:val="585858"/>
          <w:sz w:val="24"/>
          <w:szCs w:val="24"/>
        </w:rPr>
      </w:pPr>
      <w:r>
        <w:rPr>
          <w:rFonts w:hint="eastAsia" w:ascii="微软雅黑" w:hAnsi="微软雅黑" w:eastAsia="微软雅黑"/>
          <w:color w:val="585858"/>
        </w:rPr>
        <w:t xml:space="preserve">居住地：武汉市 </w:t>
      </w:r>
      <w:r>
        <w:rPr>
          <w:rFonts w:ascii="微软雅黑" w:hAnsi="微软雅黑" w:eastAsia="微软雅黑"/>
          <w:color w:val="585858"/>
        </w:rPr>
        <w:t xml:space="preserve">    </w:t>
      </w:r>
      <w:r>
        <w:rPr>
          <w:rFonts w:hint="eastAsia" w:ascii="微软雅黑" w:hAnsi="微软雅黑" w:eastAsia="微软雅黑"/>
          <w:color w:val="585858"/>
        </w:rPr>
        <w:t>电话：</w:t>
      </w:r>
      <w:r>
        <w:rPr>
          <w:rFonts w:ascii="微软雅黑" w:hAnsi="微软雅黑" w:eastAsia="微软雅黑"/>
          <w:color w:val="585858"/>
        </w:rPr>
        <w:t xml:space="preserve">135-1213-1415     </w:t>
      </w:r>
      <w:r>
        <w:rPr>
          <w:rFonts w:hint="eastAsia" w:ascii="微软雅黑" w:hAnsi="微软雅黑" w:eastAsia="微软雅黑"/>
          <w:color w:val="585858"/>
        </w:rPr>
        <w:t>邮箱：SE</w:t>
      </w:r>
      <w:r>
        <w:rPr>
          <w:rFonts w:ascii="微软雅黑" w:hAnsi="微软雅黑" w:eastAsia="微软雅黑"/>
          <w:color w:val="585858"/>
        </w:rPr>
        <w:t>91817</w:t>
      </w:r>
      <w:r>
        <w:rPr>
          <w:rFonts w:hint="eastAsia" w:ascii="微软雅黑" w:hAnsi="微软雅黑" w:eastAsia="微软雅黑"/>
          <w:color w:val="585858"/>
        </w:rPr>
        <w:t>@EN</w:t>
      </w:r>
      <w:r>
        <w:rPr>
          <w:rFonts w:ascii="微软雅黑" w:hAnsi="微软雅黑" w:eastAsia="微软雅黑"/>
          <w:color w:val="585858"/>
        </w:rPr>
        <w:t>.</w:t>
      </w:r>
      <w:r>
        <w:rPr>
          <w:rFonts w:hint="eastAsia" w:ascii="微软雅黑" w:hAnsi="微软雅黑" w:eastAsia="微软雅黑"/>
          <w:color w:val="585858"/>
        </w:rPr>
        <w:t>COM</w:t>
      </w:r>
    </w:p>
    <w:p>
      <w:pPr>
        <w:adjustRightInd w:val="0"/>
        <w:snapToGrid w:val="0"/>
        <w:spacing w:line="360" w:lineRule="exact"/>
        <w:rPr>
          <w:rFonts w:hint="eastAsia" w:ascii="微软雅黑" w:hAnsi="微软雅黑" w:eastAsia="微软雅黑"/>
          <w:b/>
          <w:sz w:val="24"/>
          <w:szCs w:val="24"/>
        </w:rPr>
      </w:pPr>
    </w:p>
    <w:p>
      <w:pPr>
        <w:adjustRightInd w:val="0"/>
        <w:snapToGrid w:val="0"/>
        <w:spacing w:line="360" w:lineRule="exact"/>
        <w:rPr>
          <w:rFonts w:hint="eastAsia" w:ascii="微软雅黑" w:hAnsi="微软雅黑" w:eastAsia="微软雅黑"/>
          <w:b/>
          <w:sz w:val="24"/>
          <w:szCs w:val="24"/>
          <w:lang w:val="en-US" w:eastAsia="zh-CN"/>
        </w:rPr>
      </w:pPr>
      <w:r>
        <w:rPr>
          <w:rFonts w:hint="eastAsia" w:ascii="微软雅黑" w:hAnsi="微软雅黑" w:eastAsia="微软雅黑"/>
          <w:b/>
          <w:sz w:val="24"/>
          <w:szCs w:val="24"/>
        </w:rPr>
        <w:t>求职意向</w:t>
      </w:r>
    </w:p>
    <w:p>
      <w:pPr>
        <w:adjustRightInd w:val="0"/>
        <w:snapToGrid w:val="0"/>
        <w:spacing w:line="360" w:lineRule="exact"/>
        <w:rPr>
          <w:rFonts w:ascii="微软雅黑" w:hAnsi="微软雅黑" w:eastAsia="微软雅黑"/>
          <w:color w:val="585858"/>
        </w:rPr>
      </w:pPr>
      <w:r>
        <w:rPr>
          <w:rFonts w:hint="eastAsia" w:ascii="微软雅黑" w:hAnsi="微软雅黑" w:eastAsia="微软雅黑"/>
          <w:color w:val="585858"/>
        </w:rPr>
        <w:t xml:space="preserve">当前状态：离职 </w:t>
      </w:r>
      <w:r>
        <w:rPr>
          <w:rFonts w:ascii="微软雅黑" w:hAnsi="微软雅黑" w:eastAsia="微软雅黑"/>
          <w:color w:val="585858"/>
        </w:rPr>
        <w:t xml:space="preserve">         </w:t>
      </w:r>
      <w:r>
        <w:rPr>
          <w:rFonts w:hint="eastAsia" w:ascii="微软雅黑" w:hAnsi="微软雅黑" w:eastAsia="微软雅黑"/>
          <w:color w:val="585858"/>
        </w:rPr>
        <w:t xml:space="preserve">期望行业：建筑 </w:t>
      </w:r>
      <w:r>
        <w:rPr>
          <w:rFonts w:ascii="微软雅黑" w:hAnsi="微软雅黑" w:eastAsia="微软雅黑"/>
          <w:color w:val="585858"/>
        </w:rPr>
        <w:t xml:space="preserve">         </w:t>
      </w:r>
      <w:r>
        <w:rPr>
          <w:rFonts w:hint="eastAsia" w:ascii="微软雅黑" w:hAnsi="微软雅黑" w:eastAsia="微软雅黑"/>
          <w:color w:val="585858"/>
        </w:rPr>
        <w:t>期望职能：培训师</w:t>
      </w:r>
    </w:p>
    <w:p>
      <w:pPr>
        <w:adjustRightInd w:val="0"/>
        <w:snapToGrid w:val="0"/>
        <w:spacing w:line="360" w:lineRule="exact"/>
        <w:rPr>
          <w:rFonts w:hint="default" w:ascii="微软雅黑" w:hAnsi="微软雅黑" w:eastAsia="微软雅黑"/>
          <w:color w:val="585858"/>
          <w:lang w:val="en-US" w:eastAsia="zh-CN"/>
        </w:rPr>
      </w:pPr>
      <w:r>
        <w:rPr>
          <w:rFonts w:hint="eastAsia" w:ascii="微软雅黑" w:hAnsi="微软雅黑" w:eastAsia="微软雅黑"/>
          <w:color w:val="585858"/>
        </w:rPr>
        <w:t xml:space="preserve">期望地点：深圳 </w:t>
      </w:r>
      <w:r>
        <w:rPr>
          <w:rFonts w:ascii="微软雅黑" w:hAnsi="微软雅黑" w:eastAsia="微软雅黑"/>
          <w:color w:val="585858"/>
        </w:rPr>
        <w:t xml:space="preserve">         </w:t>
      </w:r>
      <w:r>
        <w:rPr>
          <w:rFonts w:hint="eastAsia" w:ascii="微软雅黑" w:hAnsi="微软雅黑" w:eastAsia="微软雅黑"/>
          <w:color w:val="585858"/>
        </w:rPr>
        <w:t>目前月薪：</w:t>
      </w:r>
      <w:r>
        <w:rPr>
          <w:rFonts w:hint="eastAsia" w:ascii="微软雅黑" w:hAnsi="微软雅黑" w:eastAsia="微软雅黑"/>
          <w:color w:val="585858"/>
          <w:lang w:val="en-US" w:eastAsia="zh-CN"/>
        </w:rPr>
        <w:t>8000</w:t>
      </w:r>
      <w:r>
        <w:rPr>
          <w:rFonts w:hint="eastAsia" w:ascii="微软雅黑" w:hAnsi="微软雅黑" w:eastAsia="微软雅黑"/>
          <w:color w:val="585858"/>
        </w:rPr>
        <w:t xml:space="preserve"> </w:t>
      </w:r>
      <w:r>
        <w:rPr>
          <w:rFonts w:ascii="微软雅黑" w:hAnsi="微软雅黑" w:eastAsia="微软雅黑"/>
          <w:color w:val="585858"/>
        </w:rPr>
        <w:t xml:space="preserve">         </w:t>
      </w:r>
      <w:r>
        <w:rPr>
          <w:rFonts w:hint="eastAsia" w:ascii="微软雅黑" w:hAnsi="微软雅黑" w:eastAsia="微软雅黑"/>
          <w:color w:val="585858"/>
        </w:rPr>
        <w:t>期望月薪：</w:t>
      </w:r>
      <w:r>
        <w:rPr>
          <w:rFonts w:hint="eastAsia" w:ascii="微软雅黑" w:hAnsi="微软雅黑" w:eastAsia="微软雅黑"/>
          <w:color w:val="585858"/>
          <w:lang w:val="en-US" w:eastAsia="zh-CN"/>
        </w:rPr>
        <w:t>12000</w:t>
      </w:r>
    </w:p>
    <w:p>
      <w:pPr>
        <w:adjustRightInd w:val="0"/>
        <w:snapToGrid w:val="0"/>
        <w:spacing w:line="360" w:lineRule="exact"/>
        <w:rPr>
          <w:rFonts w:ascii="微软雅黑" w:hAnsi="微软雅黑" w:eastAsia="微软雅黑"/>
          <w:b/>
          <w:sz w:val="24"/>
          <w:szCs w:val="24"/>
        </w:rPr>
      </w:pPr>
    </w:p>
    <w:p>
      <w:pPr>
        <w:adjustRightInd w:val="0"/>
        <w:snapToGrid w:val="0"/>
        <w:spacing w:line="360" w:lineRule="exact"/>
        <w:rPr>
          <w:rFonts w:hint="eastAsia" w:ascii="微软雅黑" w:hAnsi="微软雅黑" w:eastAsia="微软雅黑"/>
          <w:b/>
          <w:sz w:val="24"/>
          <w:szCs w:val="24"/>
          <w:lang w:val="en-US" w:eastAsia="zh-CN"/>
        </w:rPr>
      </w:pPr>
    </w:p>
    <w:p>
      <w:pPr>
        <w:adjustRightInd w:val="0"/>
        <w:snapToGrid w:val="0"/>
        <w:spacing w:line="360" w:lineRule="exact"/>
        <w:rPr>
          <w:rFonts w:ascii="微软雅黑" w:hAnsi="微软雅黑" w:eastAsia="微软雅黑"/>
          <w:color w:val="585858"/>
        </w:rPr>
      </w:pPr>
      <w:r>
        <w:rPr>
          <w:rFonts w:ascii="微软雅黑" w:hAnsi="微软雅黑" w:eastAsia="微软雅黑"/>
          <w:b/>
          <w:sz w:val="24"/>
          <w:szCs w:val="24"/>
        </w:rPr>
        <w:t>教育背景</w:t>
      </w:r>
    </w:p>
    <w:p>
      <w:pPr>
        <w:adjustRightInd w:val="0"/>
        <w:snapToGrid w:val="0"/>
        <w:spacing w:line="360" w:lineRule="exact"/>
        <w:rPr>
          <w:rFonts w:ascii="微软雅黑" w:hAnsi="微软雅黑" w:eastAsia="微软雅黑"/>
          <w:b/>
          <w:color w:val="000000" w:themeColor="text1"/>
          <w14:textFill>
            <w14:solidFill>
              <w14:schemeClr w14:val="tx1"/>
            </w14:solidFill>
          </w14:textFill>
        </w:rPr>
      </w:pPr>
      <w:r>
        <w:rPr>
          <w:rFonts w:hint="eastAsia" w:ascii="微软雅黑" w:hAnsi="微软雅黑" w:eastAsia="微软雅黑"/>
          <w:b/>
          <w:color w:val="000000" w:themeColor="text1"/>
          <w14:textFill>
            <w14:solidFill>
              <w14:schemeClr w14:val="tx1"/>
            </w14:solidFill>
          </w14:textFill>
        </w:rPr>
        <w:t>湖北</w:t>
      </w:r>
      <w:r>
        <w:rPr>
          <w:rFonts w:ascii="微软雅黑" w:hAnsi="微软雅黑" w:eastAsia="微软雅黑"/>
          <w:b/>
          <w:color w:val="000000" w:themeColor="text1"/>
          <w14:textFill>
            <w14:solidFill>
              <w14:schemeClr w14:val="tx1"/>
            </w14:solidFill>
          </w14:textFill>
        </w:rPr>
        <w:t>工业大学</w:t>
      </w:r>
      <w:r>
        <w:rPr>
          <w:rFonts w:hint="eastAsia" w:ascii="微软雅黑" w:hAnsi="微软雅黑" w:eastAsia="微软雅黑"/>
          <w:b/>
          <w:color w:val="000000" w:themeColor="text1"/>
          <w14:textFill>
            <w14:solidFill>
              <w14:schemeClr w14:val="tx1"/>
            </w14:solidFill>
          </w14:textFill>
        </w:rPr>
        <w:t xml:space="preserve"> /</w:t>
      </w:r>
      <w:r>
        <w:rPr>
          <w:rFonts w:ascii="微软雅黑" w:hAnsi="微软雅黑" w:eastAsia="微软雅黑"/>
          <w:b/>
          <w:color w:val="000000" w:themeColor="text1"/>
          <w14:textFill>
            <w14:solidFill>
              <w14:schemeClr w14:val="tx1"/>
            </w14:solidFill>
          </w14:textFill>
        </w:rPr>
        <w:t xml:space="preserve"> </w:t>
      </w:r>
      <w:r>
        <w:rPr>
          <w:rFonts w:hint="eastAsia" w:ascii="微软雅黑" w:hAnsi="微软雅黑" w:eastAsia="微软雅黑"/>
          <w:b/>
          <w:color w:val="000000" w:themeColor="text1"/>
          <w14:textFill>
            <w14:solidFill>
              <w14:schemeClr w14:val="tx1"/>
            </w14:solidFill>
          </w14:textFill>
        </w:rPr>
        <w:t>市场营销 /</w:t>
      </w:r>
      <w:r>
        <w:rPr>
          <w:rFonts w:ascii="微软雅黑" w:hAnsi="微软雅黑" w:eastAsia="微软雅黑"/>
          <w:b/>
          <w:color w:val="000000" w:themeColor="text1"/>
          <w14:textFill>
            <w14:solidFill>
              <w14:schemeClr w14:val="tx1"/>
            </w14:solidFill>
          </w14:textFill>
        </w:rPr>
        <w:t xml:space="preserve"> </w:t>
      </w:r>
      <w:r>
        <w:rPr>
          <w:rFonts w:hint="eastAsia" w:ascii="微软雅黑" w:hAnsi="微软雅黑" w:eastAsia="微软雅黑"/>
          <w:b/>
          <w:color w:val="000000" w:themeColor="text1"/>
          <w14:textFill>
            <w14:solidFill>
              <w14:schemeClr w14:val="tx1"/>
            </w14:solidFill>
          </w14:textFill>
        </w:rPr>
        <w:t xml:space="preserve">本科                           </w:t>
      </w:r>
      <w:r>
        <w:rPr>
          <w:rFonts w:ascii="微软雅黑" w:hAnsi="微软雅黑" w:eastAsia="微软雅黑"/>
          <w:b/>
          <w:color w:val="000000" w:themeColor="text1"/>
          <w14:textFill>
            <w14:solidFill>
              <w14:schemeClr w14:val="tx1"/>
            </w14:solidFill>
          </w14:textFill>
        </w:rPr>
        <w:t xml:space="preserve">     </w:t>
      </w:r>
      <w:r>
        <w:rPr>
          <w:rFonts w:hint="eastAsia" w:ascii="微软雅黑" w:hAnsi="微软雅黑" w:eastAsia="微软雅黑"/>
          <w:b/>
          <w:color w:val="000000" w:themeColor="text1"/>
          <w14:textFill>
            <w14:solidFill>
              <w14:schemeClr w14:val="tx1"/>
            </w14:solidFill>
          </w14:textFill>
        </w:rPr>
        <w:t xml:space="preserve">   </w:t>
      </w:r>
      <w:r>
        <w:rPr>
          <w:rFonts w:ascii="微软雅黑" w:hAnsi="微软雅黑" w:eastAsia="微软雅黑"/>
          <w:b/>
          <w:color w:val="000000" w:themeColor="text1"/>
          <w14:textFill>
            <w14:solidFill>
              <w14:schemeClr w14:val="tx1"/>
            </w14:solidFill>
          </w14:textFill>
        </w:rPr>
        <w:t xml:space="preserve">       </w:t>
      </w:r>
      <w:r>
        <w:rPr>
          <w:rFonts w:hint="eastAsia" w:ascii="微软雅黑" w:hAnsi="微软雅黑" w:eastAsia="微软雅黑"/>
          <w:b/>
          <w:color w:val="000000" w:themeColor="text1"/>
          <w14:textFill>
            <w14:solidFill>
              <w14:schemeClr w14:val="tx1"/>
            </w14:solidFill>
          </w14:textFill>
        </w:rPr>
        <w:t xml:space="preserve">    201</w:t>
      </w:r>
      <w:r>
        <w:rPr>
          <w:rFonts w:ascii="微软雅黑" w:hAnsi="微软雅黑" w:eastAsia="微软雅黑"/>
          <w:b/>
          <w:color w:val="000000" w:themeColor="text1"/>
          <w14:textFill>
            <w14:solidFill>
              <w14:schemeClr w14:val="tx1"/>
            </w14:solidFill>
          </w14:textFill>
        </w:rPr>
        <w:t>1</w:t>
      </w:r>
      <w:r>
        <w:rPr>
          <w:rFonts w:hint="eastAsia" w:ascii="微软雅黑" w:hAnsi="微软雅黑" w:eastAsia="微软雅黑"/>
          <w:b/>
          <w:color w:val="000000" w:themeColor="text1"/>
          <w14:textFill>
            <w14:solidFill>
              <w14:schemeClr w14:val="tx1"/>
            </w14:solidFill>
          </w14:textFill>
        </w:rPr>
        <w:t>.0</w:t>
      </w:r>
      <w:r>
        <w:rPr>
          <w:rFonts w:ascii="微软雅黑" w:hAnsi="微软雅黑" w:eastAsia="微软雅黑"/>
          <w:b/>
          <w:color w:val="000000" w:themeColor="text1"/>
          <w14:textFill>
            <w14:solidFill>
              <w14:schemeClr w14:val="tx1"/>
            </w14:solidFill>
          </w14:textFill>
        </w:rPr>
        <w:t>9</w:t>
      </w:r>
      <w:r>
        <w:rPr>
          <w:rFonts w:hint="eastAsia" w:ascii="微软雅黑" w:hAnsi="微软雅黑" w:eastAsia="微软雅黑"/>
          <w:b/>
          <w:color w:val="000000" w:themeColor="text1"/>
          <w14:textFill>
            <w14:solidFill>
              <w14:schemeClr w14:val="tx1"/>
            </w14:solidFill>
          </w14:textFill>
        </w:rPr>
        <w:t>-201</w:t>
      </w:r>
      <w:r>
        <w:rPr>
          <w:rFonts w:ascii="微软雅黑" w:hAnsi="微软雅黑" w:eastAsia="微软雅黑"/>
          <w:b/>
          <w:color w:val="000000" w:themeColor="text1"/>
          <w14:textFill>
            <w14:solidFill>
              <w14:schemeClr w14:val="tx1"/>
            </w14:solidFill>
          </w14:textFill>
        </w:rPr>
        <w:t>5.</w:t>
      </w:r>
      <w:r>
        <w:rPr>
          <w:rFonts w:hint="eastAsia" w:ascii="微软雅黑" w:hAnsi="微软雅黑" w:eastAsia="微软雅黑"/>
          <w:b/>
          <w:color w:val="000000" w:themeColor="text1"/>
          <w14:textFill>
            <w14:solidFill>
              <w14:schemeClr w14:val="tx1"/>
            </w14:solidFill>
          </w14:textFill>
        </w:rPr>
        <w:t>0</w:t>
      </w:r>
      <w:r>
        <w:rPr>
          <w:rFonts w:ascii="微软雅黑" w:hAnsi="微软雅黑" w:eastAsia="微软雅黑"/>
          <w:b/>
          <w:color w:val="000000" w:themeColor="text1"/>
          <w14:textFill>
            <w14:solidFill>
              <w14:schemeClr w14:val="tx1"/>
            </w14:solidFill>
          </w14:textFill>
        </w:rPr>
        <w:t>7</w:t>
      </w:r>
    </w:p>
    <w:p>
      <w:pPr>
        <w:adjustRightInd w:val="0"/>
        <w:snapToGrid w:val="0"/>
        <w:spacing w:line="360" w:lineRule="exact"/>
        <w:rPr>
          <w:rFonts w:ascii="微软雅黑" w:hAnsi="微软雅黑" w:eastAsia="微软雅黑"/>
          <w:b/>
          <w:color w:val="5B9BD5" w:themeColor="accent1"/>
          <w14:textFill>
            <w14:solidFill>
              <w14:schemeClr w14:val="accent1"/>
            </w14:solidFill>
          </w14:textFill>
        </w:rPr>
      </w:pPr>
    </w:p>
    <w:p>
      <w:pPr>
        <w:adjustRightInd w:val="0"/>
        <w:snapToGrid w:val="0"/>
        <w:spacing w:line="360" w:lineRule="exact"/>
        <w:rPr>
          <w:rFonts w:hint="eastAsia" w:eastAsiaTheme="minorEastAsia"/>
          <w:lang w:val="en-US" w:eastAsia="zh-CN"/>
        </w:rPr>
      </w:pPr>
    </w:p>
    <w:p>
      <w:pPr>
        <w:adjustRightInd w:val="0"/>
        <w:snapToGrid w:val="0"/>
        <w:spacing w:line="360" w:lineRule="exact"/>
      </w:pPr>
      <w:r>
        <w:rPr>
          <w:rFonts w:hint="eastAsia" w:ascii="微软雅黑" w:hAnsi="微软雅黑" w:eastAsia="微软雅黑"/>
          <w:b/>
          <w:sz w:val="24"/>
          <w:szCs w:val="24"/>
        </w:rPr>
        <w:t>工作经验</w:t>
      </w:r>
    </w:p>
    <w:p>
      <w:pPr>
        <w:adjustRightInd w:val="0"/>
        <w:snapToGrid w:val="0"/>
        <w:spacing w:line="360" w:lineRule="exact"/>
        <w:rPr>
          <w:rFonts w:hint="eastAsia" w:ascii="微软雅黑" w:hAnsi="微软雅黑" w:eastAsia="微软雅黑"/>
          <w:b/>
          <w:color w:val="000000" w:themeColor="text1"/>
          <w14:textFill>
            <w14:solidFill>
              <w14:schemeClr w14:val="tx1"/>
            </w14:solidFill>
          </w14:textFill>
        </w:rPr>
      </w:pPr>
      <w:r>
        <w:rPr>
          <w:rFonts w:hint="eastAsia" w:ascii="微软雅黑" w:hAnsi="微软雅黑" w:eastAsia="微软雅黑"/>
          <w:b/>
          <w:color w:val="000000" w:themeColor="text1"/>
          <w14:textFill>
            <w14:solidFill>
              <w14:schemeClr w14:val="tx1"/>
            </w14:solidFill>
          </w14:textFill>
        </w:rPr>
        <w:t>武汉创十二信息科技有限公司 / 建筑行业                                       2015.07-2018.07</w:t>
      </w:r>
    </w:p>
    <w:p>
      <w:pPr>
        <w:adjustRightInd w:val="0"/>
        <w:snapToGrid w:val="0"/>
        <w:spacing w:line="360" w:lineRule="exact"/>
      </w:pPr>
      <w:r>
        <w:rPr>
          <w:rFonts w:hint="eastAsia" w:ascii="微软雅黑" w:hAnsi="微软雅黑" w:eastAsia="微软雅黑"/>
          <w:b/>
          <w:color w:val="000000" w:themeColor="text1"/>
          <w14:textFill>
            <w14:solidFill>
              <w14:schemeClr w14:val="tx1"/>
            </w14:solidFill>
          </w14:textFill>
        </w:rPr>
        <w:t>建筑设计 / 武汉光谷</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按客户要求做好室内设计，并辅助工人完成项目；</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负责对项目进行跟踪和监督；</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设计师应协助材料部对装修项目材料进行确认工作；</w:t>
      </w:r>
    </w:p>
    <w:p>
      <w:pPr>
        <w:numPr>
          <w:ilvl w:val="0"/>
          <w:numId w:val="1"/>
        </w:numPr>
        <w:adjustRightInd w:val="0"/>
        <w:snapToGrid w:val="0"/>
        <w:spacing w:line="360" w:lineRule="exact"/>
        <w:ind w:left="420" w:leftChars="0" w:hanging="420" w:firstLineChars="0"/>
        <w:jc w:val="left"/>
      </w:pPr>
      <w:r>
        <w:rPr>
          <w:rFonts w:hint="eastAsia" w:ascii="微软雅黑" w:hAnsi="微软雅黑" w:eastAsia="微软雅黑"/>
          <w:color w:val="585858"/>
          <w:sz w:val="21"/>
          <w:szCs w:val="21"/>
        </w:rPr>
        <w:t>配合项目经理制定工作进度及收款。</w:t>
      </w:r>
    </w:p>
    <w:p>
      <w:pPr>
        <w:numPr>
          <w:ilvl w:val="0"/>
          <w:numId w:val="1"/>
        </w:numPr>
        <w:adjustRightInd w:val="0"/>
        <w:snapToGrid w:val="0"/>
        <w:spacing w:line="360" w:lineRule="exact"/>
        <w:ind w:left="420" w:leftChars="0" w:hanging="420" w:firstLineChars="0"/>
        <w:jc w:val="left"/>
      </w:pPr>
      <w:r>
        <w:rPr>
          <w:rFonts w:hint="eastAsia" w:ascii="微软雅黑" w:hAnsi="微软雅黑" w:eastAsia="微软雅黑"/>
          <w:color w:val="585858"/>
          <w:sz w:val="21"/>
          <w:szCs w:val="21"/>
        </w:rPr>
        <w:t>负责与客户的前期沟通、签定设计协议、量房、沟通设计方案、预算、签定施工合同。</w:t>
      </w:r>
    </w:p>
    <w:p>
      <w:pPr>
        <w:adjustRightInd w:val="0"/>
        <w:snapToGrid w:val="0"/>
        <w:spacing w:line="360" w:lineRule="exact"/>
        <w:rPr>
          <w:rFonts w:hint="eastAsia" w:ascii="微软雅黑" w:hAnsi="微软雅黑" w:eastAsia="微软雅黑"/>
          <w:b/>
          <w:color w:val="000000" w:themeColor="text1"/>
          <w14:textFill>
            <w14:solidFill>
              <w14:schemeClr w14:val="tx1"/>
            </w14:solidFill>
          </w14:textFill>
        </w:rPr>
      </w:pPr>
      <w:r>
        <w:rPr>
          <w:rFonts w:hint="eastAsia" w:ascii="微软雅黑" w:hAnsi="微软雅黑" w:eastAsia="微软雅黑"/>
          <w:b/>
          <w:color w:val="000000" w:themeColor="text1"/>
          <w14:textFill>
            <w14:solidFill>
              <w14:schemeClr w14:val="tx1"/>
            </w14:solidFill>
          </w14:textFill>
        </w:rPr>
        <w:t>主要业绩：</w:t>
      </w:r>
    </w:p>
    <w:p>
      <w:pPr>
        <w:pStyle w:val="9"/>
        <w:adjustRightInd w:val="0"/>
        <w:spacing w:line="360" w:lineRule="exact"/>
        <w:ind w:firstLine="0" w:firstLineChars="0"/>
        <w:jc w:val="left"/>
        <w:rPr>
          <w:rFonts w:hint="eastAsia"/>
        </w:rPr>
      </w:pPr>
      <w:r>
        <w:rPr>
          <w:rFonts w:hint="eastAsia" w:ascii="微软雅黑" w:hAnsi="微软雅黑" w:eastAsia="微软雅黑" w:cstheme="minorBidi"/>
          <w:color w:val="585858"/>
          <w:kern w:val="2"/>
          <w:sz w:val="21"/>
          <w:szCs w:val="22"/>
          <w:lang w:val="en-US" w:eastAsia="zh-CN" w:bidi="ar-SA"/>
        </w:rPr>
        <w:t>获得2018年最佳室内设计师称号，年中获得鲁班奖。</w:t>
      </w:r>
    </w:p>
    <w:p>
      <w:pPr>
        <w:pStyle w:val="9"/>
        <w:adjustRightInd w:val="0"/>
        <w:spacing w:line="360" w:lineRule="exact"/>
        <w:ind w:firstLine="0" w:firstLineChars="0"/>
        <w:jc w:val="left"/>
        <w:rPr>
          <w:rFonts w:ascii="微软雅黑" w:hAnsi="微软雅黑" w:eastAsia="微软雅黑"/>
          <w:color w:val="585858"/>
        </w:rPr>
      </w:pPr>
    </w:p>
    <w:p>
      <w:pPr>
        <w:adjustRightInd w:val="0"/>
        <w:snapToGrid w:val="0"/>
        <w:spacing w:line="360" w:lineRule="exact"/>
        <w:rPr>
          <w:rFonts w:hint="eastAsia" w:eastAsiaTheme="minorEastAsia"/>
          <w:lang w:val="en-US" w:eastAsia="zh-CN"/>
        </w:rPr>
      </w:pPr>
    </w:p>
    <w:p>
      <w:pPr>
        <w:adjustRightInd w:val="0"/>
        <w:snapToGrid w:val="0"/>
        <w:spacing w:line="360" w:lineRule="exact"/>
      </w:pPr>
      <w:r>
        <w:rPr>
          <w:rFonts w:hint="eastAsia" w:ascii="微软雅黑" w:hAnsi="微软雅黑" w:eastAsia="微软雅黑"/>
          <w:b/>
          <w:sz w:val="24"/>
          <w:szCs w:val="24"/>
        </w:rPr>
        <w:t>项目经历</w:t>
      </w:r>
    </w:p>
    <w:p>
      <w:pPr>
        <w:adjustRightInd w:val="0"/>
        <w:snapToGrid w:val="0"/>
        <w:spacing w:line="360" w:lineRule="exact"/>
        <w:rPr>
          <w:rFonts w:hint="eastAsia" w:ascii="微软雅黑" w:hAnsi="微软雅黑" w:eastAsia="微软雅黑"/>
          <w:b/>
          <w:color w:val="000000" w:themeColor="text1"/>
          <w14:textFill>
            <w14:solidFill>
              <w14:schemeClr w14:val="tx1"/>
            </w14:solidFill>
          </w14:textFill>
        </w:rPr>
      </w:pPr>
      <w:r>
        <w:rPr>
          <w:rFonts w:hint="eastAsia" w:ascii="微软雅黑" w:hAnsi="微软雅黑" w:eastAsia="微软雅黑"/>
          <w:b/>
          <w:color w:val="000000" w:themeColor="text1"/>
          <w14:textFill>
            <w14:solidFill>
              <w14:schemeClr w14:val="tx1"/>
            </w14:solidFill>
          </w14:textFill>
        </w:rPr>
        <w:t>华润翡翠城户型设计 / 助理                                                   2015.07-2018.07</w:t>
      </w:r>
    </w:p>
    <w:p>
      <w:pPr>
        <w:adjustRightInd w:val="0"/>
        <w:snapToGrid w:val="0"/>
        <w:spacing w:line="360" w:lineRule="exact"/>
      </w:pPr>
      <w:r>
        <w:rPr>
          <w:rFonts w:hint="eastAsia" w:ascii="微软雅黑" w:hAnsi="微软雅黑" w:eastAsia="微软雅黑"/>
          <w:b/>
          <w:color w:val="000000" w:themeColor="text1"/>
          <w14:textFill>
            <w14:solidFill>
              <w14:schemeClr w14:val="tx1"/>
            </w14:solidFill>
          </w14:textFill>
        </w:rPr>
        <w:t>工作描述：</w:t>
      </w:r>
    </w:p>
    <w:p>
      <w:pPr>
        <w:pStyle w:val="9"/>
        <w:numPr>
          <w:ilvl w:val="0"/>
          <w:numId w:val="1"/>
        </w:numPr>
        <w:adjustRightInd w:val="0"/>
        <w:spacing w:line="360" w:lineRule="exact"/>
        <w:ind w:left="420" w:leftChars="0" w:hanging="420" w:firstLineChars="0"/>
        <w:jc w:val="left"/>
        <w:rPr>
          <w:rFonts w:hint="eastAsia" w:ascii="微软雅黑" w:hAnsi="微软雅黑" w:eastAsia="微软雅黑" w:cstheme="minorBidi"/>
          <w:color w:val="585858"/>
          <w:kern w:val="2"/>
          <w:sz w:val="21"/>
          <w:szCs w:val="22"/>
          <w:lang w:val="en-US" w:eastAsia="zh-CN" w:bidi="ar-SA"/>
        </w:rPr>
      </w:pPr>
      <w:r>
        <w:rPr>
          <w:rFonts w:hint="eastAsia" w:ascii="微软雅黑" w:hAnsi="微软雅黑" w:eastAsia="微软雅黑" w:cstheme="minorBidi"/>
          <w:color w:val="585858"/>
          <w:kern w:val="2"/>
          <w:sz w:val="21"/>
          <w:szCs w:val="22"/>
          <w:lang w:val="en-US" w:eastAsia="zh-CN" w:bidi="ar-SA"/>
        </w:rPr>
        <w:t>根据客户及具体项目要求，独立完成中小型项目的方案设计绘制；</w:t>
      </w:r>
    </w:p>
    <w:p>
      <w:pPr>
        <w:pStyle w:val="9"/>
        <w:numPr>
          <w:ilvl w:val="0"/>
          <w:numId w:val="1"/>
        </w:numPr>
        <w:adjustRightInd w:val="0"/>
        <w:spacing w:line="360" w:lineRule="exact"/>
        <w:ind w:left="420" w:leftChars="0" w:hanging="420" w:firstLineChars="0"/>
        <w:jc w:val="left"/>
        <w:rPr>
          <w:rFonts w:hint="eastAsia" w:ascii="微软雅黑" w:hAnsi="微软雅黑" w:eastAsia="微软雅黑" w:cstheme="minorBidi"/>
          <w:color w:val="585858"/>
          <w:kern w:val="2"/>
          <w:sz w:val="21"/>
          <w:szCs w:val="22"/>
          <w:lang w:val="en-US" w:eastAsia="zh-CN" w:bidi="ar-SA"/>
        </w:rPr>
      </w:pPr>
      <w:r>
        <w:rPr>
          <w:rFonts w:hint="eastAsia" w:ascii="微软雅黑" w:hAnsi="微软雅黑" w:eastAsia="微软雅黑" w:cstheme="minorBidi"/>
          <w:color w:val="585858"/>
          <w:kern w:val="2"/>
          <w:sz w:val="21"/>
          <w:szCs w:val="22"/>
          <w:lang w:val="en-US" w:eastAsia="zh-CN" w:bidi="ar-SA"/>
        </w:rPr>
        <w:t>配合项目小组所完成的各个阶段施工图纸符合国家设计规范和公司出图标准；</w:t>
      </w:r>
    </w:p>
    <w:p>
      <w:pPr>
        <w:pStyle w:val="9"/>
        <w:numPr>
          <w:ilvl w:val="0"/>
          <w:numId w:val="1"/>
        </w:numPr>
        <w:adjustRightInd w:val="0"/>
        <w:spacing w:line="360" w:lineRule="exact"/>
        <w:ind w:left="420" w:leftChars="0" w:hanging="420" w:firstLineChars="0"/>
        <w:jc w:val="left"/>
        <w:rPr>
          <w:rFonts w:hint="eastAsia" w:ascii="微软雅黑" w:hAnsi="微软雅黑" w:eastAsia="微软雅黑" w:cstheme="minorBidi"/>
          <w:color w:val="585858"/>
          <w:kern w:val="2"/>
          <w:sz w:val="21"/>
          <w:szCs w:val="22"/>
          <w:lang w:val="en-US" w:eastAsia="zh-CN" w:bidi="ar-SA"/>
        </w:rPr>
      </w:pPr>
      <w:r>
        <w:rPr>
          <w:rFonts w:hint="eastAsia" w:ascii="微软雅黑" w:hAnsi="微软雅黑" w:eastAsia="微软雅黑" w:cstheme="minorBidi"/>
          <w:color w:val="585858"/>
          <w:kern w:val="2"/>
          <w:sz w:val="21"/>
          <w:szCs w:val="22"/>
          <w:lang w:val="en-US" w:eastAsia="zh-CN" w:bidi="ar-SA"/>
        </w:rPr>
        <w:t>配合设计总监完成项目效果图设计任务；</w:t>
      </w:r>
    </w:p>
    <w:p>
      <w:pPr>
        <w:pStyle w:val="9"/>
        <w:numPr>
          <w:ilvl w:val="0"/>
          <w:numId w:val="1"/>
        </w:numPr>
        <w:adjustRightInd w:val="0"/>
        <w:spacing w:line="360" w:lineRule="exact"/>
        <w:ind w:left="420" w:leftChars="0" w:hanging="420" w:firstLineChars="0"/>
        <w:jc w:val="left"/>
        <w:rPr>
          <w:rFonts w:hint="eastAsia" w:ascii="微软雅黑" w:hAnsi="微软雅黑" w:eastAsia="微软雅黑" w:cstheme="minorBidi"/>
          <w:color w:val="585858"/>
          <w:kern w:val="2"/>
          <w:sz w:val="21"/>
          <w:szCs w:val="22"/>
          <w:lang w:val="en-US" w:eastAsia="zh-CN" w:bidi="ar-SA"/>
        </w:rPr>
      </w:pPr>
      <w:r>
        <w:rPr>
          <w:rFonts w:hint="eastAsia" w:ascii="微软雅黑" w:hAnsi="微软雅黑" w:eastAsia="微软雅黑" w:cstheme="minorBidi"/>
          <w:color w:val="585858"/>
          <w:kern w:val="2"/>
          <w:sz w:val="21"/>
          <w:szCs w:val="22"/>
          <w:lang w:val="en-US" w:eastAsia="zh-CN" w:bidi="ar-SA"/>
        </w:rPr>
        <w:t>全面深刻理解客户要求，满足客户需求并与客户进行重要有效沟通；</w:t>
      </w:r>
    </w:p>
    <w:p>
      <w:pPr>
        <w:pStyle w:val="9"/>
        <w:numPr>
          <w:ilvl w:val="0"/>
          <w:numId w:val="1"/>
        </w:numPr>
        <w:adjustRightInd w:val="0"/>
        <w:spacing w:line="360" w:lineRule="exact"/>
        <w:ind w:left="420" w:leftChars="0" w:hanging="420" w:firstLineChars="0"/>
        <w:jc w:val="left"/>
        <w:rPr>
          <w:rFonts w:hint="eastAsia" w:ascii="微软雅黑" w:hAnsi="微软雅黑" w:eastAsia="微软雅黑" w:cstheme="minorBidi"/>
          <w:color w:val="585858"/>
          <w:kern w:val="2"/>
          <w:sz w:val="21"/>
          <w:szCs w:val="22"/>
          <w:lang w:val="en-US" w:eastAsia="zh-CN" w:bidi="ar-SA"/>
        </w:rPr>
      </w:pPr>
      <w:r>
        <w:rPr>
          <w:rFonts w:hint="eastAsia" w:ascii="微软雅黑" w:hAnsi="微软雅黑" w:eastAsia="微软雅黑" w:cstheme="minorBidi"/>
          <w:color w:val="585858"/>
          <w:kern w:val="2"/>
          <w:sz w:val="21"/>
          <w:szCs w:val="22"/>
          <w:lang w:val="en-US" w:eastAsia="zh-CN" w:bidi="ar-SA"/>
        </w:rPr>
        <w:t>把握设计的创意方向、水准；</w:t>
      </w:r>
    </w:p>
    <w:p>
      <w:pPr>
        <w:pStyle w:val="9"/>
        <w:numPr>
          <w:ilvl w:val="0"/>
          <w:numId w:val="1"/>
        </w:numPr>
        <w:adjustRightInd w:val="0"/>
        <w:spacing w:line="360" w:lineRule="exact"/>
        <w:ind w:left="420" w:leftChars="0" w:hanging="420" w:firstLineChars="0"/>
        <w:jc w:val="left"/>
        <w:rPr>
          <w:rFonts w:hint="eastAsia" w:ascii="微软雅黑" w:hAnsi="微软雅黑" w:eastAsia="微软雅黑" w:cstheme="minorBidi"/>
          <w:color w:val="585858"/>
          <w:kern w:val="2"/>
          <w:sz w:val="21"/>
          <w:szCs w:val="22"/>
          <w:lang w:val="en-US" w:eastAsia="zh-CN" w:bidi="ar-SA"/>
        </w:rPr>
      </w:pPr>
      <w:r>
        <w:rPr>
          <w:rFonts w:hint="eastAsia" w:ascii="微软雅黑" w:hAnsi="微软雅黑" w:eastAsia="微软雅黑" w:cstheme="minorBidi"/>
          <w:color w:val="585858"/>
          <w:kern w:val="2"/>
          <w:sz w:val="21"/>
          <w:szCs w:val="22"/>
          <w:lang w:val="en-US" w:eastAsia="zh-CN" w:bidi="ar-SA"/>
        </w:rPr>
        <w:t>改进设计方案、把握设计质量、具有可操作性</w:t>
      </w:r>
    </w:p>
    <w:p>
      <w:pPr>
        <w:pStyle w:val="9"/>
        <w:adjustRightInd w:val="0"/>
        <w:spacing w:line="360" w:lineRule="exact"/>
        <w:ind w:firstLine="0" w:firstLineChars="0"/>
        <w:jc w:val="left"/>
        <w:rPr>
          <w:rFonts w:hint="eastAsia" w:ascii="微软雅黑" w:hAnsi="微软雅黑" w:eastAsia="微软雅黑" w:cstheme="minorBidi"/>
          <w:color w:val="585858"/>
          <w:kern w:val="2"/>
          <w:sz w:val="21"/>
          <w:szCs w:val="22"/>
          <w:lang w:val="en-US" w:eastAsia="zh-CN" w:bidi="ar-SA"/>
        </w:rPr>
      </w:pPr>
    </w:p>
    <w:p>
      <w:pPr>
        <w:adjustRightInd w:val="0"/>
        <w:snapToGrid w:val="0"/>
        <w:spacing w:line="360" w:lineRule="exact"/>
        <w:rPr>
          <w:rFonts w:hint="eastAsia" w:eastAsiaTheme="minorEastAsia"/>
          <w:lang w:val="en-US" w:eastAsia="zh-CN"/>
        </w:rPr>
      </w:pPr>
    </w:p>
    <w:p>
      <w:pPr>
        <w:adjustRightInd w:val="0"/>
        <w:snapToGrid w:val="0"/>
        <w:spacing w:line="360" w:lineRule="exact"/>
      </w:pPr>
      <w:r>
        <w:rPr>
          <w:rFonts w:hint="eastAsia" w:ascii="微软雅黑" w:hAnsi="微软雅黑" w:eastAsia="微软雅黑"/>
          <w:b/>
          <w:sz w:val="24"/>
          <w:szCs w:val="24"/>
        </w:rPr>
        <w:t>在校经历</w:t>
      </w:r>
    </w:p>
    <w:p>
      <w:pPr>
        <w:adjustRightInd w:val="0"/>
        <w:snapToGrid w:val="0"/>
        <w:spacing w:line="360" w:lineRule="exact"/>
        <w:rPr>
          <w:rFonts w:hint="eastAsia" w:ascii="微软雅黑" w:hAnsi="微软雅黑" w:eastAsia="微软雅黑"/>
          <w:b/>
          <w:color w:val="000000" w:themeColor="text1"/>
          <w14:textFill>
            <w14:solidFill>
              <w14:schemeClr w14:val="tx1"/>
            </w14:solidFill>
          </w14:textFill>
        </w:rPr>
      </w:pPr>
      <w:bookmarkStart w:id="0" w:name="_Hlk1655664"/>
      <w:r>
        <w:rPr>
          <w:rFonts w:hint="eastAsia" w:ascii="微软雅黑" w:hAnsi="微软雅黑" w:eastAsia="微软雅黑"/>
          <w:b/>
          <w:color w:val="000000" w:themeColor="text1"/>
          <w14:textFill>
            <w14:solidFill>
              <w14:schemeClr w14:val="tx1"/>
            </w14:solidFill>
          </w14:textFill>
        </w:rPr>
        <w:t>湖北工业大学工程技术学院</w:t>
      </w:r>
      <w:bookmarkEnd w:id="0"/>
      <w:r>
        <w:rPr>
          <w:rFonts w:hint="eastAsia" w:ascii="微软雅黑" w:hAnsi="微软雅黑" w:eastAsia="微软雅黑"/>
          <w:b/>
          <w:color w:val="000000" w:themeColor="text1"/>
          <w14:textFill>
            <w14:solidFill>
              <w14:schemeClr w14:val="tx1"/>
            </w14:solidFill>
          </w14:textFill>
        </w:rPr>
        <w:t>街舞社 / 活动部长                                   2015.07-2018.07</w:t>
      </w:r>
    </w:p>
    <w:p>
      <w:pPr>
        <w:adjustRightInd w:val="0"/>
        <w:snapToGrid w:val="0"/>
        <w:spacing w:line="360" w:lineRule="exact"/>
      </w:pPr>
      <w:r>
        <w:rPr>
          <w:rFonts w:hint="eastAsia" w:ascii="微软雅黑" w:hAnsi="微软雅黑" w:eastAsia="微软雅黑"/>
          <w:b/>
          <w:color w:val="000000" w:themeColor="text1"/>
          <w14:textFill>
            <w14:solidFill>
              <w14:schemeClr w14:val="tx1"/>
            </w14:solidFill>
          </w14:textFill>
        </w:rPr>
        <w:t>工作描述：</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参与并组织了二十多场街舞表演，担任特别表演嘉宾；</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组织社团成员进行招新工作，吸纳新成员300多人，为全校各社团招新人数之最；</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合作协调武汉高校街舞活动的举办，颁奖以及社交平台的发布，并组织校级比</w:t>
      </w:r>
      <w:bookmarkStart w:id="1" w:name="_GoBack"/>
      <w:bookmarkEnd w:id="1"/>
      <w:r>
        <w:rPr>
          <w:rFonts w:hint="eastAsia" w:ascii="微软雅黑" w:hAnsi="微软雅黑" w:eastAsia="微软雅黑"/>
          <w:color w:val="585858"/>
          <w:sz w:val="21"/>
          <w:szCs w:val="21"/>
        </w:rPr>
        <w:t>赛，锻炼了个人能力。</w:t>
      </w:r>
    </w:p>
    <w:p>
      <w:pPr>
        <w:numPr>
          <w:ilvl w:val="0"/>
          <w:numId w:val="0"/>
        </w:numPr>
        <w:adjustRightInd w:val="0"/>
        <w:snapToGrid w:val="0"/>
        <w:spacing w:line="360" w:lineRule="exact"/>
        <w:ind w:leftChars="0"/>
        <w:jc w:val="left"/>
        <w:rPr>
          <w:rFonts w:hint="eastAsia" w:ascii="微软雅黑" w:hAnsi="微软雅黑" w:eastAsia="微软雅黑"/>
          <w:color w:val="585858"/>
          <w:sz w:val="21"/>
          <w:szCs w:val="21"/>
        </w:rPr>
      </w:pPr>
    </w:p>
    <w:p>
      <w:pPr>
        <w:adjustRightInd w:val="0"/>
        <w:snapToGrid w:val="0"/>
        <w:spacing w:line="360" w:lineRule="exact"/>
        <w:rPr>
          <w:rFonts w:hint="eastAsia" w:eastAsiaTheme="minorEastAsia"/>
          <w:lang w:val="en-US" w:eastAsia="zh-CN"/>
        </w:rPr>
      </w:pPr>
    </w:p>
    <w:p>
      <w:pPr>
        <w:adjustRightInd w:val="0"/>
        <w:snapToGrid w:val="0"/>
        <w:spacing w:line="360" w:lineRule="exact"/>
        <w:rPr>
          <w:rFonts w:hint="eastAsia" w:ascii="微软雅黑" w:hAnsi="微软雅黑" w:eastAsia="微软雅黑"/>
          <w:b/>
          <w:sz w:val="24"/>
          <w:szCs w:val="24"/>
        </w:rPr>
      </w:pPr>
      <w:r>
        <w:rPr>
          <w:rFonts w:hint="eastAsia" w:ascii="微软雅黑" w:hAnsi="微软雅黑" w:eastAsia="微软雅黑"/>
          <w:b/>
          <w:sz w:val="24"/>
          <w:szCs w:val="24"/>
        </w:rPr>
        <w:t>实习经历</w:t>
      </w:r>
    </w:p>
    <w:p>
      <w:pPr>
        <w:adjustRightInd w:val="0"/>
        <w:snapToGrid w:val="0"/>
        <w:spacing w:line="360" w:lineRule="exact"/>
        <w:rPr>
          <w:rFonts w:hint="eastAsia" w:ascii="微软雅黑" w:hAnsi="微软雅黑" w:eastAsia="微软雅黑"/>
          <w:b/>
          <w:color w:val="000000" w:themeColor="text1"/>
          <w14:textFill>
            <w14:solidFill>
              <w14:schemeClr w14:val="tx1"/>
            </w14:solidFill>
          </w14:textFill>
        </w:rPr>
      </w:pPr>
      <w:r>
        <w:rPr>
          <w:rFonts w:hint="eastAsia" w:ascii="微软雅黑" w:hAnsi="微软雅黑" w:eastAsia="微软雅黑"/>
          <w:b/>
          <w:color w:val="000000" w:themeColor="text1"/>
          <w14:textFill>
            <w14:solidFill>
              <w14:schemeClr w14:val="tx1"/>
            </w14:solidFill>
          </w14:textFill>
        </w:rPr>
        <w:t>武汉创十二信息科技有限公司 / 设计岗位                                       2015.07-2018.07</w:t>
      </w:r>
    </w:p>
    <w:p>
      <w:pPr>
        <w:adjustRightInd w:val="0"/>
        <w:snapToGrid w:val="0"/>
        <w:spacing w:line="360" w:lineRule="exact"/>
      </w:pPr>
      <w:r>
        <w:rPr>
          <w:rFonts w:hint="eastAsia" w:ascii="微软雅黑" w:hAnsi="微软雅黑" w:eastAsia="微软雅黑"/>
          <w:b/>
          <w:color w:val="000000" w:themeColor="text1"/>
          <w14:textFill>
            <w14:solidFill>
              <w14:schemeClr w14:val="tx1"/>
            </w14:solidFill>
          </w14:textFill>
        </w:rPr>
        <w:t>建筑实习 / 武汉光谷</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负责（客户）木阳台的现场尺寸测量，并给出合理的设计建议，并现场拍照存档；</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负责花园式木阳台定制设计，出效果图、尺寸图、及价格的概（预）算；</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负责促进订单成交；</w:t>
      </w:r>
    </w:p>
    <w:p>
      <w:pPr>
        <w:numPr>
          <w:ilvl w:val="0"/>
          <w:numId w:val="1"/>
        </w:numPr>
        <w:adjustRightInd w:val="0"/>
        <w:snapToGrid w:val="0"/>
        <w:spacing w:line="360" w:lineRule="exact"/>
        <w:ind w:left="420" w:leftChars="0" w:hanging="420" w:firstLineChars="0"/>
        <w:jc w:val="left"/>
        <w:rPr>
          <w:rFonts w:hint="eastAsia" w:ascii="微软雅黑" w:hAnsi="微软雅黑" w:eastAsia="微软雅黑"/>
          <w:color w:val="585858"/>
          <w:sz w:val="21"/>
          <w:szCs w:val="21"/>
        </w:rPr>
      </w:pPr>
      <w:r>
        <w:rPr>
          <w:rFonts w:hint="eastAsia" w:ascii="微软雅黑" w:hAnsi="微软雅黑" w:eastAsia="微软雅黑"/>
          <w:color w:val="585858"/>
          <w:sz w:val="21"/>
          <w:szCs w:val="21"/>
        </w:rPr>
        <w:t>配合销售导购完成下单；</w:t>
      </w:r>
    </w:p>
    <w:p>
      <w:pPr>
        <w:adjustRightInd w:val="0"/>
        <w:snapToGrid w:val="0"/>
        <w:spacing w:line="360" w:lineRule="exact"/>
        <w:rPr>
          <w:rFonts w:hint="eastAsia" w:ascii="微软雅黑" w:hAnsi="微软雅黑" w:eastAsia="微软雅黑"/>
          <w:b/>
          <w:color w:val="000000" w:themeColor="text1"/>
          <w14:textFill>
            <w14:solidFill>
              <w14:schemeClr w14:val="tx1"/>
            </w14:solidFill>
          </w14:textFill>
        </w:rPr>
      </w:pPr>
      <w:r>
        <w:rPr>
          <w:rFonts w:hint="eastAsia" w:ascii="微软雅黑" w:hAnsi="微软雅黑" w:eastAsia="微软雅黑"/>
          <w:b/>
          <w:color w:val="000000" w:themeColor="text1"/>
          <w14:textFill>
            <w14:solidFill>
              <w14:schemeClr w14:val="tx1"/>
            </w14:solidFill>
          </w14:textFill>
        </w:rPr>
        <w:t>主要业绩：</w:t>
      </w:r>
    </w:p>
    <w:p>
      <w:pPr>
        <w:adjustRightInd w:val="0"/>
        <w:snapToGrid w:val="0"/>
        <w:spacing w:line="360" w:lineRule="exact"/>
        <w:jc w:val="left"/>
        <w:rPr>
          <w:rFonts w:hint="eastAsia"/>
        </w:rPr>
      </w:pPr>
      <w:r>
        <w:rPr>
          <w:rFonts w:hint="eastAsia" w:ascii="微软雅黑" w:hAnsi="微软雅黑" w:eastAsia="微软雅黑" w:cstheme="minorBidi"/>
          <w:color w:val="585858"/>
          <w:kern w:val="2"/>
          <w:sz w:val="21"/>
          <w:szCs w:val="22"/>
          <w:lang w:val="en-US" w:eastAsia="zh-CN" w:bidi="ar-SA"/>
        </w:rPr>
        <w:t>实习期结束后获得公司领导嘉奖推荐，获得2015年暑期优秀实习生荣誉</w:t>
      </w:r>
    </w:p>
    <w:p>
      <w:pPr>
        <w:adjustRightInd w:val="0"/>
        <w:snapToGrid w:val="0"/>
        <w:spacing w:line="360" w:lineRule="exact"/>
        <w:jc w:val="left"/>
        <w:rPr>
          <w:rFonts w:ascii="微软雅黑" w:hAnsi="微软雅黑" w:eastAsia="微软雅黑"/>
          <w:b/>
          <w:sz w:val="24"/>
          <w:szCs w:val="24"/>
        </w:rPr>
      </w:pPr>
    </w:p>
    <w:p>
      <w:pPr>
        <w:adjustRightInd w:val="0"/>
        <w:snapToGrid w:val="0"/>
        <w:spacing w:line="360" w:lineRule="exact"/>
        <w:rPr>
          <w:rFonts w:hint="eastAsia" w:ascii="微软雅黑" w:hAnsi="微软雅黑" w:eastAsia="微软雅黑"/>
          <w:b/>
          <w:sz w:val="24"/>
          <w:szCs w:val="24"/>
          <w:lang w:val="en-US" w:eastAsia="zh-CN"/>
        </w:rPr>
      </w:pPr>
    </w:p>
    <w:p>
      <w:pPr>
        <w:adjustRightInd w:val="0"/>
        <w:snapToGrid w:val="0"/>
        <w:spacing w:line="360" w:lineRule="exact"/>
        <w:rPr>
          <w:rFonts w:ascii="微软雅黑" w:hAnsi="微软雅黑" w:eastAsia="微软雅黑"/>
          <w:b/>
          <w:sz w:val="24"/>
          <w:szCs w:val="24"/>
        </w:rPr>
      </w:pPr>
      <w:r>
        <w:rPr>
          <w:rFonts w:hint="eastAsia" w:ascii="微软雅黑" w:hAnsi="微软雅黑" w:eastAsia="微软雅黑"/>
          <w:b/>
          <w:sz w:val="24"/>
          <w:szCs w:val="24"/>
        </w:rPr>
        <w:t>自我评价</w:t>
      </w:r>
    </w:p>
    <w:p>
      <w:pPr>
        <w:numPr>
          <w:ilvl w:val="0"/>
          <w:numId w:val="0"/>
        </w:numPr>
        <w:adjustRightInd w:val="0"/>
        <w:snapToGrid w:val="0"/>
        <w:spacing w:line="360" w:lineRule="exact"/>
        <w:rPr>
          <w:rFonts w:hint="eastAsia" w:ascii="微软雅黑" w:hAnsi="微软雅黑" w:eastAsia="微软雅黑"/>
          <w:color w:val="585858"/>
        </w:rPr>
      </w:pPr>
      <w:r>
        <w:rPr>
          <w:rFonts w:hint="eastAsia" w:ascii="微软雅黑" w:hAnsi="微软雅黑" w:eastAsia="微软雅黑"/>
          <w:color w:val="585858"/>
        </w:rPr>
        <w:t>2年以上室内设计经验，对装饰材料、施工工艺及工程报价熟识；</w:t>
      </w:r>
    </w:p>
    <w:p>
      <w:pPr>
        <w:adjustRightInd w:val="0"/>
        <w:snapToGrid w:val="0"/>
        <w:spacing w:line="360" w:lineRule="exact"/>
        <w:rPr>
          <w:rFonts w:ascii="微软雅黑" w:hAnsi="微软雅黑" w:eastAsia="微软雅黑"/>
          <w:color w:val="585858"/>
        </w:rPr>
      </w:pPr>
      <w:r>
        <w:rPr>
          <w:rFonts w:hint="eastAsia" w:ascii="微软雅黑" w:hAnsi="微软雅黑" w:eastAsia="微软雅黑"/>
          <w:color w:val="585858"/>
        </w:rPr>
        <w:t>熟练掌握CAD、photoshop、3DMAX、草图大师等相关软件；</w:t>
      </w:r>
    </w:p>
    <w:p>
      <w:pPr>
        <w:adjustRightInd w:val="0"/>
        <w:snapToGrid w:val="0"/>
        <w:spacing w:line="360" w:lineRule="exact"/>
        <w:rPr>
          <w:rFonts w:hint="eastAsia" w:ascii="微软雅黑" w:hAnsi="微软雅黑" w:eastAsia="微软雅黑"/>
          <w:color w:val="585858"/>
        </w:rPr>
      </w:pPr>
      <w:r>
        <w:rPr>
          <w:rFonts w:hint="eastAsia" w:ascii="微软雅黑" w:hAnsi="微软雅黑" w:eastAsia="微软雅黑"/>
          <w:color w:val="585858"/>
        </w:rPr>
        <w:t>良好的理解能力、沟通能力和团队合作精神，责任心强，能承受一定的工作压力。</w:t>
      </w:r>
    </w:p>
    <w:p>
      <w:pPr>
        <w:adjustRightInd w:val="0"/>
        <w:snapToGrid w:val="0"/>
        <w:spacing w:line="360" w:lineRule="exact"/>
        <w:rPr>
          <w:rFonts w:ascii="微软雅黑" w:hAnsi="微软雅黑" w:eastAsia="微软雅黑"/>
          <w:color w:val="58585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4384" behindDoc="1" locked="0" layoutInCell="1" allowOverlap="1">
          <wp:simplePos x="0" y="0"/>
          <wp:positionH relativeFrom="column">
            <wp:posOffset>-704850</wp:posOffset>
          </wp:positionH>
          <wp:positionV relativeFrom="paragraph">
            <wp:posOffset>-540385</wp:posOffset>
          </wp:positionV>
          <wp:extent cx="7559675" cy="10784840"/>
          <wp:effectExtent l="0" t="0" r="317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t="614"/>
                  <a:stretch>
                    <a:fillRect/>
                  </a:stretch>
                </pic:blipFill>
                <pic:spPr>
                  <a:xfrm>
                    <a:off x="0" y="0"/>
                    <a:ext cx="7559675" cy="1078484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g">
          <w:drawing>
            <wp:anchor distT="0" distB="0" distL="114300" distR="114300" simplePos="0" relativeHeight="251663360" behindDoc="0" locked="0" layoutInCell="1" allowOverlap="1">
              <wp:simplePos x="0" y="0"/>
              <wp:positionH relativeFrom="column">
                <wp:posOffset>-14605</wp:posOffset>
              </wp:positionH>
              <wp:positionV relativeFrom="paragraph">
                <wp:posOffset>21590</wp:posOffset>
              </wp:positionV>
              <wp:extent cx="1643380" cy="187960"/>
              <wp:effectExtent l="0" t="0" r="0" b="2540"/>
              <wp:wrapNone/>
              <wp:docPr id="480" name="组合 480"/>
              <wp:cNvGraphicFramePr/>
              <a:graphic xmlns:a="http://schemas.openxmlformats.org/drawingml/2006/main">
                <a:graphicData uri="http://schemas.microsoft.com/office/word/2010/wordprocessingGroup">
                  <wpg:wgp>
                    <wpg:cNvGrpSpPr/>
                    <wpg:grpSpPr>
                      <a:xfrm>
                        <a:off x="0" y="0"/>
                        <a:ext cx="1643387" cy="187960"/>
                        <a:chOff x="671194" y="561975"/>
                        <a:chExt cx="1643583" cy="188305"/>
                      </a:xfrm>
                    </wpg:grpSpPr>
                    <wps:wsp>
                      <wps:cNvPr id="481" name="文本框 92"/>
                      <wps:cNvSpPr txBox="1"/>
                      <wps:spPr>
                        <a:xfrm>
                          <a:off x="1000661" y="561975"/>
                          <a:ext cx="107380" cy="188305"/>
                        </a:xfrm>
                        <a:custGeom>
                          <a:avLst/>
                          <a:gdLst/>
                          <a:ahLst/>
                          <a:cxnLst/>
                          <a:rect l="l" t="t" r="r" b="b"/>
                          <a:pathLst>
                            <a:path w="107380" h="188305">
                              <a:moveTo>
                                <a:pt x="51011" y="0"/>
                              </a:moveTo>
                              <a:cubicBezTo>
                                <a:pt x="63215" y="0"/>
                                <a:pt x="73615" y="1972"/>
                                <a:pt x="82209" y="5916"/>
                              </a:cubicBezTo>
                              <a:cubicBezTo>
                                <a:pt x="90804" y="9860"/>
                                <a:pt x="96497" y="14827"/>
                                <a:pt x="99287" y="20818"/>
                              </a:cubicBezTo>
                              <a:cubicBezTo>
                                <a:pt x="102078" y="26808"/>
                                <a:pt x="103473" y="36984"/>
                                <a:pt x="103473" y="51346"/>
                              </a:cubicBezTo>
                              <a:lnTo>
                                <a:pt x="103473" y="58490"/>
                              </a:lnTo>
                              <a:lnTo>
                                <a:pt x="59829" y="58490"/>
                              </a:lnTo>
                              <a:lnTo>
                                <a:pt x="59829" y="45095"/>
                              </a:lnTo>
                              <a:cubicBezTo>
                                <a:pt x="59829" y="38844"/>
                                <a:pt x="59271" y="34863"/>
                                <a:pt x="58155" y="33152"/>
                              </a:cubicBezTo>
                              <a:cubicBezTo>
                                <a:pt x="57039" y="31440"/>
                                <a:pt x="55178" y="30584"/>
                                <a:pt x="52574" y="30584"/>
                              </a:cubicBezTo>
                              <a:cubicBezTo>
                                <a:pt x="49746" y="30584"/>
                                <a:pt x="47607" y="31739"/>
                                <a:pt x="46156" y="34047"/>
                              </a:cubicBezTo>
                              <a:cubicBezTo>
                                <a:pt x="44705" y="36356"/>
                                <a:pt x="43979" y="39856"/>
                                <a:pt x="43979" y="44548"/>
                              </a:cubicBezTo>
                              <a:cubicBezTo>
                                <a:pt x="43979" y="50579"/>
                                <a:pt x="44795" y="55121"/>
                                <a:pt x="46426" y="58174"/>
                              </a:cubicBezTo>
                              <a:cubicBezTo>
                                <a:pt x="47984" y="61227"/>
                                <a:pt x="52411" y="64910"/>
                                <a:pt x="59706" y="69223"/>
                              </a:cubicBezTo>
                              <a:cubicBezTo>
                                <a:pt x="80624" y="81638"/>
                                <a:pt x="93799" y="91827"/>
                                <a:pt x="99232" y="99790"/>
                              </a:cubicBezTo>
                              <a:cubicBezTo>
                                <a:pt x="104664" y="107752"/>
                                <a:pt x="107380" y="120588"/>
                                <a:pt x="107380" y="138299"/>
                              </a:cubicBezTo>
                              <a:cubicBezTo>
                                <a:pt x="107380" y="151172"/>
                                <a:pt x="105873" y="160660"/>
                                <a:pt x="102859" y="166762"/>
                              </a:cubicBezTo>
                              <a:cubicBezTo>
                                <a:pt x="99845" y="172864"/>
                                <a:pt x="94023" y="177980"/>
                                <a:pt x="85391" y="182110"/>
                              </a:cubicBezTo>
                              <a:cubicBezTo>
                                <a:pt x="76759" y="186240"/>
                                <a:pt x="66713" y="188305"/>
                                <a:pt x="55253" y="188305"/>
                              </a:cubicBezTo>
                              <a:cubicBezTo>
                                <a:pt x="42677" y="188305"/>
                                <a:pt x="31943" y="185924"/>
                                <a:pt x="23050" y="181161"/>
                              </a:cubicBezTo>
                              <a:cubicBezTo>
                                <a:pt x="14158" y="176399"/>
                                <a:pt x="8335" y="170334"/>
                                <a:pt x="5581" y="162967"/>
                              </a:cubicBezTo>
                              <a:cubicBezTo>
                                <a:pt x="2828" y="155600"/>
                                <a:pt x="1452" y="145145"/>
                                <a:pt x="1452" y="131602"/>
                              </a:cubicBezTo>
                              <a:lnTo>
                                <a:pt x="1452" y="119770"/>
                              </a:lnTo>
                              <a:lnTo>
                                <a:pt x="45095" y="119770"/>
                              </a:lnTo>
                              <a:lnTo>
                                <a:pt x="45095" y="141759"/>
                              </a:lnTo>
                              <a:cubicBezTo>
                                <a:pt x="45095" y="148531"/>
                                <a:pt x="45709" y="152884"/>
                                <a:pt x="46937" y="154819"/>
                              </a:cubicBezTo>
                              <a:cubicBezTo>
                                <a:pt x="48165" y="156754"/>
                                <a:pt x="50342" y="157721"/>
                                <a:pt x="53467" y="157721"/>
                              </a:cubicBezTo>
                              <a:cubicBezTo>
                                <a:pt x="56592" y="157721"/>
                                <a:pt x="58918" y="156493"/>
                                <a:pt x="60443" y="154037"/>
                              </a:cubicBezTo>
                              <a:cubicBezTo>
                                <a:pt x="61969" y="151582"/>
                                <a:pt x="62731" y="147935"/>
                                <a:pt x="62731" y="143099"/>
                              </a:cubicBezTo>
                              <a:cubicBezTo>
                                <a:pt x="62731" y="132457"/>
                                <a:pt x="61280" y="125500"/>
                                <a:pt x="58378" y="122225"/>
                              </a:cubicBezTo>
                              <a:cubicBezTo>
                                <a:pt x="55402" y="118951"/>
                                <a:pt x="48072" y="113482"/>
                                <a:pt x="36389" y="105817"/>
                              </a:cubicBezTo>
                              <a:cubicBezTo>
                                <a:pt x="24706" y="98078"/>
                                <a:pt x="16967" y="92460"/>
                                <a:pt x="13172" y="88962"/>
                              </a:cubicBezTo>
                              <a:cubicBezTo>
                                <a:pt x="9377" y="85465"/>
                                <a:pt x="6233" y="80628"/>
                                <a:pt x="3740" y="74452"/>
                              </a:cubicBezTo>
                              <a:cubicBezTo>
                                <a:pt x="1247" y="68275"/>
                                <a:pt x="0" y="60387"/>
                                <a:pt x="0" y="50788"/>
                              </a:cubicBezTo>
                              <a:cubicBezTo>
                                <a:pt x="0" y="36947"/>
                                <a:pt x="1768" y="26827"/>
                                <a:pt x="5302" y="20427"/>
                              </a:cubicBezTo>
                              <a:cubicBezTo>
                                <a:pt x="8837" y="14027"/>
                                <a:pt x="14548" y="9023"/>
                                <a:pt x="22436" y="5414"/>
                              </a:cubicBezTo>
                              <a:cubicBezTo>
                                <a:pt x="30324" y="1805"/>
                                <a:pt x="39849" y="0"/>
                                <a:pt x="51011" y="0"/>
                              </a:cubicBez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2" name="文本框 91"/>
                      <wps:cNvSpPr txBox="1"/>
                      <wps:spPr>
                        <a:xfrm>
                          <a:off x="1117530" y="561975"/>
                          <a:ext cx="108719" cy="188305"/>
                        </a:xfrm>
                        <a:custGeom>
                          <a:avLst/>
                          <a:gdLst/>
                          <a:ahLst/>
                          <a:cxnLst/>
                          <a:rect l="l" t="t" r="r" b="b"/>
                          <a:pathLst>
                            <a:path w="108719" h="188305">
                              <a:moveTo>
                                <a:pt x="54359" y="0"/>
                              </a:moveTo>
                              <a:cubicBezTo>
                                <a:pt x="64033" y="0"/>
                                <a:pt x="72721" y="1582"/>
                                <a:pt x="80423" y="4744"/>
                              </a:cubicBezTo>
                              <a:cubicBezTo>
                                <a:pt x="88125" y="7907"/>
                                <a:pt x="94320" y="12651"/>
                                <a:pt x="99008" y="18976"/>
                              </a:cubicBezTo>
                              <a:cubicBezTo>
                                <a:pt x="103696" y="25301"/>
                                <a:pt x="106486" y="32184"/>
                                <a:pt x="107379" y="39626"/>
                              </a:cubicBezTo>
                              <a:cubicBezTo>
                                <a:pt x="108272" y="47067"/>
                                <a:pt x="108719" y="60090"/>
                                <a:pt x="108719" y="78693"/>
                              </a:cubicBezTo>
                              <a:lnTo>
                                <a:pt x="108719" y="109612"/>
                              </a:lnTo>
                              <a:cubicBezTo>
                                <a:pt x="108719" y="127769"/>
                                <a:pt x="108291" y="140624"/>
                                <a:pt x="107435" y="148177"/>
                              </a:cubicBezTo>
                              <a:cubicBezTo>
                                <a:pt x="106579" y="155730"/>
                                <a:pt x="103900" y="162632"/>
                                <a:pt x="99398" y="168883"/>
                              </a:cubicBezTo>
                              <a:cubicBezTo>
                                <a:pt x="94896" y="175134"/>
                                <a:pt x="88813" y="179934"/>
                                <a:pt x="81148" y="183282"/>
                              </a:cubicBezTo>
                              <a:cubicBezTo>
                                <a:pt x="73484" y="186631"/>
                                <a:pt x="64554" y="188305"/>
                                <a:pt x="54359" y="188305"/>
                              </a:cubicBezTo>
                              <a:cubicBezTo>
                                <a:pt x="44685" y="188305"/>
                                <a:pt x="35998" y="186724"/>
                                <a:pt x="28296" y="183561"/>
                              </a:cubicBezTo>
                              <a:cubicBezTo>
                                <a:pt x="20594" y="180399"/>
                                <a:pt x="14399" y="175655"/>
                                <a:pt x="9711" y="169330"/>
                              </a:cubicBezTo>
                              <a:cubicBezTo>
                                <a:pt x="5023" y="163004"/>
                                <a:pt x="2232" y="156121"/>
                                <a:pt x="1339" y="148680"/>
                              </a:cubicBezTo>
                              <a:cubicBezTo>
                                <a:pt x="446" y="141238"/>
                                <a:pt x="0" y="128216"/>
                                <a:pt x="0" y="109612"/>
                              </a:cubicBezTo>
                              <a:lnTo>
                                <a:pt x="0" y="78693"/>
                              </a:lnTo>
                              <a:cubicBezTo>
                                <a:pt x="0" y="60536"/>
                                <a:pt x="428" y="47681"/>
                                <a:pt x="1283" y="40128"/>
                              </a:cubicBezTo>
                              <a:cubicBezTo>
                                <a:pt x="2139" y="32575"/>
                                <a:pt x="4818" y="25673"/>
                                <a:pt x="9320" y="19422"/>
                              </a:cubicBezTo>
                              <a:cubicBezTo>
                                <a:pt x="13822" y="13172"/>
                                <a:pt x="19905" y="8372"/>
                                <a:pt x="27570" y="5023"/>
                              </a:cubicBezTo>
                              <a:cubicBezTo>
                                <a:pt x="35235" y="1675"/>
                                <a:pt x="44165" y="0"/>
                                <a:pt x="54359" y="0"/>
                              </a:cubicBezTo>
                              <a:close/>
                              <a:moveTo>
                                <a:pt x="54582" y="30584"/>
                              </a:moveTo>
                              <a:cubicBezTo>
                                <a:pt x="52127" y="30584"/>
                                <a:pt x="50248" y="31533"/>
                                <a:pt x="48946" y="33431"/>
                              </a:cubicBezTo>
                              <a:cubicBezTo>
                                <a:pt x="47643" y="35328"/>
                                <a:pt x="46992" y="40928"/>
                                <a:pt x="46992" y="50230"/>
                              </a:cubicBezTo>
                              <a:lnTo>
                                <a:pt x="46992" y="134615"/>
                              </a:lnTo>
                              <a:cubicBezTo>
                                <a:pt x="46992" y="145108"/>
                                <a:pt x="47420" y="151582"/>
                                <a:pt x="48276" y="154037"/>
                              </a:cubicBezTo>
                              <a:cubicBezTo>
                                <a:pt x="49132" y="156493"/>
                                <a:pt x="51122" y="157721"/>
                                <a:pt x="54248" y="157721"/>
                              </a:cubicBezTo>
                              <a:cubicBezTo>
                                <a:pt x="57447" y="157721"/>
                                <a:pt x="59494" y="156307"/>
                                <a:pt x="60387" y="153479"/>
                              </a:cubicBezTo>
                              <a:cubicBezTo>
                                <a:pt x="61280" y="150652"/>
                                <a:pt x="61726" y="143917"/>
                                <a:pt x="61726" y="133276"/>
                              </a:cubicBezTo>
                              <a:lnTo>
                                <a:pt x="61726" y="50230"/>
                              </a:lnTo>
                              <a:cubicBezTo>
                                <a:pt x="61726" y="41821"/>
                                <a:pt x="61261" y="36445"/>
                                <a:pt x="60331" y="34101"/>
                              </a:cubicBezTo>
                              <a:cubicBezTo>
                                <a:pt x="59401" y="31756"/>
                                <a:pt x="57485" y="30584"/>
                                <a:pt x="54582" y="30584"/>
                              </a:cubicBez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3" name="文本框 90"/>
                      <wps:cNvSpPr txBox="1"/>
                      <wps:spPr>
                        <a:xfrm>
                          <a:off x="1829336" y="561975"/>
                          <a:ext cx="107380" cy="188305"/>
                        </a:xfrm>
                        <a:custGeom>
                          <a:avLst/>
                          <a:gdLst/>
                          <a:ahLst/>
                          <a:cxnLst/>
                          <a:rect l="l" t="t" r="r" b="b"/>
                          <a:pathLst>
                            <a:path w="107380" h="188305">
                              <a:moveTo>
                                <a:pt x="51011" y="0"/>
                              </a:moveTo>
                              <a:cubicBezTo>
                                <a:pt x="63215" y="0"/>
                                <a:pt x="73615" y="1972"/>
                                <a:pt x="82209" y="5916"/>
                              </a:cubicBezTo>
                              <a:cubicBezTo>
                                <a:pt x="90804" y="9860"/>
                                <a:pt x="96497" y="14827"/>
                                <a:pt x="99288" y="20818"/>
                              </a:cubicBezTo>
                              <a:cubicBezTo>
                                <a:pt x="102078" y="26808"/>
                                <a:pt x="103473" y="36984"/>
                                <a:pt x="103473" y="51346"/>
                              </a:cubicBezTo>
                              <a:lnTo>
                                <a:pt x="103473" y="58490"/>
                              </a:lnTo>
                              <a:lnTo>
                                <a:pt x="59829" y="58490"/>
                              </a:lnTo>
                              <a:lnTo>
                                <a:pt x="59829" y="45095"/>
                              </a:lnTo>
                              <a:cubicBezTo>
                                <a:pt x="59829" y="38844"/>
                                <a:pt x="59271" y="34863"/>
                                <a:pt x="58155" y="33152"/>
                              </a:cubicBezTo>
                              <a:cubicBezTo>
                                <a:pt x="57039" y="31440"/>
                                <a:pt x="55178" y="30584"/>
                                <a:pt x="52574" y="30584"/>
                              </a:cubicBezTo>
                              <a:cubicBezTo>
                                <a:pt x="49746" y="30584"/>
                                <a:pt x="47607" y="31739"/>
                                <a:pt x="46156" y="34047"/>
                              </a:cubicBezTo>
                              <a:cubicBezTo>
                                <a:pt x="44705" y="36356"/>
                                <a:pt x="43979" y="39856"/>
                                <a:pt x="43979" y="44548"/>
                              </a:cubicBezTo>
                              <a:cubicBezTo>
                                <a:pt x="43979" y="50579"/>
                                <a:pt x="44795" y="55121"/>
                                <a:pt x="46426" y="58174"/>
                              </a:cubicBezTo>
                              <a:cubicBezTo>
                                <a:pt x="47984" y="61227"/>
                                <a:pt x="52411" y="64910"/>
                                <a:pt x="59706" y="69223"/>
                              </a:cubicBezTo>
                              <a:cubicBezTo>
                                <a:pt x="80624" y="81638"/>
                                <a:pt x="93799" y="91827"/>
                                <a:pt x="99232" y="99790"/>
                              </a:cubicBezTo>
                              <a:cubicBezTo>
                                <a:pt x="104664" y="107752"/>
                                <a:pt x="107380" y="120588"/>
                                <a:pt x="107380" y="138299"/>
                              </a:cubicBezTo>
                              <a:cubicBezTo>
                                <a:pt x="107380" y="151172"/>
                                <a:pt x="105873" y="160660"/>
                                <a:pt x="102859" y="166762"/>
                              </a:cubicBezTo>
                              <a:cubicBezTo>
                                <a:pt x="99846" y="172864"/>
                                <a:pt x="94023" y="177980"/>
                                <a:pt x="85391" y="182110"/>
                              </a:cubicBezTo>
                              <a:cubicBezTo>
                                <a:pt x="76759" y="186240"/>
                                <a:pt x="66713" y="188305"/>
                                <a:pt x="55253" y="188305"/>
                              </a:cubicBezTo>
                              <a:cubicBezTo>
                                <a:pt x="42677" y="188305"/>
                                <a:pt x="31943" y="185924"/>
                                <a:pt x="23050" y="181161"/>
                              </a:cubicBezTo>
                              <a:cubicBezTo>
                                <a:pt x="14158" y="176399"/>
                                <a:pt x="8335" y="170334"/>
                                <a:pt x="5582" y="162967"/>
                              </a:cubicBezTo>
                              <a:cubicBezTo>
                                <a:pt x="2828" y="155600"/>
                                <a:pt x="1452" y="145145"/>
                                <a:pt x="1452" y="131602"/>
                              </a:cubicBezTo>
                              <a:lnTo>
                                <a:pt x="1452" y="119770"/>
                              </a:lnTo>
                              <a:lnTo>
                                <a:pt x="45095" y="119770"/>
                              </a:lnTo>
                              <a:lnTo>
                                <a:pt x="45095" y="141759"/>
                              </a:lnTo>
                              <a:cubicBezTo>
                                <a:pt x="45095" y="148531"/>
                                <a:pt x="45709" y="152884"/>
                                <a:pt x="46937" y="154819"/>
                              </a:cubicBezTo>
                              <a:cubicBezTo>
                                <a:pt x="48165" y="156754"/>
                                <a:pt x="50342" y="157721"/>
                                <a:pt x="53467" y="157721"/>
                              </a:cubicBezTo>
                              <a:cubicBezTo>
                                <a:pt x="56592" y="157721"/>
                                <a:pt x="58918" y="156493"/>
                                <a:pt x="60443" y="154037"/>
                              </a:cubicBezTo>
                              <a:cubicBezTo>
                                <a:pt x="61969" y="151582"/>
                                <a:pt x="62732" y="147935"/>
                                <a:pt x="62732" y="143099"/>
                              </a:cubicBezTo>
                              <a:cubicBezTo>
                                <a:pt x="62732" y="132457"/>
                                <a:pt x="61280" y="125500"/>
                                <a:pt x="58378" y="122225"/>
                              </a:cubicBezTo>
                              <a:cubicBezTo>
                                <a:pt x="55402" y="118951"/>
                                <a:pt x="48072" y="113482"/>
                                <a:pt x="36389" y="105817"/>
                              </a:cubicBezTo>
                              <a:cubicBezTo>
                                <a:pt x="24706" y="98078"/>
                                <a:pt x="16967" y="92460"/>
                                <a:pt x="13172" y="88962"/>
                              </a:cubicBezTo>
                              <a:cubicBezTo>
                                <a:pt x="9377" y="85465"/>
                                <a:pt x="6233" y="80628"/>
                                <a:pt x="3740" y="74452"/>
                              </a:cubicBezTo>
                              <a:cubicBezTo>
                                <a:pt x="1247" y="68275"/>
                                <a:pt x="0" y="60387"/>
                                <a:pt x="0" y="50788"/>
                              </a:cubicBezTo>
                              <a:cubicBezTo>
                                <a:pt x="0" y="36947"/>
                                <a:pt x="1768" y="26827"/>
                                <a:pt x="5302" y="20427"/>
                              </a:cubicBezTo>
                              <a:cubicBezTo>
                                <a:pt x="8837" y="14027"/>
                                <a:pt x="14548" y="9023"/>
                                <a:pt x="22436" y="5414"/>
                              </a:cubicBezTo>
                              <a:cubicBezTo>
                                <a:pt x="30324" y="1805"/>
                                <a:pt x="39849" y="0"/>
                                <a:pt x="51011" y="0"/>
                              </a:cubicBez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4" name="文本框 89"/>
                      <wps:cNvSpPr txBox="1"/>
                      <wps:spPr>
                        <a:xfrm>
                          <a:off x="671194" y="565770"/>
                          <a:ext cx="101241" cy="180715"/>
                        </a:xfrm>
                        <a:custGeom>
                          <a:avLst/>
                          <a:gdLst/>
                          <a:ahLst/>
                          <a:cxnLst/>
                          <a:rect l="l" t="t" r="r" b="b"/>
                          <a:pathLst>
                            <a:path w="101241" h="180715">
                              <a:moveTo>
                                <a:pt x="0" y="0"/>
                              </a:moveTo>
                              <a:lnTo>
                                <a:pt x="47328" y="0"/>
                              </a:lnTo>
                              <a:cubicBezTo>
                                <a:pt x="60127" y="0"/>
                                <a:pt x="69968" y="1005"/>
                                <a:pt x="76851" y="3014"/>
                              </a:cubicBezTo>
                              <a:cubicBezTo>
                                <a:pt x="83735" y="5023"/>
                                <a:pt x="88906" y="7926"/>
                                <a:pt x="92367" y="11721"/>
                              </a:cubicBezTo>
                              <a:cubicBezTo>
                                <a:pt x="95827" y="15516"/>
                                <a:pt x="98171" y="20111"/>
                                <a:pt x="99399" y="25506"/>
                              </a:cubicBezTo>
                              <a:cubicBezTo>
                                <a:pt x="100627" y="30901"/>
                                <a:pt x="101241" y="39254"/>
                                <a:pt x="101241" y="50565"/>
                              </a:cubicBezTo>
                              <a:lnTo>
                                <a:pt x="101241" y="66303"/>
                              </a:lnTo>
                              <a:cubicBezTo>
                                <a:pt x="101241" y="77838"/>
                                <a:pt x="100050" y="86246"/>
                                <a:pt x="97669" y="91530"/>
                              </a:cubicBezTo>
                              <a:cubicBezTo>
                                <a:pt x="95287" y="96813"/>
                                <a:pt x="90916" y="100869"/>
                                <a:pt x="84553" y="103696"/>
                              </a:cubicBezTo>
                              <a:cubicBezTo>
                                <a:pt x="78191" y="106524"/>
                                <a:pt x="69875" y="107938"/>
                                <a:pt x="59606" y="107938"/>
                              </a:cubicBezTo>
                              <a:lnTo>
                                <a:pt x="46993" y="107938"/>
                              </a:lnTo>
                              <a:lnTo>
                                <a:pt x="46993" y="180715"/>
                              </a:lnTo>
                              <a:lnTo>
                                <a:pt x="0" y="180715"/>
                              </a:lnTo>
                              <a:lnTo>
                                <a:pt x="0" y="0"/>
                              </a:lnTo>
                              <a:close/>
                              <a:moveTo>
                                <a:pt x="46993" y="30919"/>
                              </a:moveTo>
                              <a:lnTo>
                                <a:pt x="46993" y="76907"/>
                              </a:lnTo>
                              <a:cubicBezTo>
                                <a:pt x="48332" y="76982"/>
                                <a:pt x="49486" y="77019"/>
                                <a:pt x="50453" y="77019"/>
                              </a:cubicBezTo>
                              <a:cubicBezTo>
                                <a:pt x="54769" y="77019"/>
                                <a:pt x="57764" y="75959"/>
                                <a:pt x="59438" y="73838"/>
                              </a:cubicBezTo>
                              <a:cubicBezTo>
                                <a:pt x="61113" y="71717"/>
                                <a:pt x="61950" y="67308"/>
                                <a:pt x="61950" y="60611"/>
                              </a:cubicBezTo>
                              <a:lnTo>
                                <a:pt x="61950" y="45765"/>
                              </a:lnTo>
                              <a:cubicBezTo>
                                <a:pt x="61950" y="39589"/>
                                <a:pt x="60983" y="35570"/>
                                <a:pt x="59048" y="33710"/>
                              </a:cubicBezTo>
                              <a:cubicBezTo>
                                <a:pt x="57113" y="31850"/>
                                <a:pt x="53095" y="30919"/>
                                <a:pt x="46993" y="30919"/>
                              </a:cubicBez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5" name="文本框 88"/>
                      <wps:cNvSpPr txBox="1"/>
                      <wps:spPr>
                        <a:xfrm>
                          <a:off x="785493" y="565770"/>
                          <a:ext cx="81484" cy="180715"/>
                        </a:xfrm>
                        <a:custGeom>
                          <a:avLst/>
                          <a:gdLst/>
                          <a:ahLst/>
                          <a:cxnLst/>
                          <a:rect l="l" t="t" r="r" b="b"/>
                          <a:pathLst>
                            <a:path w="81484" h="180715">
                              <a:moveTo>
                                <a:pt x="0" y="0"/>
                              </a:moveTo>
                              <a:lnTo>
                                <a:pt x="78358" y="0"/>
                              </a:lnTo>
                              <a:lnTo>
                                <a:pt x="78358" y="36166"/>
                              </a:lnTo>
                              <a:lnTo>
                                <a:pt x="46993" y="36166"/>
                              </a:lnTo>
                              <a:lnTo>
                                <a:pt x="46993" y="70433"/>
                              </a:lnTo>
                              <a:lnTo>
                                <a:pt x="76349" y="70433"/>
                              </a:lnTo>
                              <a:lnTo>
                                <a:pt x="76349" y="104813"/>
                              </a:lnTo>
                              <a:lnTo>
                                <a:pt x="46993" y="104813"/>
                              </a:lnTo>
                              <a:lnTo>
                                <a:pt x="46993" y="144550"/>
                              </a:lnTo>
                              <a:lnTo>
                                <a:pt x="81484" y="144550"/>
                              </a:lnTo>
                              <a:lnTo>
                                <a:pt x="81484" y="180715"/>
                              </a:lnTo>
                              <a:lnTo>
                                <a:pt x="0" y="180715"/>
                              </a:lnTo>
                              <a:lnTo>
                                <a:pt x="0" y="0"/>
                              </a:ln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6" name="文本框 87"/>
                      <wps:cNvSpPr txBox="1"/>
                      <wps:spPr>
                        <a:xfrm>
                          <a:off x="880743" y="565770"/>
                          <a:ext cx="104924" cy="180715"/>
                        </a:xfrm>
                        <a:custGeom>
                          <a:avLst/>
                          <a:gdLst/>
                          <a:ahLst/>
                          <a:cxnLst/>
                          <a:rect l="l" t="t" r="r" b="b"/>
                          <a:pathLst>
                            <a:path w="104924" h="180715">
                              <a:moveTo>
                                <a:pt x="0" y="0"/>
                              </a:moveTo>
                              <a:lnTo>
                                <a:pt x="33263" y="0"/>
                              </a:lnTo>
                              <a:cubicBezTo>
                                <a:pt x="55439" y="0"/>
                                <a:pt x="70452" y="856"/>
                                <a:pt x="78302" y="2568"/>
                              </a:cubicBezTo>
                              <a:cubicBezTo>
                                <a:pt x="86153" y="4279"/>
                                <a:pt x="92553" y="8651"/>
                                <a:pt x="97501" y="15683"/>
                              </a:cubicBezTo>
                              <a:cubicBezTo>
                                <a:pt x="102450" y="22715"/>
                                <a:pt x="104924" y="33933"/>
                                <a:pt x="104924" y="49337"/>
                              </a:cubicBezTo>
                              <a:cubicBezTo>
                                <a:pt x="104924" y="63401"/>
                                <a:pt x="103175" y="72852"/>
                                <a:pt x="99678" y="77689"/>
                              </a:cubicBezTo>
                              <a:cubicBezTo>
                                <a:pt x="96180" y="82526"/>
                                <a:pt x="89297" y="85428"/>
                                <a:pt x="79028" y="86395"/>
                              </a:cubicBezTo>
                              <a:cubicBezTo>
                                <a:pt x="88330" y="88702"/>
                                <a:pt x="94580" y="91790"/>
                                <a:pt x="97780" y="95660"/>
                              </a:cubicBezTo>
                              <a:cubicBezTo>
                                <a:pt x="100980" y="99529"/>
                                <a:pt x="102971" y="103082"/>
                                <a:pt x="103752" y="106320"/>
                              </a:cubicBezTo>
                              <a:cubicBezTo>
                                <a:pt x="104533" y="109557"/>
                                <a:pt x="104924" y="118468"/>
                                <a:pt x="104924" y="133053"/>
                              </a:cubicBezTo>
                              <a:lnTo>
                                <a:pt x="104924" y="180715"/>
                              </a:lnTo>
                              <a:lnTo>
                                <a:pt x="61280" y="180715"/>
                              </a:lnTo>
                              <a:lnTo>
                                <a:pt x="61280" y="120663"/>
                              </a:lnTo>
                              <a:cubicBezTo>
                                <a:pt x="61280" y="110989"/>
                                <a:pt x="60517" y="104999"/>
                                <a:pt x="58992" y="102692"/>
                              </a:cubicBezTo>
                              <a:cubicBezTo>
                                <a:pt x="57466" y="100385"/>
                                <a:pt x="53467" y="99232"/>
                                <a:pt x="46993" y="99232"/>
                              </a:cubicBezTo>
                              <a:lnTo>
                                <a:pt x="46993" y="180715"/>
                              </a:lnTo>
                              <a:lnTo>
                                <a:pt x="0" y="180715"/>
                              </a:lnTo>
                              <a:lnTo>
                                <a:pt x="0" y="0"/>
                              </a:lnTo>
                              <a:close/>
                              <a:moveTo>
                                <a:pt x="46993" y="30919"/>
                              </a:moveTo>
                              <a:lnTo>
                                <a:pt x="46993" y="71103"/>
                              </a:lnTo>
                              <a:cubicBezTo>
                                <a:pt x="52276" y="71103"/>
                                <a:pt x="55978" y="70378"/>
                                <a:pt x="58099" y="68926"/>
                              </a:cubicBezTo>
                              <a:cubicBezTo>
                                <a:pt x="60220" y="67475"/>
                                <a:pt x="61280" y="62769"/>
                                <a:pt x="61280" y="54806"/>
                              </a:cubicBezTo>
                              <a:lnTo>
                                <a:pt x="61280" y="44872"/>
                              </a:lnTo>
                              <a:cubicBezTo>
                                <a:pt x="61280" y="39142"/>
                                <a:pt x="60257" y="35384"/>
                                <a:pt x="58211" y="33598"/>
                              </a:cubicBezTo>
                              <a:cubicBezTo>
                                <a:pt x="56164" y="31812"/>
                                <a:pt x="52425" y="30919"/>
                                <a:pt x="46993" y="30919"/>
                              </a:cubicBez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7" name="文本框 86"/>
                      <wps:cNvSpPr txBox="1"/>
                      <wps:spPr>
                        <a:xfrm>
                          <a:off x="1242693" y="565770"/>
                          <a:ext cx="104924" cy="180715"/>
                        </a:xfrm>
                        <a:custGeom>
                          <a:avLst/>
                          <a:gdLst/>
                          <a:ahLst/>
                          <a:cxnLst/>
                          <a:rect l="l" t="t" r="r" b="b"/>
                          <a:pathLst>
                            <a:path w="104924" h="180715">
                              <a:moveTo>
                                <a:pt x="0" y="0"/>
                              </a:moveTo>
                              <a:lnTo>
                                <a:pt x="39291" y="0"/>
                              </a:lnTo>
                              <a:lnTo>
                                <a:pt x="65633" y="81372"/>
                              </a:lnTo>
                              <a:lnTo>
                                <a:pt x="65633" y="0"/>
                              </a:lnTo>
                              <a:lnTo>
                                <a:pt x="104924" y="0"/>
                              </a:lnTo>
                              <a:lnTo>
                                <a:pt x="104924" y="180715"/>
                              </a:lnTo>
                              <a:lnTo>
                                <a:pt x="63736" y="180715"/>
                              </a:lnTo>
                              <a:lnTo>
                                <a:pt x="39291" y="98562"/>
                              </a:lnTo>
                              <a:lnTo>
                                <a:pt x="39291" y="180715"/>
                              </a:lnTo>
                              <a:lnTo>
                                <a:pt x="0" y="180715"/>
                              </a:lnTo>
                              <a:lnTo>
                                <a:pt x="0" y="0"/>
                              </a:ln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8" name="文本框 85"/>
                      <wps:cNvSpPr txBox="1"/>
                      <wps:spPr>
                        <a:xfrm>
                          <a:off x="1355859" y="565770"/>
                          <a:ext cx="118765" cy="180715"/>
                        </a:xfrm>
                        <a:custGeom>
                          <a:avLst/>
                          <a:gdLst/>
                          <a:ahLst/>
                          <a:cxnLst/>
                          <a:rect l="l" t="t" r="r" b="b"/>
                          <a:pathLst>
                            <a:path w="118765" h="180715">
                              <a:moveTo>
                                <a:pt x="23971" y="0"/>
                              </a:moveTo>
                              <a:lnTo>
                                <a:pt x="91892" y="0"/>
                              </a:lnTo>
                              <a:lnTo>
                                <a:pt x="118765" y="180715"/>
                              </a:lnTo>
                              <a:lnTo>
                                <a:pt x="70740" y="180715"/>
                              </a:lnTo>
                              <a:lnTo>
                                <a:pt x="68218" y="148233"/>
                              </a:lnTo>
                              <a:lnTo>
                                <a:pt x="51409" y="148233"/>
                              </a:lnTo>
                              <a:lnTo>
                                <a:pt x="48583" y="180715"/>
                              </a:lnTo>
                              <a:lnTo>
                                <a:pt x="0" y="180715"/>
                              </a:lnTo>
                              <a:lnTo>
                                <a:pt x="23971" y="0"/>
                              </a:lnTo>
                              <a:close/>
                              <a:moveTo>
                                <a:pt x="59829" y="40296"/>
                              </a:moveTo>
                              <a:cubicBezTo>
                                <a:pt x="55042" y="74899"/>
                                <a:pt x="52036" y="100200"/>
                                <a:pt x="50811" y="116198"/>
                              </a:cubicBezTo>
                              <a:lnTo>
                                <a:pt x="66987" y="116198"/>
                              </a:lnTo>
                              <a:cubicBezTo>
                                <a:pt x="64609" y="95729"/>
                                <a:pt x="62223" y="70429"/>
                                <a:pt x="59829" y="40296"/>
                              </a:cubicBez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89" name="文本框 84"/>
                      <wps:cNvSpPr txBox="1"/>
                      <wps:spPr>
                        <a:xfrm>
                          <a:off x="1480818" y="565770"/>
                          <a:ext cx="75568" cy="180715"/>
                        </a:xfrm>
                        <a:custGeom>
                          <a:avLst/>
                          <a:gdLst/>
                          <a:ahLst/>
                          <a:cxnLst/>
                          <a:rect l="l" t="t" r="r" b="b"/>
                          <a:pathLst>
                            <a:path w="75568" h="180715">
                              <a:moveTo>
                                <a:pt x="0" y="0"/>
                              </a:moveTo>
                              <a:lnTo>
                                <a:pt x="46993" y="0"/>
                              </a:lnTo>
                              <a:lnTo>
                                <a:pt x="46993" y="144550"/>
                              </a:lnTo>
                              <a:lnTo>
                                <a:pt x="75568" y="144550"/>
                              </a:lnTo>
                              <a:lnTo>
                                <a:pt x="75568" y="180715"/>
                              </a:lnTo>
                              <a:lnTo>
                                <a:pt x="0" y="180715"/>
                              </a:lnTo>
                              <a:lnTo>
                                <a:pt x="0" y="0"/>
                              </a:ln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90" name="文本框 83"/>
                      <wps:cNvSpPr txBox="1"/>
                      <wps:spPr>
                        <a:xfrm>
                          <a:off x="1614168" y="565770"/>
                          <a:ext cx="104924" cy="180715"/>
                        </a:xfrm>
                        <a:custGeom>
                          <a:avLst/>
                          <a:gdLst/>
                          <a:ahLst/>
                          <a:cxnLst/>
                          <a:rect l="l" t="t" r="r" b="b"/>
                          <a:pathLst>
                            <a:path w="104924" h="180715">
                              <a:moveTo>
                                <a:pt x="0" y="0"/>
                              </a:moveTo>
                              <a:lnTo>
                                <a:pt x="33263" y="0"/>
                              </a:lnTo>
                              <a:cubicBezTo>
                                <a:pt x="55439" y="0"/>
                                <a:pt x="70452" y="856"/>
                                <a:pt x="78302" y="2568"/>
                              </a:cubicBezTo>
                              <a:cubicBezTo>
                                <a:pt x="86153" y="4279"/>
                                <a:pt x="92553" y="8651"/>
                                <a:pt x="97501" y="15683"/>
                              </a:cubicBezTo>
                              <a:cubicBezTo>
                                <a:pt x="102450" y="22715"/>
                                <a:pt x="104924" y="33933"/>
                                <a:pt x="104924" y="49337"/>
                              </a:cubicBezTo>
                              <a:cubicBezTo>
                                <a:pt x="104924" y="63401"/>
                                <a:pt x="103175" y="72852"/>
                                <a:pt x="99678" y="77689"/>
                              </a:cubicBezTo>
                              <a:cubicBezTo>
                                <a:pt x="96180" y="82526"/>
                                <a:pt x="89297" y="85428"/>
                                <a:pt x="79028" y="86395"/>
                              </a:cubicBezTo>
                              <a:cubicBezTo>
                                <a:pt x="88330" y="88702"/>
                                <a:pt x="94580" y="91790"/>
                                <a:pt x="97780" y="95660"/>
                              </a:cubicBezTo>
                              <a:cubicBezTo>
                                <a:pt x="100980" y="99529"/>
                                <a:pt x="102971" y="103082"/>
                                <a:pt x="103752" y="106320"/>
                              </a:cubicBezTo>
                              <a:cubicBezTo>
                                <a:pt x="104533" y="109557"/>
                                <a:pt x="104924" y="118468"/>
                                <a:pt x="104924" y="133053"/>
                              </a:cubicBezTo>
                              <a:lnTo>
                                <a:pt x="104924" y="180715"/>
                              </a:lnTo>
                              <a:lnTo>
                                <a:pt x="61280" y="180715"/>
                              </a:lnTo>
                              <a:lnTo>
                                <a:pt x="61280" y="120663"/>
                              </a:lnTo>
                              <a:cubicBezTo>
                                <a:pt x="61280" y="110989"/>
                                <a:pt x="60517" y="104999"/>
                                <a:pt x="58992" y="102692"/>
                              </a:cubicBezTo>
                              <a:cubicBezTo>
                                <a:pt x="57466" y="100385"/>
                                <a:pt x="53467" y="99232"/>
                                <a:pt x="46993" y="99232"/>
                              </a:cubicBezTo>
                              <a:lnTo>
                                <a:pt x="46993" y="180715"/>
                              </a:lnTo>
                              <a:lnTo>
                                <a:pt x="0" y="180715"/>
                              </a:lnTo>
                              <a:lnTo>
                                <a:pt x="0" y="0"/>
                              </a:lnTo>
                              <a:close/>
                              <a:moveTo>
                                <a:pt x="46993" y="30919"/>
                              </a:moveTo>
                              <a:lnTo>
                                <a:pt x="46993" y="71103"/>
                              </a:lnTo>
                              <a:cubicBezTo>
                                <a:pt x="52276" y="71103"/>
                                <a:pt x="55978" y="70378"/>
                                <a:pt x="58099" y="68926"/>
                              </a:cubicBezTo>
                              <a:cubicBezTo>
                                <a:pt x="60220" y="67475"/>
                                <a:pt x="61280" y="62769"/>
                                <a:pt x="61280" y="54806"/>
                              </a:cubicBezTo>
                              <a:lnTo>
                                <a:pt x="61280" y="44872"/>
                              </a:lnTo>
                              <a:cubicBezTo>
                                <a:pt x="61280" y="39142"/>
                                <a:pt x="60257" y="35384"/>
                                <a:pt x="58210" y="33598"/>
                              </a:cubicBezTo>
                              <a:cubicBezTo>
                                <a:pt x="56164" y="31812"/>
                                <a:pt x="52425" y="30919"/>
                                <a:pt x="46993" y="30919"/>
                              </a:cubicBez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91" name="文本框 82"/>
                      <wps:cNvSpPr txBox="1"/>
                      <wps:spPr>
                        <a:xfrm>
                          <a:off x="1737993" y="565770"/>
                          <a:ext cx="81484" cy="180715"/>
                        </a:xfrm>
                        <a:custGeom>
                          <a:avLst/>
                          <a:gdLst/>
                          <a:ahLst/>
                          <a:cxnLst/>
                          <a:rect l="l" t="t" r="r" b="b"/>
                          <a:pathLst>
                            <a:path w="81484" h="180715">
                              <a:moveTo>
                                <a:pt x="0" y="0"/>
                              </a:moveTo>
                              <a:lnTo>
                                <a:pt x="78358" y="0"/>
                              </a:lnTo>
                              <a:lnTo>
                                <a:pt x="78358" y="36166"/>
                              </a:lnTo>
                              <a:lnTo>
                                <a:pt x="46993" y="36166"/>
                              </a:lnTo>
                              <a:lnTo>
                                <a:pt x="46993" y="70433"/>
                              </a:lnTo>
                              <a:lnTo>
                                <a:pt x="76349" y="70433"/>
                              </a:lnTo>
                              <a:lnTo>
                                <a:pt x="76349" y="104813"/>
                              </a:lnTo>
                              <a:lnTo>
                                <a:pt x="46993" y="104813"/>
                              </a:lnTo>
                              <a:lnTo>
                                <a:pt x="46993" y="144550"/>
                              </a:lnTo>
                              <a:lnTo>
                                <a:pt x="81484" y="144550"/>
                              </a:lnTo>
                              <a:lnTo>
                                <a:pt x="81484" y="180715"/>
                              </a:lnTo>
                              <a:lnTo>
                                <a:pt x="0" y="180715"/>
                              </a:lnTo>
                              <a:lnTo>
                                <a:pt x="0" y="0"/>
                              </a:ln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92" name="文本框 81"/>
                      <wps:cNvSpPr txBox="1"/>
                      <wps:spPr>
                        <a:xfrm>
                          <a:off x="1946875" y="565769"/>
                          <a:ext cx="107491" cy="184510"/>
                        </a:xfrm>
                        <a:custGeom>
                          <a:avLst/>
                          <a:gdLst/>
                          <a:ahLst/>
                          <a:cxnLst/>
                          <a:rect l="l" t="t" r="r" b="b"/>
                          <a:pathLst>
                            <a:path w="107491" h="184510">
                              <a:moveTo>
                                <a:pt x="0" y="0"/>
                              </a:moveTo>
                              <a:lnTo>
                                <a:pt x="46992" y="0"/>
                              </a:lnTo>
                              <a:lnTo>
                                <a:pt x="46992" y="135508"/>
                              </a:lnTo>
                              <a:cubicBezTo>
                                <a:pt x="46992" y="143396"/>
                                <a:pt x="47420" y="148438"/>
                                <a:pt x="48276" y="150633"/>
                              </a:cubicBezTo>
                              <a:cubicBezTo>
                                <a:pt x="49131" y="152828"/>
                                <a:pt x="50862" y="153926"/>
                                <a:pt x="53466" y="153926"/>
                              </a:cubicBezTo>
                              <a:cubicBezTo>
                                <a:pt x="56443" y="153926"/>
                                <a:pt x="58359" y="152717"/>
                                <a:pt x="59214" y="150298"/>
                              </a:cubicBezTo>
                              <a:cubicBezTo>
                                <a:pt x="60070" y="147880"/>
                                <a:pt x="60498" y="142168"/>
                                <a:pt x="60498" y="133164"/>
                              </a:cubicBezTo>
                              <a:lnTo>
                                <a:pt x="60498" y="0"/>
                              </a:lnTo>
                              <a:lnTo>
                                <a:pt x="107491" y="0"/>
                              </a:lnTo>
                              <a:lnTo>
                                <a:pt x="107491" y="120774"/>
                              </a:lnTo>
                              <a:cubicBezTo>
                                <a:pt x="107491" y="134467"/>
                                <a:pt x="107044" y="144085"/>
                                <a:pt x="106151" y="149628"/>
                              </a:cubicBezTo>
                              <a:cubicBezTo>
                                <a:pt x="105258" y="155172"/>
                                <a:pt x="102616" y="160865"/>
                                <a:pt x="98226" y="166707"/>
                              </a:cubicBezTo>
                              <a:cubicBezTo>
                                <a:pt x="93836" y="172548"/>
                                <a:pt x="88050" y="176976"/>
                                <a:pt x="80869" y="179989"/>
                              </a:cubicBezTo>
                              <a:cubicBezTo>
                                <a:pt x="73688" y="183003"/>
                                <a:pt x="65223" y="184510"/>
                                <a:pt x="55475" y="184510"/>
                              </a:cubicBezTo>
                              <a:cubicBezTo>
                                <a:pt x="44685" y="184510"/>
                                <a:pt x="35160" y="182724"/>
                                <a:pt x="26900" y="179152"/>
                              </a:cubicBezTo>
                              <a:cubicBezTo>
                                <a:pt x="18640" y="175580"/>
                                <a:pt x="12464" y="170930"/>
                                <a:pt x="8371" y="165200"/>
                              </a:cubicBezTo>
                              <a:cubicBezTo>
                                <a:pt x="4278" y="159470"/>
                                <a:pt x="1860" y="153424"/>
                                <a:pt x="1116" y="147061"/>
                              </a:cubicBezTo>
                              <a:cubicBezTo>
                                <a:pt x="372" y="140699"/>
                                <a:pt x="0" y="127323"/>
                                <a:pt x="0" y="106933"/>
                              </a:cubicBezTo>
                              <a:lnTo>
                                <a:pt x="0" y="0"/>
                              </a:ln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93" name="文本框 80"/>
                      <wps:cNvSpPr txBox="1"/>
                      <wps:spPr>
                        <a:xfrm>
                          <a:off x="2071368" y="565770"/>
                          <a:ext cx="144996" cy="180715"/>
                        </a:xfrm>
                        <a:custGeom>
                          <a:avLst/>
                          <a:gdLst/>
                          <a:ahLst/>
                          <a:cxnLst/>
                          <a:rect l="l" t="t" r="r" b="b"/>
                          <a:pathLst>
                            <a:path w="144996" h="180715">
                              <a:moveTo>
                                <a:pt x="0" y="0"/>
                              </a:moveTo>
                              <a:lnTo>
                                <a:pt x="60806" y="0"/>
                              </a:lnTo>
                              <a:cubicBezTo>
                                <a:pt x="62609" y="10865"/>
                                <a:pt x="64468" y="23671"/>
                                <a:pt x="66383" y="38419"/>
                              </a:cubicBezTo>
                              <a:lnTo>
                                <a:pt x="73056" y="84386"/>
                              </a:lnTo>
                              <a:lnTo>
                                <a:pt x="83856" y="0"/>
                              </a:lnTo>
                              <a:lnTo>
                                <a:pt x="144996" y="0"/>
                              </a:lnTo>
                              <a:lnTo>
                                <a:pt x="144996" y="180715"/>
                              </a:lnTo>
                              <a:lnTo>
                                <a:pt x="103920" y="180715"/>
                              </a:lnTo>
                              <a:lnTo>
                                <a:pt x="103864" y="58713"/>
                              </a:lnTo>
                              <a:lnTo>
                                <a:pt x="87511" y="180715"/>
                              </a:lnTo>
                              <a:lnTo>
                                <a:pt x="58378" y="180715"/>
                              </a:lnTo>
                              <a:lnTo>
                                <a:pt x="41133" y="61504"/>
                              </a:lnTo>
                              <a:lnTo>
                                <a:pt x="41077" y="180715"/>
                              </a:lnTo>
                              <a:lnTo>
                                <a:pt x="0" y="180715"/>
                              </a:lnTo>
                              <a:lnTo>
                                <a:pt x="0" y="0"/>
                              </a:ln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s:wsp>
                      <wps:cNvPr id="494" name="文本框 79"/>
                      <wps:cNvSpPr txBox="1"/>
                      <wps:spPr>
                        <a:xfrm>
                          <a:off x="2233293" y="565770"/>
                          <a:ext cx="81484" cy="180715"/>
                        </a:xfrm>
                        <a:custGeom>
                          <a:avLst/>
                          <a:gdLst/>
                          <a:ahLst/>
                          <a:cxnLst/>
                          <a:rect l="l" t="t" r="r" b="b"/>
                          <a:pathLst>
                            <a:path w="81484" h="180715">
                              <a:moveTo>
                                <a:pt x="0" y="0"/>
                              </a:moveTo>
                              <a:lnTo>
                                <a:pt x="78358" y="0"/>
                              </a:lnTo>
                              <a:lnTo>
                                <a:pt x="78358" y="36166"/>
                              </a:lnTo>
                              <a:lnTo>
                                <a:pt x="46993" y="36166"/>
                              </a:lnTo>
                              <a:lnTo>
                                <a:pt x="46993" y="70433"/>
                              </a:lnTo>
                              <a:lnTo>
                                <a:pt x="76349" y="70433"/>
                              </a:lnTo>
                              <a:lnTo>
                                <a:pt x="76349" y="104813"/>
                              </a:lnTo>
                              <a:lnTo>
                                <a:pt x="46993" y="104813"/>
                              </a:lnTo>
                              <a:lnTo>
                                <a:pt x="46993" y="144550"/>
                              </a:lnTo>
                              <a:lnTo>
                                <a:pt x="81484" y="144550"/>
                              </a:lnTo>
                              <a:lnTo>
                                <a:pt x="81484" y="180715"/>
                              </a:lnTo>
                              <a:lnTo>
                                <a:pt x="0" y="180715"/>
                              </a:lnTo>
                              <a:lnTo>
                                <a:pt x="0" y="0"/>
                              </a:lnTo>
                              <a:close/>
                            </a:path>
                          </a:pathLst>
                        </a:custGeom>
                        <a:solidFill>
                          <a:sysClr val="windowText" lastClr="000000"/>
                        </a:solidFill>
                        <a:ln>
                          <a:noFill/>
                        </a:ln>
                        <a:effectLst/>
                      </wps:spPr>
                      <wps:bodyPr rot="0" spcFirstLastPara="0"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15pt;margin-top:1.7pt;height:14.8pt;width:129.4pt;z-index:251663360;mso-width-relative:page;mso-height-relative:page;" coordorigin="671194,561975" coordsize="1643583,188305" o:gfxdata="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">
              <o:lock v:ext="edit" aspectratio="f"/>
              <v:shape id="文本框 92" o:spid="_x0000_s1026" o:spt="100" style="position:absolute;left:1000661;top:561975;height:188305;width:107380;" fillcolor="#000000" filled="t" stroked="f" coordsize="107380,188305" o:gfxdata="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tZEXb4A&#10;AADcAAAADwAAAAAAAAABACAAAAAiAAAAZHJzL2Rvd25yZXYueG1sUEsBAhQAFAAAAAgAh07iQDMv&#10;BZ47AAAAOQAAABAAAAAAAAAAAQAgAAAADQEAAGRycy9zaGFwZXhtbC54bWxQSwUGAAAAAAYABgBb&#10;AQAAtwMAAAAA&#10;" path="m51011,0c63215,0,73615,1972,82209,5916c90804,9860,96497,14827,99287,20818c102078,26808,103473,36984,103473,51346l103473,58490,59829,58490,59829,45095c59829,38844,59271,34863,58155,33152c57039,31440,55178,30584,52574,30584c49746,30584,47607,31739,46156,34047c44705,36356,43979,39856,43979,44548c43979,50579,44795,55121,46426,58174c47984,61227,52411,64910,59706,69223c80624,81638,93799,91827,99232,99790c104664,107752,107380,120588,107380,138299c107380,151172,105873,160660,102859,166762c99845,172864,94023,177980,85391,182110c76759,186240,66713,188305,55253,188305c42677,188305,31943,185924,23050,181161c14158,176399,8335,170334,5581,162967c2828,155600,1452,145145,1452,131602l1452,119770,45095,119770,45095,141759c45095,148531,45709,152884,46937,154819c48165,156754,50342,157721,53467,157721c56592,157721,58918,156493,60443,154037c61969,151582,62731,147935,62731,143099c62731,132457,61280,125500,58378,122225c55402,118951,48072,113482,36389,105817c24706,98078,16967,92460,13172,88962c9377,85465,6233,80628,3740,74452c1247,68275,0,60387,0,50788c0,36947,1768,26827,5302,20427c8837,14027,14548,9023,22436,5414c30324,1805,39849,0,51011,0xe">
                <v:fill on="t" focussize="0,0"/>
                <v:stroke on="f"/>
                <v:imagedata o:title=""/>
                <o:lock v:ext="edit" aspectratio="f"/>
              </v:shape>
              <v:shape id="文本框 91" o:spid="_x0000_s1026" o:spt="100" style="position:absolute;left:1117530;top:561975;height:188305;width:108719;" fillcolor="#000000" filled="t" stroked="f" coordsize="108719,188305" o:gfxdata="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Vf9py5AAAA3AAA&#10;AA8AAAAAAAAAAQAgAAAAIgAAAGRycy9kb3ducmV2LnhtbFBLAQIUABQAAAAIAIdO4kAzLwWeOwAA&#10;ADkAAAAQAAAAAAAAAAEAIAAAAAgBAABkcnMvc2hhcGV4bWwueG1sUEsFBgAAAAAGAAYAWwEAALID&#10;AAAAAA==&#10;" path="m54359,0c64033,0,72721,1582,80423,4744c88125,7907,94320,12651,99008,18976c103696,25301,106486,32184,107379,39626c108272,47067,108719,60090,108719,78693l108719,109612c108719,127769,108291,140624,107435,148177c106579,155730,103900,162632,99398,168883c94896,175134,88813,179934,81148,183282c73484,186631,64554,188305,54359,188305c44685,188305,35998,186724,28296,183561c20594,180399,14399,175655,9711,169330c5023,163004,2232,156121,1339,148680c446,141238,0,128216,0,109612l0,78693c0,60536,428,47681,1283,40128c2139,32575,4818,25673,9320,19422c13822,13172,19905,8372,27570,5023c35235,1675,44165,0,54359,0xm54582,30584c52127,30584,50248,31533,48946,33431c47643,35328,46992,40928,46992,50230l46992,134615c46992,145108,47420,151582,48276,154037c49132,156493,51122,157721,54248,157721c57447,157721,59494,156307,60387,153479c61280,150652,61726,143917,61726,133276l61726,50230c61726,41821,61261,36445,60331,34101c59401,31756,57485,30584,54582,30584xe">
                <v:fill on="t" focussize="0,0"/>
                <v:stroke on="f"/>
                <v:imagedata o:title=""/>
                <o:lock v:ext="edit" aspectratio="f"/>
              </v:shape>
              <v:shape id="文本框 90" o:spid="_x0000_s1026" o:spt="100" style="position:absolute;left:1829336;top:561975;height:188305;width:107380;" fillcolor="#000000" filled="t" stroked="f" coordsize="107380,188305" o:gfxdata="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Uh/sb4A&#10;AADcAAAADwAAAAAAAAABACAAAAAiAAAAZHJzL2Rvd25yZXYueG1sUEsBAhQAFAAAAAgAh07iQDMv&#10;BZ47AAAAOQAAABAAAAAAAAAAAQAgAAAADQEAAGRycy9zaGFwZXhtbC54bWxQSwUGAAAAAAYABgBb&#10;AQAAtwMAAAAA&#10;" path="m51011,0c63215,0,73615,1972,82209,5916c90804,9860,96497,14827,99288,20818c102078,26808,103473,36984,103473,51346l103473,58490,59829,58490,59829,45095c59829,38844,59271,34863,58155,33152c57039,31440,55178,30584,52574,30584c49746,30584,47607,31739,46156,34047c44705,36356,43979,39856,43979,44548c43979,50579,44795,55121,46426,58174c47984,61227,52411,64910,59706,69223c80624,81638,93799,91827,99232,99790c104664,107752,107380,120588,107380,138299c107380,151172,105873,160660,102859,166762c99846,172864,94023,177980,85391,182110c76759,186240,66713,188305,55253,188305c42677,188305,31943,185924,23050,181161c14158,176399,8335,170334,5582,162967c2828,155600,1452,145145,1452,131602l1452,119770,45095,119770,45095,141759c45095,148531,45709,152884,46937,154819c48165,156754,50342,157721,53467,157721c56592,157721,58918,156493,60443,154037c61969,151582,62732,147935,62732,143099c62732,132457,61280,125500,58378,122225c55402,118951,48072,113482,36389,105817c24706,98078,16967,92460,13172,88962c9377,85465,6233,80628,3740,74452c1247,68275,0,60387,0,50788c0,36947,1768,26827,5302,20427c8837,14027,14548,9023,22436,5414c30324,1805,39849,0,51011,0xe">
                <v:fill on="t" focussize="0,0"/>
                <v:stroke on="f"/>
                <v:imagedata o:title=""/>
                <o:lock v:ext="edit" aspectratio="f"/>
              </v:shape>
              <v:shape id="文本框 89" o:spid="_x0000_s1026" o:spt="100" style="position:absolute;left:671194;top:565770;height:180715;width:101241;" fillcolor="#000000" filled="t" stroked="f" coordsize="101241,180715" o:gfxdata="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gEDL&#10;hMEAAADcAAAADwAAAAAAAAABACAAAAAiAAAAZHJzL2Rvd25yZXYueG1sUEsBAhQAFAAAAAgAh07i&#10;QDMvBZ47AAAAOQAAABAAAAAAAAAAAQAgAAAAEAEAAGRycy9zaGFwZXhtbC54bWxQSwUGAAAAAAYA&#10;BgBbAQAAugMAAAAA&#10;" path="m0,0l47328,0c60127,0,69968,1005,76851,3014c83735,5023,88906,7926,92367,11721c95827,15516,98171,20111,99399,25506c100627,30901,101241,39254,101241,50565l101241,66303c101241,77838,100050,86246,97669,91530c95287,96813,90916,100869,84553,103696c78191,106524,69875,107938,59606,107938l46993,107938,46993,180715,0,180715,0,0xm46993,30919l46993,76907c48332,76982,49486,77019,50453,77019c54769,77019,57764,75959,59438,73838c61113,71717,61950,67308,61950,60611l61950,45765c61950,39589,60983,35570,59048,33710c57113,31850,53095,30919,46993,30919xe">
                <v:fill on="t" focussize="0,0"/>
                <v:stroke on="f"/>
                <v:imagedata o:title=""/>
                <o:lock v:ext="edit" aspectratio="f"/>
              </v:shape>
              <v:shape id="文本框 88" o:spid="_x0000_s1026" o:spt="100" style="position:absolute;left:785493;top:565770;height:180715;width:81484;" fillcolor="#000000" filled="t" stroked="f" coordsize="81484,180715" o:gfxdata="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1jvpS/&#10;AAAA3AAAAA8AAAAAAAAAAQAgAAAAIgAAAGRycy9kb3ducmV2LnhtbFBLAQIUABQAAAAIAIdO4kAz&#10;LwWeOwAAADkAAAAQAAAAAAAAAAEAIAAAAA4BAABkcnMvc2hhcGV4bWwueG1sUEsFBgAAAAAGAAYA&#10;WwEAALgDAAAAAA==&#10;" path="m0,0l78358,0,78358,36166,46993,36166,46993,70433,76349,70433,76349,104813,46993,104813,46993,144550,81484,144550,81484,180715,0,180715,0,0xe">
                <v:fill on="t" focussize="0,0"/>
                <v:stroke on="f"/>
                <v:imagedata o:title=""/>
                <o:lock v:ext="edit" aspectratio="f"/>
              </v:shape>
              <v:shape id="文本框 87" o:spid="_x0000_s1026" o:spt="100" style="position:absolute;left:880743;top:565770;height:180715;width:104924;" fillcolor="#000000" filled="t" stroked="f" coordsize="104924,180715" o:gfxdata="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PLsrvQAA&#10;ANwAAAAPAAAAAAAAAAEAIAAAACIAAABkcnMvZG93bnJldi54bWxQSwECFAAUAAAACACHTuJAMy8F&#10;njsAAAA5AAAAEAAAAAAAAAABACAAAAAMAQAAZHJzL3NoYXBleG1sLnhtbFBLBQYAAAAABgAGAFsB&#10;AAC2AwAAAAA=&#10;" path="m0,0l33263,0c55439,0,70452,856,78302,2568c86153,4279,92553,8651,97501,15683c102450,22715,104924,33933,104924,49337c104924,63401,103175,72852,99678,77689c96180,82526,89297,85428,79028,86395c88330,88702,94580,91790,97780,95660c100980,99529,102971,103082,103752,106320c104533,109557,104924,118468,104924,133053l104924,180715,61280,180715,61280,120663c61280,110989,60517,104999,58992,102692c57466,100385,53467,99232,46993,99232l46993,180715,0,180715,0,0xm46993,30919l46993,71103c52276,71103,55978,70378,58099,68926c60220,67475,61280,62769,61280,54806l61280,44872c61280,39142,60257,35384,58211,33598c56164,31812,52425,30919,46993,30919xe">
                <v:fill on="t" focussize="0,0"/>
                <v:stroke on="f"/>
                <v:imagedata o:title=""/>
                <o:lock v:ext="edit" aspectratio="f"/>
              </v:shape>
              <v:shape id="文本框 86" o:spid="_x0000_s1026" o:spt="100" style="position:absolute;left:1242693;top:565770;height:180715;width:104924;" fillcolor="#000000" filled="t" stroked="f" coordsize="104924,180715" o:gfxdata="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sXwYu/&#10;AAAA3AAAAA8AAAAAAAAAAQAgAAAAIgAAAGRycy9kb3ducmV2LnhtbFBLAQIUABQAAAAIAIdO4kAz&#10;LwWeOwAAADkAAAAQAAAAAAAAAAEAIAAAAA4BAABkcnMvc2hhcGV4bWwueG1sUEsFBgAAAAAGAAYA&#10;WwEAALgDAAAAAA==&#10;" path="m0,0l39291,0,65633,81372,65633,0,104924,0,104924,180715,63736,180715,39291,98562,39291,180715,0,180715,0,0xe">
                <v:fill on="t" focussize="0,0"/>
                <v:stroke on="f"/>
                <v:imagedata o:title=""/>
                <o:lock v:ext="edit" aspectratio="f"/>
              </v:shape>
              <v:shape id="文本框 85" o:spid="_x0000_s1026" o:spt="100" style="position:absolute;left:1355859;top:565770;height:180715;width:118765;" fillcolor="#000000" filled="t" stroked="f" coordsize="118765,180715" o:gfxdata="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S5Zz7sAAADc&#10;AAAADwAAAAAAAAABACAAAAAiAAAAZHJzL2Rvd25yZXYueG1sUEsBAhQAFAAAAAgAh07iQDMvBZ47&#10;AAAAOQAAABAAAAAAAAAAAQAgAAAACgEAAGRycy9zaGFwZXhtbC54bWxQSwUGAAAAAAYABgBbAQAA&#10;tAMAAAAA&#10;" path="m23971,0l91892,0,118765,180715,70740,180715,68218,148233,51409,148233,48583,180715,0,180715,23971,0xm59829,40296c55042,74899,52036,100200,50811,116198l66987,116198c64609,95729,62223,70429,59829,40296xe">
                <v:fill on="t" focussize="0,0"/>
                <v:stroke on="f"/>
                <v:imagedata o:title=""/>
                <o:lock v:ext="edit" aspectratio="f"/>
              </v:shape>
              <v:shape id="文本框 84" o:spid="_x0000_s1026" o:spt="100" style="position:absolute;left:1480818;top:565770;height:180715;width:75568;" fillcolor="#000000" filled="t" stroked="f" coordsize="75568,180715" o:gfxdata="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MIp0b4A&#10;AADcAAAADwAAAAAAAAABACAAAAAiAAAAZHJzL2Rvd25yZXYueG1sUEsBAhQAFAAAAAgAh07iQDMv&#10;BZ47AAAAOQAAABAAAAAAAAAAAQAgAAAADQEAAGRycy9zaGFwZXhtbC54bWxQSwUGAAAAAAYABgBb&#10;AQAAtwMAAAAA&#10;" path="m0,0l46993,0,46993,144550,75568,144550,75568,180715,0,180715,0,0xe">
                <v:fill on="t" focussize="0,0"/>
                <v:stroke on="f"/>
                <v:imagedata o:title=""/>
                <o:lock v:ext="edit" aspectratio="f"/>
              </v:shape>
              <v:shape id="文本框 83" o:spid="_x0000_s1026" o:spt="100" style="position:absolute;left:1614168;top:565770;height:180715;width:104924;" fillcolor="#000000" filled="t" stroked="f" coordsize="104924,180715" o:gfxdata="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kAQGbsAAADc&#10;AAAADwAAAAAAAAABACAAAAAiAAAAZHJzL2Rvd25yZXYueG1sUEsBAhQAFAAAAAgAh07iQDMvBZ47&#10;AAAAOQAAABAAAAAAAAAAAQAgAAAACgEAAGRycy9zaGFwZXhtbC54bWxQSwUGAAAAAAYABgBbAQAA&#10;tAMAAAAA&#10;" path="m0,0l33263,0c55439,0,70452,856,78302,2568c86153,4279,92553,8651,97501,15683c102450,22715,104924,33933,104924,49337c104924,63401,103175,72852,99678,77689c96180,82526,89297,85428,79028,86395c88330,88702,94580,91790,97780,95660c100980,99529,102971,103082,103752,106320c104533,109557,104924,118468,104924,133053l104924,180715,61280,180715,61280,120663c61280,110989,60517,104999,58992,102692c57466,100385,53467,99232,46993,99232l46993,180715,0,180715,0,0xm46993,30919l46993,71103c52276,71103,55978,70378,58099,68926c60220,67475,61280,62769,61280,54806l61280,44872c61280,39142,60257,35384,58210,33598c56164,31812,52425,30919,46993,30919xe">
                <v:fill on="t" focussize="0,0"/>
                <v:stroke on="f"/>
                <v:imagedata o:title=""/>
                <o:lock v:ext="edit" aspectratio="f"/>
              </v:shape>
              <v:shape id="文本框 82" o:spid="_x0000_s1026" o:spt="100" style="position:absolute;left:1737993;top:565770;height:180715;width:81484;" fillcolor="#000000" filled="t" stroked="f" coordsize="81484,180715" o:gfxdata="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eBLkq/&#10;AAAA3AAAAA8AAAAAAAAAAQAgAAAAIgAAAGRycy9kb3ducmV2LnhtbFBLAQIUABQAAAAIAIdO4kAz&#10;LwWeOwAAADkAAAAQAAAAAAAAAAEAIAAAAA4BAABkcnMvc2hhcGV4bWwueG1sUEsFBgAAAAAGAAYA&#10;WwEAALgDAAAAAA==&#10;" path="m0,0l78358,0,78358,36166,46993,36166,46993,70433,76349,70433,76349,104813,46993,104813,46993,144550,81484,144550,81484,180715,0,180715,0,0xe">
                <v:fill on="t" focussize="0,0"/>
                <v:stroke on="f"/>
                <v:imagedata o:title=""/>
                <o:lock v:ext="edit" aspectratio="f"/>
              </v:shape>
              <v:shape id="文本框 81" o:spid="_x0000_s1026" o:spt="100" style="position:absolute;left:1946875;top:565769;height:184510;width:107491;" fillcolor="#000000" filled="t" stroked="f" coordsize="107491,184510" o:gfxdata="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QtyZI&#10;wAAAANwAAAAPAAAAAAAAAAEAIAAAACIAAABkcnMvZG93bnJldi54bWxQSwECFAAUAAAACACHTuJA&#10;My8FnjsAAAA5AAAAEAAAAAAAAAABACAAAAAPAQAAZHJzL3NoYXBleG1sLnhtbFBLBQYAAAAABgAG&#10;AFsBAAC5AwAAAAA=&#10;" path="m0,0l46992,0,46992,135508c46992,143396,47420,148438,48276,150633c49131,152828,50862,153926,53466,153926c56443,153926,58359,152717,59214,150298c60070,147880,60498,142168,60498,133164l60498,0,107491,0,107491,120774c107491,134467,107044,144085,106151,149628c105258,155172,102616,160865,98226,166707c93836,172548,88050,176976,80869,179989c73688,183003,65223,184510,55475,184510c44685,184510,35160,182724,26900,179152c18640,175580,12464,170930,8371,165200c4278,159470,1860,153424,1116,147061c372,140699,0,127323,0,106933l0,0xe">
                <v:fill on="t" focussize="0,0"/>
                <v:stroke on="f"/>
                <v:imagedata o:title=""/>
                <o:lock v:ext="edit" aspectratio="f"/>
              </v:shape>
              <v:shape id="文本框 80" o:spid="_x0000_s1026" o:spt="100" style="position:absolute;left:2071368;top:565770;height:180715;width:144996;" fillcolor="#000000" filled="t" stroked="f" coordsize="144996,180715" o:gfxdata="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YKOe8AAAA&#10;3AAAAA8AAAAAAAAAAQAgAAAAIgAAAGRycy9kb3ducmV2LnhtbFBLAQIUABQAAAAIAIdO4kAzLwWe&#10;OwAAADkAAAAQAAAAAAAAAAEAIAAAAAsBAABkcnMvc2hhcGV4bWwueG1sUEsFBgAAAAAGAAYAWwEA&#10;ALUDAAAAAA==&#10;" path="m0,0l60806,0c62609,10865,64468,23671,66383,38419l73056,84386,83856,0,144996,0,144996,180715,103920,180715,103864,58713,87511,180715,58378,180715,41133,61504,41077,180715,0,180715,0,0xe">
                <v:fill on="t" focussize="0,0"/>
                <v:stroke on="f"/>
                <v:imagedata o:title=""/>
                <o:lock v:ext="edit" aspectratio="f"/>
              </v:shape>
              <v:shape id="文本框 79" o:spid="_x0000_s1026" o:spt="100" style="position:absolute;left:2233293;top:565770;height:180715;width:81484;" fillcolor="#000000" filled="t" stroked="f" coordsize="81484,180715" o:gfxdata="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f2jdK/&#10;AAAA3AAAAA8AAAAAAAAAAQAgAAAAIgAAAGRycy9kb3ducmV2LnhtbFBLAQIUABQAAAAIAIdO4kAz&#10;LwWeOwAAADkAAAAQAAAAAAAAAAEAIAAAAA4BAABkcnMvc2hhcGV4bWwueG1sUEsFBgAAAAAGAAYA&#10;WwEAALgDAAAAAA==&#10;" path="m0,0l78358,0,78358,36166,46993,36166,46993,70433,76349,70433,76349,104813,46993,104813,46993,144550,81484,144550,81484,180715,0,180715,0,0xe">
                <v:fill on="t" focussize="0,0"/>
                <v:stroke on="f"/>
                <v:imagedata o:title=""/>
                <o:lock v:ext="edit" aspectratio="f"/>
              </v:shape>
            </v:group>
          </w:pict>
        </mc:Fallback>
      </mc:AlternateContent>
    </w:r>
    <w:r>
      <mc:AlternateContent>
        <mc:Choice Requires="wpg">
          <w:drawing>
            <wp:anchor distT="0" distB="0" distL="114300" distR="114300" simplePos="0" relativeHeight="251660288" behindDoc="1" locked="0" layoutInCell="1" allowOverlap="1">
              <wp:simplePos x="0" y="0"/>
              <wp:positionH relativeFrom="column">
                <wp:posOffset>-690245</wp:posOffset>
              </wp:positionH>
              <wp:positionV relativeFrom="paragraph">
                <wp:posOffset>-540385</wp:posOffset>
              </wp:positionV>
              <wp:extent cx="7559675" cy="10705465"/>
              <wp:effectExtent l="0" t="0" r="3175" b="635"/>
              <wp:wrapNone/>
              <wp:docPr id="7" name="组合 7"/>
              <wp:cNvGraphicFramePr/>
              <a:graphic xmlns:a="http://schemas.openxmlformats.org/drawingml/2006/main">
                <a:graphicData uri="http://schemas.microsoft.com/office/word/2010/wordprocessingGroup">
                  <wpg:wgp>
                    <wpg:cNvGrpSpPr/>
                    <wpg:grpSpPr>
                      <a:xfrm>
                        <a:off x="0" y="0"/>
                        <a:ext cx="7559675" cy="10705467"/>
                        <a:chOff x="0" y="-14290"/>
                        <a:chExt cx="7559676" cy="10706104"/>
                      </a:xfrm>
                    </wpg:grpSpPr>
                    <wps:wsp>
                      <wps:cNvPr id="8" name="矩形 8"/>
                      <wps:cNvSpPr>
                        <a:spLocks noChangeAspect="1"/>
                      </wps:cNvSpPr>
                      <wps:spPr>
                        <a:xfrm>
                          <a:off x="0" y="-14290"/>
                          <a:ext cx="7559676" cy="3133911"/>
                        </a:xfrm>
                        <a:prstGeom prst="rect">
                          <a:avLst/>
                        </a:prstGeom>
                        <a:blipFill dpi="0" rotWithShape="1">
                          <a:blip r:embed="rId1"/>
                          <a:srcRect/>
                          <a:stretch>
                            <a:fillRect t="-63194"/>
                          </a:stretch>
                        </a:blip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9" name="矩形 9"/>
                      <wps:cNvSpPr>
                        <a:spLocks noChangeAspect="1"/>
                      </wps:cNvSpPr>
                      <wps:spPr>
                        <a:xfrm flipV="1">
                          <a:off x="0" y="3088218"/>
                          <a:ext cx="7559676" cy="7603596"/>
                        </a:xfrm>
                        <a:prstGeom prst="rect">
                          <a:avLst/>
                        </a:prstGeom>
                        <a:blipFill dpi="0" rotWithShape="1">
                          <a:blip r:embed="rId1"/>
                          <a:srcRect/>
                          <a:stretch>
                            <a:fillRect/>
                          </a:stretch>
                        </a:blip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54.35pt;margin-top:-42.55pt;height:842.95pt;width:595.25pt;z-index:-251656192;mso-width-relative:page;mso-height-relative:page;" coordorigin="0,-14290" coordsize="7559676,10706104" o:gfxdata="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">
              <o:lock v:ext="edit" aspectratio="f"/>
              <v:rect id="_x0000_s1026" o:spid="_x0000_s1026" o:spt="1" style="position:absolute;left:0;top:-14290;height:3133911;width:7559676;v-text-anchor:middle;" filled="t" stroked="f" coordsize="21600,21600" o:gfxdata="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iwRLqtwAAANoAAAAP&#10;AAAAAAAAAAEAIAAAACIAAABkcnMvZG93bnJldi54bWxQSwECFAAUAAAACACHTuJAMy8FnjsAAAA5&#10;AAAAEAAAAAAAAAABACAAAAAGAQAAZHJzL3NoYXBleG1sLnhtbFBLBQYAAAAABgAGAFsBAACwAwAA&#10;AAA=&#10;">
                <v:fill type="frame" on="t" focussize="0,0" recolor="t" rotate="t" r:id="rId1"/>
                <v:stroke on="f" weight="1pt" miterlimit="8" joinstyle="miter"/>
                <v:imagedata o:title=""/>
                <o:lock v:ext="edit" aspectratio="t"/>
              </v:rect>
              <v:rect id="_x0000_s1026" o:spid="_x0000_s1026" o:spt="1" style="position:absolute;left:0;top:3088218;flip:y;height:7603596;width:7559676;v-text-anchor:middle;" filled="t" stroked="f" coordsize="21600,21600" o:gfxdata="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S2ov7sAAADa&#10;AAAADwAAAAAAAAABACAAAAAiAAAAZHJzL2Rvd25yZXYueG1sUEsBAhQAFAAAAAgAh07iQDMvBZ47&#10;AAAAOQAAABAAAAAAAAAAAQAgAAAACgEAAGRycy9zaGFwZXhtbC54bWxQSwUGAAAAAAYABgBbAQAA&#10;tAMAAAAA&#10;">
                <v:fill type="frame" on="t" focussize="0,0" recolor="t" rotate="t" r:id="rId1"/>
                <v:stroke on="f" weight="1pt" miterlimit="8" joinstyle="miter"/>
                <v:imagedata o:title=""/>
                <o:lock v:ext="edit" aspectratio="t"/>
              </v:rect>
            </v:group>
          </w:pict>
        </mc:Fallback>
      </mc:AlternateContent>
    </w:r>
    <w:r>
      <mc:AlternateContent>
        <mc:Choice Requires="wps">
          <w:drawing>
            <wp:anchor distT="0" distB="0" distL="114300" distR="114300" simplePos="0" relativeHeight="251661312" behindDoc="1" locked="0" layoutInCell="1" allowOverlap="1">
              <wp:simplePos x="0" y="0"/>
              <wp:positionH relativeFrom="column">
                <wp:posOffset>-429260</wp:posOffset>
              </wp:positionH>
              <wp:positionV relativeFrom="paragraph">
                <wp:posOffset>1478280</wp:posOffset>
              </wp:positionV>
              <wp:extent cx="7051040" cy="8446135"/>
              <wp:effectExtent l="0" t="0" r="0" b="0"/>
              <wp:wrapNone/>
              <wp:docPr id="10" name="圆角矩形 46"/>
              <wp:cNvGraphicFramePr/>
              <a:graphic xmlns:a="http://schemas.openxmlformats.org/drawingml/2006/main">
                <a:graphicData uri="http://schemas.microsoft.com/office/word/2010/wordprocessingShape">
                  <wps:wsp>
                    <wps:cNvSpPr/>
                    <wps:spPr>
                      <a:xfrm>
                        <a:off x="0" y="0"/>
                        <a:ext cx="7051219" cy="8445884"/>
                      </a:xfrm>
                      <a:prstGeom prst="roundRect">
                        <a:avLst>
                          <a:gd name="adj" fmla="val 0"/>
                        </a:avLst>
                      </a:prstGeom>
                      <a:solidFill>
                        <a:sysClr val="window" lastClr="FFFFFF"/>
                      </a:solidFill>
                      <a:ln w="12700" cap="flat" cmpd="sng" algn="ctr">
                        <a:noFill/>
                        <a:prstDash val="solid"/>
                        <a:miter lim="800000"/>
                      </a:ln>
                      <a:effectLst/>
                    </wps:spPr>
                    <wps:bodyPr rtlCol="0" anchor="ctr"/>
                  </wps:wsp>
                </a:graphicData>
              </a:graphic>
            </wp:anchor>
          </w:drawing>
        </mc:Choice>
        <mc:Fallback>
          <w:pict>
            <v:roundrect id="圆角矩形 46" o:spid="_x0000_s1026" o:spt="2" style="position:absolute;left:0pt;margin-left:-33.8pt;margin-top:116.4pt;height:665.05pt;width:555.2pt;z-index:-251655168;v-text-anchor:middle;mso-width-relative:page;mso-height-relative:page;" fillcolor="#FFFFFF" filled="t" stroked="f" coordsize="21600,21600" arcsize="0" o:gfxdata="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0PTC7Z&#10;AAAADQEAAA8AAAAAAAAAAQAgAAAAIgAAAGRycy9kb3ducmV2LnhtbFBLAQIUABQAAAAIAIdO4kDM&#10;0DAoHwIAABoEAAAOAAAAAAAAAAEAIAAAACgBAABkcnMvZTJvRG9jLnhtbFBLBQYAAAAABgAGAFkB&#10;AAC5BQAAAAA=&#10;">
              <v:fill on="t" focussize="0,0"/>
              <v:stroke on="f" weight="1pt" miterlimit="8" joinstyle="miter"/>
              <v:imagedata o:title=""/>
              <o:lock v:ext="edit" aspectratio="f"/>
            </v:round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-429260</wp:posOffset>
              </wp:positionH>
              <wp:positionV relativeFrom="paragraph">
                <wp:posOffset>-244475</wp:posOffset>
              </wp:positionV>
              <wp:extent cx="7051040" cy="1723390"/>
              <wp:effectExtent l="0" t="0" r="0" b="0"/>
              <wp:wrapNone/>
              <wp:docPr id="11" name="圆角矩形 46"/>
              <wp:cNvGraphicFramePr/>
              <a:graphic xmlns:a="http://schemas.openxmlformats.org/drawingml/2006/main">
                <a:graphicData uri="http://schemas.microsoft.com/office/word/2010/wordprocessingShape">
                  <wps:wsp>
                    <wps:cNvSpPr/>
                    <wps:spPr>
                      <a:xfrm>
                        <a:off x="0" y="0"/>
                        <a:ext cx="7051219" cy="1723189"/>
                      </a:xfrm>
                      <a:prstGeom prst="roundRect">
                        <a:avLst>
                          <a:gd name="adj" fmla="val 0"/>
                        </a:avLst>
                      </a:prstGeom>
                      <a:solidFill>
                        <a:sysClr val="window" lastClr="FFFFFF">
                          <a:alpha val="51000"/>
                        </a:sysClr>
                      </a:solidFill>
                      <a:ln w="12700" cap="flat" cmpd="sng" algn="ctr">
                        <a:noFill/>
                        <a:prstDash val="solid"/>
                        <a:miter lim="800000"/>
                      </a:ln>
                      <a:effectLst/>
                    </wps:spPr>
                    <wps:bodyPr rtlCol="0" anchor="ctr"/>
                  </wps:wsp>
                </a:graphicData>
              </a:graphic>
            </wp:anchor>
          </w:drawing>
        </mc:Choice>
        <mc:Fallback>
          <w:pict>
            <v:roundrect id="圆角矩形 46" o:spid="_x0000_s1026" o:spt="2" style="position:absolute;left:0pt;margin-left:-33.8pt;margin-top:-19.25pt;height:135.7pt;width:555.2pt;z-index:-251654144;v-text-anchor:middle;mso-width-relative:page;mso-height-relative:page;" fillcolor="#FFFFFF" filled="t" stroked="f" coordsize="21600,21600" arcsize="0" o:gfxdata="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PkYsdtwAAAAMAQAADwAAAAAAAAABACAAAAAiAAAAZHJzL2Rvd25yZXYueG1s&#10;UEsBAhQAFAAAAAgAh07iQNRGHustAgAAOgQAAA4AAAAAAAAAAQAgAAAAKwEAAGRycy9lMm9Eb2Mu&#10;eG1sUEsFBgAAAAAGAAYAWQEAAMoFAAAAAA==&#10;">
              <v:fill on="t" opacity="33423f" focussize="0,0"/>
              <v:stroke on="f" weight="1pt" miterlimit="8" joinstyle="miter"/>
              <v:imagedata o:title=""/>
              <o:lock v:ext="edit" aspectratio="f"/>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723EE"/>
    <w:multiLevelType w:val="singleLevel"/>
    <w:tmpl w:val="C50723EE"/>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A22F9D"/>
    <w:rsid w:val="000427CC"/>
    <w:rsid w:val="00043D43"/>
    <w:rsid w:val="000550E2"/>
    <w:rsid w:val="000D5C06"/>
    <w:rsid w:val="000F2907"/>
    <w:rsid w:val="0010537F"/>
    <w:rsid w:val="00114061"/>
    <w:rsid w:val="00117340"/>
    <w:rsid w:val="001267F7"/>
    <w:rsid w:val="001546E7"/>
    <w:rsid w:val="001575D9"/>
    <w:rsid w:val="001F5131"/>
    <w:rsid w:val="00206921"/>
    <w:rsid w:val="002236C1"/>
    <w:rsid w:val="002550EE"/>
    <w:rsid w:val="00276304"/>
    <w:rsid w:val="0027662B"/>
    <w:rsid w:val="002926B4"/>
    <w:rsid w:val="002A0886"/>
    <w:rsid w:val="002C20D3"/>
    <w:rsid w:val="002F04EC"/>
    <w:rsid w:val="002F0664"/>
    <w:rsid w:val="002F1357"/>
    <w:rsid w:val="0030443F"/>
    <w:rsid w:val="003253CB"/>
    <w:rsid w:val="00327D74"/>
    <w:rsid w:val="003632F1"/>
    <w:rsid w:val="00363586"/>
    <w:rsid w:val="003B467C"/>
    <w:rsid w:val="003B682F"/>
    <w:rsid w:val="003C6EE7"/>
    <w:rsid w:val="003D0A76"/>
    <w:rsid w:val="003D395A"/>
    <w:rsid w:val="003E071E"/>
    <w:rsid w:val="003E5E54"/>
    <w:rsid w:val="003F31F4"/>
    <w:rsid w:val="004029AF"/>
    <w:rsid w:val="00431282"/>
    <w:rsid w:val="00446C65"/>
    <w:rsid w:val="00486EB4"/>
    <w:rsid w:val="004B3BAB"/>
    <w:rsid w:val="004C67EB"/>
    <w:rsid w:val="004D3A0C"/>
    <w:rsid w:val="004D5AB3"/>
    <w:rsid w:val="00503418"/>
    <w:rsid w:val="00504F2D"/>
    <w:rsid w:val="005163CC"/>
    <w:rsid w:val="00547913"/>
    <w:rsid w:val="00557E73"/>
    <w:rsid w:val="00560EF6"/>
    <w:rsid w:val="005615EB"/>
    <w:rsid w:val="00566899"/>
    <w:rsid w:val="005A309D"/>
    <w:rsid w:val="005A38E5"/>
    <w:rsid w:val="005E431B"/>
    <w:rsid w:val="00610828"/>
    <w:rsid w:val="00615A8A"/>
    <w:rsid w:val="0061709D"/>
    <w:rsid w:val="0063456F"/>
    <w:rsid w:val="006602A8"/>
    <w:rsid w:val="00685DEC"/>
    <w:rsid w:val="00690F9A"/>
    <w:rsid w:val="006A149D"/>
    <w:rsid w:val="006C10A6"/>
    <w:rsid w:val="006C117A"/>
    <w:rsid w:val="006C2310"/>
    <w:rsid w:val="006C5723"/>
    <w:rsid w:val="006D67BC"/>
    <w:rsid w:val="006F0FD1"/>
    <w:rsid w:val="00716B07"/>
    <w:rsid w:val="0073745F"/>
    <w:rsid w:val="00737CBD"/>
    <w:rsid w:val="007502E0"/>
    <w:rsid w:val="00757690"/>
    <w:rsid w:val="00760C58"/>
    <w:rsid w:val="00762B3F"/>
    <w:rsid w:val="0077100B"/>
    <w:rsid w:val="00782738"/>
    <w:rsid w:val="007B5655"/>
    <w:rsid w:val="007E00D1"/>
    <w:rsid w:val="007E7FC2"/>
    <w:rsid w:val="007F2182"/>
    <w:rsid w:val="00806E37"/>
    <w:rsid w:val="00861E70"/>
    <w:rsid w:val="008664A2"/>
    <w:rsid w:val="00876C4C"/>
    <w:rsid w:val="0088025E"/>
    <w:rsid w:val="008D0494"/>
    <w:rsid w:val="008D46FD"/>
    <w:rsid w:val="00912126"/>
    <w:rsid w:val="009240EE"/>
    <w:rsid w:val="009262C2"/>
    <w:rsid w:val="00943CB9"/>
    <w:rsid w:val="00970C0D"/>
    <w:rsid w:val="00992DD8"/>
    <w:rsid w:val="009A3588"/>
    <w:rsid w:val="009C6CA3"/>
    <w:rsid w:val="009F0B3E"/>
    <w:rsid w:val="009F2A66"/>
    <w:rsid w:val="00A227D7"/>
    <w:rsid w:val="00A626FC"/>
    <w:rsid w:val="00A856BB"/>
    <w:rsid w:val="00AA1559"/>
    <w:rsid w:val="00AE137B"/>
    <w:rsid w:val="00AE37C3"/>
    <w:rsid w:val="00AF00EE"/>
    <w:rsid w:val="00AF76D3"/>
    <w:rsid w:val="00B10143"/>
    <w:rsid w:val="00B1096E"/>
    <w:rsid w:val="00B10E6A"/>
    <w:rsid w:val="00B2452E"/>
    <w:rsid w:val="00B30B60"/>
    <w:rsid w:val="00B420F8"/>
    <w:rsid w:val="00B567E7"/>
    <w:rsid w:val="00B637B5"/>
    <w:rsid w:val="00B640AF"/>
    <w:rsid w:val="00B734F6"/>
    <w:rsid w:val="00B75E02"/>
    <w:rsid w:val="00B8493B"/>
    <w:rsid w:val="00BA4FA3"/>
    <w:rsid w:val="00BC4F11"/>
    <w:rsid w:val="00BC7393"/>
    <w:rsid w:val="00BD6590"/>
    <w:rsid w:val="00BE6258"/>
    <w:rsid w:val="00C23AD8"/>
    <w:rsid w:val="00C31944"/>
    <w:rsid w:val="00C3760B"/>
    <w:rsid w:val="00C44AF5"/>
    <w:rsid w:val="00C5191E"/>
    <w:rsid w:val="00C6432A"/>
    <w:rsid w:val="00C6473C"/>
    <w:rsid w:val="00C7667D"/>
    <w:rsid w:val="00CB0605"/>
    <w:rsid w:val="00CD64D9"/>
    <w:rsid w:val="00CF2F69"/>
    <w:rsid w:val="00D04835"/>
    <w:rsid w:val="00D17439"/>
    <w:rsid w:val="00D2297F"/>
    <w:rsid w:val="00D42902"/>
    <w:rsid w:val="00D573B9"/>
    <w:rsid w:val="00D854AF"/>
    <w:rsid w:val="00D85FC2"/>
    <w:rsid w:val="00D9117B"/>
    <w:rsid w:val="00D94122"/>
    <w:rsid w:val="00DA537F"/>
    <w:rsid w:val="00DB0A38"/>
    <w:rsid w:val="00DB2B5F"/>
    <w:rsid w:val="00DB41C3"/>
    <w:rsid w:val="00DB66AD"/>
    <w:rsid w:val="00DC0C3C"/>
    <w:rsid w:val="00DE3C8A"/>
    <w:rsid w:val="00DE440E"/>
    <w:rsid w:val="00DE47F6"/>
    <w:rsid w:val="00DE6600"/>
    <w:rsid w:val="00E00FDA"/>
    <w:rsid w:val="00E12708"/>
    <w:rsid w:val="00E23A25"/>
    <w:rsid w:val="00E31751"/>
    <w:rsid w:val="00E35448"/>
    <w:rsid w:val="00E47A5B"/>
    <w:rsid w:val="00E719B8"/>
    <w:rsid w:val="00E7758D"/>
    <w:rsid w:val="00EC7DDF"/>
    <w:rsid w:val="00ED70F0"/>
    <w:rsid w:val="00EE1E96"/>
    <w:rsid w:val="00EE34BB"/>
    <w:rsid w:val="00EE6D71"/>
    <w:rsid w:val="00F32D46"/>
    <w:rsid w:val="00F45D55"/>
    <w:rsid w:val="00F820D5"/>
    <w:rsid w:val="00FA2432"/>
    <w:rsid w:val="00FA2FAD"/>
    <w:rsid w:val="00FA6625"/>
    <w:rsid w:val="00FC648A"/>
    <w:rsid w:val="00FE5AB7"/>
    <w:rsid w:val="0EC059AE"/>
    <w:rsid w:val="1510731E"/>
    <w:rsid w:val="1FA22F9D"/>
    <w:rsid w:val="2C347A86"/>
    <w:rsid w:val="5159567D"/>
    <w:rsid w:val="5EC1622E"/>
    <w:rsid w:val="655B51BA"/>
    <w:rsid w:val="69DB3564"/>
    <w:rsid w:val="6A7B6ED7"/>
    <w:rsid w:val="7174186F"/>
    <w:rsid w:val="78100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3"/>
    <w:qFormat/>
    <w:uiPriority w:val="34"/>
    <w:pPr>
      <w:pBdr>
        <w:bottom w:val="none" w:color="auto" w:sz="0" w:space="0"/>
      </w:pBd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26446;&#30021;&#24037;&#20316;&#25991;&#20214;&#22841;\&#33539;&#25991;&#27169;&#26495;&#32032;&#26448;\4382e110-893f-4939-baf7-f2a61ac81b6c\&#31616;&#21382;-&#24314;&#31569;&#35774;&#3574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简历-建筑设计.docx</Template>
  <Company>巴南区委办</Company>
  <Pages>2</Pages>
  <Words>813</Words>
  <Characters>953</Characters>
  <Lines>9</Lines>
  <Paragraphs>2</Paragraphs>
  <TotalTime>10</TotalTime>
  <ScaleCrop>false</ScaleCrop>
  <LinksUpToDate>false</LinksUpToDate>
  <CharactersWithSpaces>1232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2022-02-28T09:20:00Z</dcterms:created>
  <dc:creator>铭</dc:creator>
  <cp:lastModifiedBy>铭</cp:lastModifiedBy>
  <dcterms:modified xsi:type="dcterms:W3CDTF">2022-02-28T09:24:43Z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TemplateUUID">
    <vt:lpwstr>v1.0_mb_UT2Pf24bnPaOyfYLuMOtRQ==</vt:lpwstr>
  </property>
  <property fmtid="{D5CDD505-2E9C-101B-9397-08002B2CF9AE}" pid="4" name="ICV">
    <vt:lpwstr>599FD0457BF74A47BC8A7EA864F5B0B5</vt:lpwstr>
  </property>
</Properties>
</file>