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0"/>
        <w:rPr>
          <w:rFonts w:ascii="微软雅黑" w:hAnsi="微软雅黑" w:eastAsia="微软雅黑" w:cs="宋体"/>
          <w:color w:val="000000"/>
          <w:kern w:val="36"/>
          <w:sz w:val="44"/>
          <w:szCs w:val="44"/>
        </w:rPr>
      </w:pPr>
      <w:r>
        <w:rPr>
          <w:rFonts w:hint="eastAsia" w:ascii="微软雅黑" w:hAnsi="微软雅黑" w:eastAsia="微软雅黑" w:cs="宋体"/>
          <w:color w:val="000000"/>
          <w:kern w:val="36"/>
          <w:sz w:val="44"/>
          <w:szCs w:val="44"/>
        </w:rPr>
        <w:t>试用期个人工作总结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时间一晃而过，转眼间试用期已接近尾声，首先感谢公司经理室能给我展示才能、实现自身价值的机会。这段时间是我人生中弥足珍贵的经历，也给我留下了精彩而美好的回忆。在这段时间里公司给予了我足够的支持和帮助，让我充分感受到了领导们“海纳百川”的胸襟，感受到了 人“不经历风雨，怎能见彩虹”的豪气，也</w:t>
      </w:r>
      <w:r>
        <w:rPr>
          <w:rFonts w:hint="eastAsia"/>
          <w:color w:val="000000"/>
          <w:spacing w:val="13"/>
          <w:sz w:val="28"/>
          <w:szCs w:val="28"/>
          <w:u w:val="none"/>
        </w:rPr>
        <w:t>体会</w:t>
      </w:r>
      <w:r>
        <w:rPr>
          <w:rFonts w:hint="eastAsia"/>
          <w:color w:val="000000"/>
          <w:spacing w:val="13"/>
          <w:sz w:val="28"/>
          <w:szCs w:val="28"/>
        </w:rPr>
        <w:t>到了人作为拓荒者的艰难和坚定。同时，也为我有机会成为xxxx的一份子而感动高兴。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记得当初应聘时，公司和和谐、团结向上的氛围深深打动了我，让我感受到和睦的大家庭感觉。进入公司后的三个月时间里，在经理室和同事们的悉心关怀和指导下，通过自身的不懈努力，各方面均取得了一定的进步，现将我的工作情况作如下汇报：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4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Style w:val="6"/>
          <w:rFonts w:hint="eastAsia"/>
          <w:color w:val="000000"/>
          <w:spacing w:val="13"/>
          <w:sz w:val="28"/>
          <w:szCs w:val="28"/>
        </w:rPr>
        <w:t>　　一、对公司的认识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xxxx是从事xxxx、、xxxx经营的专业公司，经营网络遍布省内各地市县，总经销、代理诸多国际国内知名品牌，经营规模居省第一。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xxxx以正确的经营和管理理念为指导，依靠精干的团队，成为行业的佼佼者。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4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Style w:val="6"/>
          <w:rFonts w:hint="eastAsia"/>
          <w:color w:val="000000"/>
          <w:spacing w:val="13"/>
          <w:sz w:val="28"/>
          <w:szCs w:val="28"/>
        </w:rPr>
        <w:t>　　二、工作成绩：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1、与一起主持员工联欢会，得到大家的认可。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2、将总公司下发的红头文件及前期公司各品牌三证整理分类，并制作电子检索，使调阅、查询十分方便简洁。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3、每次例会前做好准备工作，会后及时整理会议纪要。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4、完成优秀员工先进材料的起草工作;规范综合科对外联系函的行文格式并帮助其整理、修改对外行文;协助综合管理科科长整理车辆管理办法，并制作每月油费、修理费等相关费用的表格;完成武昌量贩店与超市独立核算的政策表格的整理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5、与各部门良好沟通协调，较好的完成上传下达工作。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6、熟练操作VIP客户档案管理系统。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7、通过在xx科的两天实习中，初步了解</w:t>
      </w:r>
      <w:bookmarkStart w:id="0" w:name="_GoBack"/>
      <w:bookmarkEnd w:id="0"/>
      <w:r>
        <w:rPr>
          <w:rFonts w:hint="eastAsia"/>
          <w:color w:val="000000"/>
          <w:spacing w:val="13"/>
          <w:sz w:val="28"/>
          <w:szCs w:val="28"/>
        </w:rPr>
        <w:t>公司的供应链系统，能进行简单的业务流程操作。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8、能做好其它的行政后勤工作。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4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Style w:val="6"/>
          <w:rFonts w:hint="eastAsia"/>
          <w:color w:val="000000"/>
          <w:spacing w:val="13"/>
          <w:sz w:val="28"/>
          <w:szCs w:val="28"/>
        </w:rPr>
        <w:t>　　三、存在问题及对其改进方法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由于在原公司从事的是机要秘书工作，未涉及业务操作，对于零售企业的进、销、存更没有实质理解，概念十分模糊，故对公司整体的运营模式与流程还需进一步的深入了解与熟悉。当然，我并不能以此为理由，我将会在今后的工作中多向前辈请教，勤问、勤练，用最短时间熟悉公司业务及流程，做到“眼勤、嘴勤、手勤、腿勤”，在工作中磨炼意志，增长才干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612" w:firstLineChars="200"/>
        <w:textAlignment w:val="auto"/>
        <w:rPr>
          <w:rFonts w:hint="eastAsia"/>
          <w:color w:val="000000"/>
          <w:spacing w:val="13"/>
          <w:sz w:val="28"/>
          <w:szCs w:val="28"/>
        </w:rPr>
      </w:pPr>
      <w:r>
        <w:rPr>
          <w:rFonts w:hint="eastAsia"/>
          <w:color w:val="000000"/>
          <w:spacing w:val="13"/>
          <w:sz w:val="28"/>
          <w:szCs w:val="28"/>
        </w:rPr>
        <w:t>　　虽然只有短短的三个月，但对于我来说受益匪浅。在今后的工作中，我将扬长避短，发奋工作，克难攻坚，力求把工作做得更好，不辜负公司经理室对我的期望与栽培。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rPr>
          <w:sz w:val="32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82291C"/>
    <w:rsid w:val="00401E07"/>
    <w:rsid w:val="0066503A"/>
    <w:rsid w:val="00764012"/>
    <w:rsid w:val="00803B02"/>
    <w:rsid w:val="00A22A9C"/>
    <w:rsid w:val="00A37716"/>
    <w:rsid w:val="00A40051"/>
    <w:rsid w:val="00F23E8C"/>
    <w:rsid w:val="00F42924"/>
    <w:rsid w:val="1682291C"/>
    <w:rsid w:val="230D5B17"/>
    <w:rsid w:val="256043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标题 1 Char"/>
    <w:basedOn w:val="5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57b26547-03fa-4746-a818-47c59bc0a907\&#35797;&#29992;&#26399;&#20010;&#20154;&#24037;&#20316;&#24635;&#32467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试用期个人工作总结.doc.docx</Template>
  <Pages>2</Pages>
  <Words>953</Words>
  <Characters>971</Characters>
  <Lines>7</Lines>
  <Paragraphs>2</Paragraphs>
  <TotalTime>3</TotalTime>
  <ScaleCrop>false</ScaleCrop>
  <LinksUpToDate>false</LinksUpToDate>
  <CharactersWithSpaces>1004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2022-03-15T01:20:00Z</dcterms:created>
  <dc:creator>铭</dc:creator>
  <cp:lastModifiedBy>铭</cp:lastModifiedBy>
  <dcterms:modified xsi:type="dcterms:W3CDTF">2022-03-15T01:23:41Z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TemplateUUID">
    <vt:lpwstr>v1.0_library_Paw6pGXzCl6cW3Uj9mZDmw==</vt:lpwstr>
  </property>
  <property fmtid="{D5CDD505-2E9C-101B-9397-08002B2CF9AE}" pid="4" name="ICV">
    <vt:lpwstr>F5CCE7FFD4DC4B6396ECA210056B4A03</vt:lpwstr>
  </property>
</Properties>
</file>