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1355090</wp:posOffset>
                </wp:positionV>
                <wp:extent cx="6684010" cy="365760"/>
                <wp:effectExtent l="0" t="0" r="2540" b="1524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365760"/>
                          <a:chOff x="2102" y="3889"/>
                          <a:chExt cx="10526" cy="576"/>
                        </a:xfrm>
                      </wpg:grpSpPr>
                      <wps:wsp>
                        <wps:cNvPr id="46" name="椭圆 46"/>
                        <wps:cNvSpPr/>
                        <wps:spPr>
                          <a:xfrm>
                            <a:off x="2102" y="3889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76859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2698" y="4465"/>
                            <a:ext cx="99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1pt;margin-top:106.7pt;height:28.8pt;width:526.3pt;z-index:251662336;mso-width-relative:page;mso-height-relative:page;" coordorigin="2102,3889" coordsize="10526,576" o:gfxdata="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VU3h1dsAAAAMAQAADwAAAAAAAAABACAAAAAiAAAAZHJz&#10;L2Rvd25yZXYueG1sUEsBAhQAFAAAAAgAh07iQBHtexRXAwAA2QcAAA4AAAAAAAAAAQAgAAAAKgEA&#10;AGRycy9lMm9Eb2MueG1sUEsFBgAAAAAGAAYAWQEAAPMGAAAAAA==&#10;">
                <o:lock v:ext="edit" aspectratio="f"/>
                <v:shape id="_x0000_s1026" o:spid="_x0000_s1026" o:spt="3" type="#_x0000_t3" style="position:absolute;left:2102;top:3889;height:540;width:540;v-text-anchor:middle;" fillcolor="#76859E" filled="t" stroked="f" coordsize="21600,21600" o:gfxdata="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uZu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_x0000_s1026" o:spid="_x0000_s1026" o:spt="20" style="position:absolute;left:2698;top:4465;height:0;width:9930;" filled="f" stroked="t" coordsize="21600,21600" o:gfxdata="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v+1a74A&#10;AADbAAAADwAAAAAAAAABACAAAAAiAAAAZHJzL2Rvd25yZXYueG1sUEsBAhQAFAAAAAgAh07iQDMv&#10;BZ47AAAAOQAAABAAAAAAAAAAAQAgAAAADQEAAGRycy9zaGFwZXhtbC54bWxQSwUGAAAAAAYABgBb&#10;AQAAtwMAAAAA&#10;">
                  <v:fill on="f" focussize="0,0"/>
                  <v:stroke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1288415</wp:posOffset>
                </wp:positionV>
                <wp:extent cx="920115" cy="435610"/>
                <wp:effectExtent l="0" t="0" r="0" b="0"/>
                <wp:wrapNone/>
                <wp:docPr id="3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8365" y="2261870"/>
                          <a:ext cx="92011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28.85pt;margin-top:101.45pt;height:34.3pt;width:72.45pt;z-index:251669504;mso-width-relative:page;mso-height-relative:page;" filled="f" stroked="f" coordsize="21600,21600" o:gfxdata="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aIkm3bAAAACgEAAA8AAAAAAAAA&#10;AQAgAAAAIgAAAGRycy9kb3ducmV2LnhtbFBLAQIUABQAAAAIAIdO4kA6OwbdRwIAAHE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-754380</wp:posOffset>
                </wp:positionH>
                <wp:positionV relativeFrom="paragraph">
                  <wp:posOffset>1865630</wp:posOffset>
                </wp:positionV>
                <wp:extent cx="6792595" cy="114871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2595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20XX年9月-20XX年6月                 PC6学院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临床护理-本科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人体解剖学、生理学、医学伦理学、心理学、诊断学基础、药物治疗学、护理学基础、急重症护理学、内科护理学、外科护理学、妇儿科护理学、精神护理学、预防医学、护理管理学等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4pt;margin-top:146.9pt;height:90.45pt;width:534.85pt;z-index:251665408;mso-width-relative:page;mso-height-relative:page;" filled="f" stroked="f" coordsize="21600,21600" o:gfxdata="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GDGUY3QAAAAwBAAAPAAAAAAAAAAEAIAAAACIA&#10;AABkcnMvZG93bnJldi54bWxQSwECFAAUAAAACACHTuJA2rY1Vz0CAABn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20XX年9月-20XX年6月                 PC6学院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                临床护理-本科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人体解剖学、生理学、医学伦理学、心理学、诊断学基础、药物治疗学、护理学基础、急重症护理学、内科护理学、外科护理学、妇儿科护理学、精神护理学、预防医学、护理管理学等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1450975</wp:posOffset>
                </wp:positionV>
                <wp:extent cx="216535" cy="154940"/>
                <wp:effectExtent l="0" t="0" r="12065" b="17145"/>
                <wp:wrapNone/>
                <wp:docPr id="23" name="任意多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594360" y="2374265"/>
                          <a:ext cx="216535" cy="15494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" o:spid="_x0000_s1026" o:spt="100" style="position:absolute;left:0pt;margin-left:-50.7pt;margin-top:114.25pt;height:12.2pt;width:17.05pt;z-index:251677696;mso-width-relative:page;mso-height-relative:page;" fillcolor="#FFFFFF [3212]" filled="t" stroked="f" coordsize="263,184" o:gfxdata="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3105150</wp:posOffset>
                </wp:positionV>
                <wp:extent cx="6684010" cy="365760"/>
                <wp:effectExtent l="0" t="0" r="2540" b="1524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365760"/>
                          <a:chOff x="2102" y="3889"/>
                          <a:chExt cx="10526" cy="576"/>
                        </a:xfrm>
                      </wpg:grpSpPr>
                      <wps:wsp>
                        <wps:cNvPr id="53" name="椭圆 46"/>
                        <wps:cNvSpPr/>
                        <wps:spPr>
                          <a:xfrm>
                            <a:off x="2102" y="3889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76859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直接连接符 49"/>
                        <wps:cNvCnPr/>
                        <wps:spPr>
                          <a:xfrm>
                            <a:off x="2698" y="4465"/>
                            <a:ext cx="99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1pt;margin-top:244.5pt;height:28.8pt;width:526.3pt;z-index:251671552;mso-width-relative:page;mso-height-relative:page;" coordorigin="2102,3889" coordsize="10526,576" o:gfxdata="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DoMMes3AAAAAwBAAAPAAAAAAAAAAEAIAAAACIAAABkcnMv&#10;ZG93bnJldi54bWxQSwECFAAUAAAACACHTuJA/yKkslUDAADZBwAADgAAAAAAAAABACAAAAArAQAA&#10;ZHJzL2Uyb0RvYy54bWxQSwUGAAAAAAYABgBZAQAA8gYAAAAA&#10;">
                <o:lock v:ext="edit" aspectratio="f"/>
                <v:shape id="椭圆 46" o:spid="_x0000_s1026" o:spt="3" type="#_x0000_t3" style="position:absolute;left:2102;top:3889;height:540;width:540;v-text-anchor:middle;" fillcolor="#76859E" filled="t" stroked="f" coordsize="21600,21600" o:gfxdata="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AU6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直接连接符 49" o:spid="_x0000_s1026" o:spt="20" style="position:absolute;left:2698;top:4465;height:0;width:9930;" filled="f" stroked="t" coordsize="21600,21600" o:gfxdata="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m3xL4A&#10;AADbAAAADwAAAAAAAAABACAAAAAiAAAAZHJzL2Rvd25yZXYueG1sUEsBAhQAFAAAAAgAh07iQDMv&#10;BZ47AAAAOQAAABAAAAAAAAAAAQAgAAAADQEAAGRycy9zaGFwZXhtbC54bWxQSwUGAAAAAAYABgBb&#10;AQAAtwMAAAAA&#10;">
                  <v:fill on="f" focussize="0,0"/>
                  <v:stroke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3045460</wp:posOffset>
                </wp:positionV>
                <wp:extent cx="905510" cy="435610"/>
                <wp:effectExtent l="0" t="0" r="0" b="0"/>
                <wp:wrapNone/>
                <wp:docPr id="4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99795" y="4248785"/>
                          <a:ext cx="90551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val="en-US" w:eastAsia="zh-CN"/>
                              </w:rPr>
                              <w:t>校园经历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28.85pt;margin-top:239.8pt;height:34.3pt;width:71.3pt;z-index:251667456;mso-width-relative:page;mso-height-relative:page;" filled="f" stroked="f" coordsize="21600,21600" o:gfxdata="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xRmq9wAAAAKAQAADwAAAAAAAAAB&#10;ACAAAAAiAAAAZHJzL2Rvd25yZXYueG1sUEsBAhQAFAAAAAgAh07iQI58hHJFAgAAcQ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val="en-US" w:eastAsia="zh-CN"/>
                        </w:rPr>
                        <w:t>校园经历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-754380</wp:posOffset>
                </wp:positionH>
                <wp:positionV relativeFrom="paragraph">
                  <wp:posOffset>3632835</wp:posOffset>
                </wp:positionV>
                <wp:extent cx="6841490" cy="146939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1490" cy="146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64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20XX年6月-20XX年3月                 社区红十字服务站                               志愿者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8" w:lineRule="auto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8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参与传播红十字知识、健康保健、科普知识和无偿献血、造血干细胞宣传；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8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为居民量血压、称体重及小伤处理，租借轮椅车、拐杖等便民服务器材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8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开展居家护理、家庭保健和急救知识等“三位一体”培训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8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建立健全社区志愿者服务资料，定期进行总结，积极在社区推广志愿者服务精神。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4pt;margin-top:286.05pt;height:115.7pt;width:538.7pt;z-index:251670528;mso-width-relative:page;mso-height-relative:page;" filled="f" stroked="f" coordsize="21600,21600" o:gfxdata="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2dlejdAAAADAEAAA8AAAAAAAAAAQAgAAAAIgAA&#10;AGRycy9kb3ducmV2LnhtbFBLAQIUABQAAAAIAIdO4kCin2lHPAIAAGk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64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20XX年6月-20XX年3月                 社区红十字服务站                               志愿者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8" w:lineRule="auto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8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参与传播红十字知识、健康保健、科普知识和无偿献血、造血干细胞宣传；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8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为居民量血压、称体重及小伤处理，租借轮椅车、拐杖等便民服务器材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8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开展居家护理、家庭保健和急救知识等“三位一体”培训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8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建立健全社区志愿者服务资料，定期进行总结，积极在社区推广志愿者服务精神。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-755015</wp:posOffset>
                </wp:positionH>
                <wp:positionV relativeFrom="paragraph">
                  <wp:posOffset>5107305</wp:posOffset>
                </wp:positionV>
                <wp:extent cx="6904355" cy="135763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4355" cy="1357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64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20XX年5月-20XX年8月                 PC6学院                                         学生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64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工作描述：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64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担任大一新生班主任助理，协助班主任日常工作，帮助新生尽快适应大学生活；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多次荣获校奖学金，国家奖学金，国家励志奖学金，优秀毕业生称号；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425" w:leftChars="0" w:hanging="425" w:firstLine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担任2届校学生会副主席。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45pt;margin-top:402.15pt;height:106.9pt;width:543.65pt;z-index:251663360;mso-width-relative:page;mso-height-relative:page;" filled="f" stroked="f" coordsize="21600,21600" o:gfxdata="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SMYsUd0AAAANAQAADwAAAAAAAAABACAAAAAi&#10;AAAAZHJzL2Rvd25yZXYueG1sUEsBAhQAFAAAAAgAh07iQP3Oxj4+AgAAZw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64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20XX年5月-20XX年8月                 PC6学院                                         学生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64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工作描述：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64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担任大一新生班主任助理，协助班主任日常工作，帮助新生尽快适应大学生活；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多次荣获校奖学金，国家奖学金，国家励志奖学金，优秀毕业生称号；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425" w:leftChars="0" w:hanging="425" w:firstLine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担任2届校学生会副主席。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3187065</wp:posOffset>
                </wp:positionV>
                <wp:extent cx="180340" cy="165100"/>
                <wp:effectExtent l="0" t="0" r="10160" b="6350"/>
                <wp:wrapNone/>
                <wp:docPr id="45" name="任意多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9600" y="4130675"/>
                          <a:ext cx="180340" cy="1651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78435" y="75691"/>
                            </a:cxn>
                            <a:cxn ang="0">
                              <a:pos x="178435" y="143879"/>
                            </a:cxn>
                            <a:cxn ang="0">
                              <a:pos x="178343" y="144705"/>
                            </a:cxn>
                            <a:cxn ang="0">
                              <a:pos x="178159" y="145439"/>
                            </a:cxn>
                            <a:cxn ang="0">
                              <a:pos x="177975" y="146082"/>
                            </a:cxn>
                            <a:cxn ang="0">
                              <a:pos x="177515" y="146724"/>
                            </a:cxn>
                            <a:cxn ang="0">
                              <a:pos x="177147" y="147367"/>
                            </a:cxn>
                            <a:cxn ang="0">
                              <a:pos x="176687" y="148009"/>
                            </a:cxn>
                            <a:cxn ang="0">
                              <a:pos x="176043" y="148560"/>
                            </a:cxn>
                            <a:cxn ang="0">
                              <a:pos x="175215" y="149110"/>
                            </a:cxn>
                            <a:cxn ang="0">
                              <a:pos x="173744" y="150028"/>
                            </a:cxn>
                            <a:cxn ang="0">
                              <a:pos x="171904" y="150671"/>
                            </a:cxn>
                            <a:cxn ang="0">
                              <a:pos x="169881" y="151038"/>
                            </a:cxn>
                            <a:cxn ang="0">
                              <a:pos x="167765" y="151130"/>
                            </a:cxn>
                            <a:cxn ang="0">
                              <a:pos x="10761" y="151130"/>
                            </a:cxn>
                            <a:cxn ang="0">
                              <a:pos x="8645" y="151038"/>
                            </a:cxn>
                            <a:cxn ang="0">
                              <a:pos x="6622" y="150671"/>
                            </a:cxn>
                            <a:cxn ang="0">
                              <a:pos x="4782" y="150028"/>
                            </a:cxn>
                            <a:cxn ang="0">
                              <a:pos x="3127" y="149110"/>
                            </a:cxn>
                            <a:cxn ang="0">
                              <a:pos x="2575" y="148560"/>
                            </a:cxn>
                            <a:cxn ang="0">
                              <a:pos x="1931" y="148009"/>
                            </a:cxn>
                            <a:cxn ang="0">
                              <a:pos x="1379" y="147367"/>
                            </a:cxn>
                            <a:cxn ang="0">
                              <a:pos x="919" y="146724"/>
                            </a:cxn>
                            <a:cxn ang="0">
                              <a:pos x="459" y="146082"/>
                            </a:cxn>
                            <a:cxn ang="0">
                              <a:pos x="275" y="145439"/>
                            </a:cxn>
                            <a:cxn ang="0">
                              <a:pos x="91" y="144705"/>
                            </a:cxn>
                            <a:cxn ang="0">
                              <a:pos x="0" y="143879"/>
                            </a:cxn>
                            <a:cxn ang="0">
                              <a:pos x="0" y="75874"/>
                            </a:cxn>
                            <a:cxn ang="0">
                              <a:pos x="10761" y="78719"/>
                            </a:cxn>
                            <a:cxn ang="0">
                              <a:pos x="22258" y="81656"/>
                            </a:cxn>
                            <a:cxn ang="0">
                              <a:pos x="36146" y="84960"/>
                            </a:cxn>
                            <a:cxn ang="0">
                              <a:pos x="43504" y="86796"/>
                            </a:cxn>
                            <a:cxn ang="0">
                              <a:pos x="51047" y="88448"/>
                            </a:cxn>
                            <a:cxn ang="0">
                              <a:pos x="58405" y="89916"/>
                            </a:cxn>
                            <a:cxn ang="0">
                              <a:pos x="65671" y="91293"/>
                            </a:cxn>
                            <a:cxn ang="0">
                              <a:pos x="72569" y="92486"/>
                            </a:cxn>
                            <a:cxn ang="0">
                              <a:pos x="78916" y="93312"/>
                            </a:cxn>
                            <a:cxn ang="0">
                              <a:pos x="84526" y="93954"/>
                            </a:cxn>
                            <a:cxn ang="0">
                              <a:pos x="86918" y="94138"/>
                            </a:cxn>
                            <a:cxn ang="0">
                              <a:pos x="89217" y="94229"/>
                            </a:cxn>
                            <a:cxn ang="0">
                              <a:pos x="91516" y="94138"/>
                            </a:cxn>
                            <a:cxn ang="0">
                              <a:pos x="94092" y="93954"/>
                            </a:cxn>
                            <a:cxn ang="0">
                              <a:pos x="99610" y="93312"/>
                            </a:cxn>
                            <a:cxn ang="0">
                              <a:pos x="105865" y="92486"/>
                            </a:cxn>
                            <a:cxn ang="0">
                              <a:pos x="112763" y="91293"/>
                            </a:cxn>
                            <a:cxn ang="0">
                              <a:pos x="120029" y="89916"/>
                            </a:cxn>
                            <a:cxn ang="0">
                              <a:pos x="127479" y="88264"/>
                            </a:cxn>
                            <a:cxn ang="0">
                              <a:pos x="134929" y="86612"/>
                            </a:cxn>
                            <a:cxn ang="0">
                              <a:pos x="142380" y="84868"/>
                            </a:cxn>
                            <a:cxn ang="0">
                              <a:pos x="156176" y="81564"/>
                            </a:cxn>
                            <a:cxn ang="0">
                              <a:pos x="167765" y="78536"/>
                            </a:cxn>
                            <a:cxn ang="0">
                              <a:pos x="82538" y="65897"/>
                            </a:cxn>
                            <a:cxn ang="0">
                              <a:pos x="77539" y="70888"/>
                            </a:cxn>
                            <a:cxn ang="0">
                              <a:pos x="77539" y="71792"/>
                            </a:cxn>
                            <a:cxn ang="0">
                              <a:pos x="82538" y="76783"/>
                            </a:cxn>
                            <a:cxn ang="0">
                              <a:pos x="95896" y="76783"/>
                            </a:cxn>
                            <a:cxn ang="0">
                              <a:pos x="100895" y="71792"/>
                            </a:cxn>
                            <a:cxn ang="0">
                              <a:pos x="100895" y="70888"/>
                            </a:cxn>
                            <a:cxn ang="0">
                              <a:pos x="95896" y="65897"/>
                            </a:cxn>
                            <a:cxn ang="0">
                              <a:pos x="89217" y="9520"/>
                            </a:cxn>
                            <a:cxn ang="0">
                              <a:pos x="60983" y="25618"/>
                            </a:cxn>
                            <a:cxn ang="0">
                              <a:pos x="60797" y="26907"/>
                            </a:cxn>
                            <a:cxn ang="0">
                              <a:pos x="117637" y="26907"/>
                            </a:cxn>
                            <a:cxn ang="0">
                              <a:pos x="117451" y="25618"/>
                            </a:cxn>
                            <a:cxn ang="0">
                              <a:pos x="89217" y="9520"/>
                            </a:cxn>
                            <a:cxn ang="0">
                              <a:pos x="89217" y="0"/>
                            </a:cxn>
                            <a:cxn ang="0">
                              <a:pos x="124195" y="26682"/>
                            </a:cxn>
                            <a:cxn ang="0">
                              <a:pos x="124209" y="26907"/>
                            </a:cxn>
                            <a:cxn ang="0">
                              <a:pos x="167765" y="26907"/>
                            </a:cxn>
                            <a:cxn ang="0">
                              <a:pos x="169881" y="26999"/>
                            </a:cxn>
                            <a:cxn ang="0">
                              <a:pos x="171904" y="27366"/>
                            </a:cxn>
                            <a:cxn ang="0">
                              <a:pos x="173744" y="28008"/>
                            </a:cxn>
                            <a:cxn ang="0">
                              <a:pos x="175215" y="28926"/>
                            </a:cxn>
                            <a:cxn ang="0">
                              <a:pos x="176043" y="29477"/>
                            </a:cxn>
                            <a:cxn ang="0">
                              <a:pos x="176687" y="30027"/>
                            </a:cxn>
                            <a:cxn ang="0">
                              <a:pos x="177147" y="30670"/>
                            </a:cxn>
                            <a:cxn ang="0">
                              <a:pos x="177515" y="31312"/>
                            </a:cxn>
                            <a:cxn ang="0">
                              <a:pos x="177975" y="31955"/>
                            </a:cxn>
                            <a:cxn ang="0">
                              <a:pos x="178159" y="32597"/>
                            </a:cxn>
                            <a:cxn ang="0">
                              <a:pos x="178343" y="33331"/>
                            </a:cxn>
                            <a:cxn ang="0">
                              <a:pos x="178435" y="34157"/>
                            </a:cxn>
                            <a:cxn ang="0">
                              <a:pos x="178435" y="72473"/>
                            </a:cxn>
                            <a:cxn ang="0">
                              <a:pos x="178434" y="72473"/>
                            </a:cxn>
                            <a:cxn ang="0">
                              <a:pos x="178434" y="72473"/>
                            </a:cxn>
                            <a:cxn ang="0">
                              <a:pos x="167765" y="75318"/>
                            </a:cxn>
                            <a:cxn ang="0">
                              <a:pos x="156176" y="78347"/>
                            </a:cxn>
                            <a:cxn ang="0">
                              <a:pos x="142380" y="81651"/>
                            </a:cxn>
                            <a:cxn ang="0">
                              <a:pos x="134930" y="83394"/>
                            </a:cxn>
                            <a:cxn ang="0">
                              <a:pos x="127480" y="85046"/>
                            </a:cxn>
                            <a:cxn ang="0">
                              <a:pos x="120029" y="86698"/>
                            </a:cxn>
                            <a:cxn ang="0">
                              <a:pos x="112763" y="88075"/>
                            </a:cxn>
                            <a:cxn ang="0">
                              <a:pos x="105865" y="89268"/>
                            </a:cxn>
                            <a:cxn ang="0">
                              <a:pos x="99611" y="90094"/>
                            </a:cxn>
                            <a:cxn ang="0">
                              <a:pos x="94092" y="90736"/>
                            </a:cxn>
                            <a:cxn ang="0">
                              <a:pos x="91517" y="90920"/>
                            </a:cxn>
                            <a:cxn ang="0">
                              <a:pos x="89217" y="91012"/>
                            </a:cxn>
                            <a:cxn ang="0">
                              <a:pos x="86918" y="90920"/>
                            </a:cxn>
                            <a:cxn ang="0">
                              <a:pos x="84526" y="90736"/>
                            </a:cxn>
                            <a:cxn ang="0">
                              <a:pos x="78916" y="90094"/>
                            </a:cxn>
                            <a:cxn ang="0">
                              <a:pos x="72569" y="89268"/>
                            </a:cxn>
                            <a:cxn ang="0">
                              <a:pos x="65671" y="88075"/>
                            </a:cxn>
                            <a:cxn ang="0">
                              <a:pos x="58405" y="86698"/>
                            </a:cxn>
                            <a:cxn ang="0">
                              <a:pos x="51047" y="85230"/>
                            </a:cxn>
                            <a:cxn ang="0">
                              <a:pos x="43505" y="83578"/>
                            </a:cxn>
                            <a:cxn ang="0">
                              <a:pos x="36147" y="81742"/>
                            </a:cxn>
                            <a:cxn ang="0">
                              <a:pos x="22258" y="78438"/>
                            </a:cxn>
                            <a:cxn ang="0">
                              <a:pos x="10761" y="75502"/>
                            </a:cxn>
                            <a:cxn ang="0">
                              <a:pos x="0" y="72657"/>
                            </a:cxn>
                            <a:cxn ang="0">
                              <a:pos x="0" y="72771"/>
                            </a:cxn>
                            <a:cxn ang="0">
                              <a:pos x="0" y="72771"/>
                            </a:cxn>
                            <a:cxn ang="0">
                              <a:pos x="0" y="53063"/>
                            </a:cxn>
                            <a:cxn ang="0">
                              <a:pos x="0" y="34157"/>
                            </a:cxn>
                            <a:cxn ang="0">
                              <a:pos x="92" y="33331"/>
                            </a:cxn>
                            <a:cxn ang="0">
                              <a:pos x="276" y="32597"/>
                            </a:cxn>
                            <a:cxn ang="0">
                              <a:pos x="459" y="31955"/>
                            </a:cxn>
                            <a:cxn ang="0">
                              <a:pos x="919" y="31312"/>
                            </a:cxn>
                            <a:cxn ang="0">
                              <a:pos x="1379" y="30670"/>
                            </a:cxn>
                            <a:cxn ang="0">
                              <a:pos x="1931" y="30027"/>
                            </a:cxn>
                            <a:cxn ang="0">
                              <a:pos x="2575" y="29477"/>
                            </a:cxn>
                            <a:cxn ang="0">
                              <a:pos x="3127" y="28926"/>
                            </a:cxn>
                            <a:cxn ang="0">
                              <a:pos x="4782" y="28008"/>
                            </a:cxn>
                            <a:cxn ang="0">
                              <a:pos x="6622" y="27366"/>
                            </a:cxn>
                            <a:cxn ang="0">
                              <a:pos x="8645" y="26999"/>
                            </a:cxn>
                            <a:cxn ang="0">
                              <a:pos x="10761" y="26907"/>
                            </a:cxn>
                            <a:cxn ang="0">
                              <a:pos x="54225" y="26907"/>
                            </a:cxn>
                            <a:cxn ang="0">
                              <a:pos x="54239" y="26682"/>
                            </a:cxn>
                            <a:cxn ang="0">
                              <a:pos x="89217" y="0"/>
                            </a:cxn>
                          </a:cxnLst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129" o:spid="_x0000_s1026" o:spt="100" style="position:absolute;left:0pt;margin-left:-49.5pt;margin-top:250.95pt;height:13pt;width:14.2pt;z-index:251674624;v-text-anchor:middle;mso-width-relative:page;mso-height-relative:page;" fillcolor="#FFFFFF [3212]" filled="t" stroked="f" coordsize="3261356,2766950" o:gfxdata="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178435,75691;178435,143879;178343,144705;178159,145439;177975,146082;177515,146724;177147,147367;176687,148009;176043,148560;175215,149110;173744,150028;171904,150671;169881,151038;167765,151130;10761,151130;8645,151038;6622,150671;4782,150028;3127,149110;2575,148560;1931,148009;1379,147367;919,146724;459,146082;275,145439;91,144705;0,143879;0,75874;10761,78719;22258,81656;36146,84960;43504,86796;51047,88448;58405,89916;65671,91293;72569,92486;78916,93312;84526,93954;86918,94138;89217,94229;91516,94138;94092,93954;99610,93312;105865,92486;112763,91293;120029,89916;127479,88264;134929,86612;142380,84868;156176,81564;167765,78536;82538,65897;77539,70888;77539,71792;82538,76783;95896,76783;100895,71792;100895,70888;95896,65897;89217,9520;60983,25618;60797,26907;117637,26907;117451,25618;89217,9520;89217,0;124195,26682;124209,26907;167765,26907;169881,26999;171904,27366;173744,28008;175215,28926;176043,29477;176687,30027;177147,30670;177515,31312;177975,31955;178159,32597;178343,33331;178435,34157;178435,72473;178434,72473;178434,72473;167765,75318;156176,78347;142380,81651;134930,83394;127480,85046;120029,86698;112763,88075;105865,89268;99611,90094;94092,90736;91517,90920;89217,91012;86918,90920;84526,90736;78916,90094;72569,89268;65671,88075;58405,86698;51047,85230;43505,83578;36147,81742;22258,78438;10761,75502;0,72657;0,72771;0,72771;0,53063;0,34157;92,33331;276,32597;459,31955;919,31312;1379,30670;1931,30027;2575,29477;3127,28926;4782,28008;6622,27366;8645,26999;10761,26907;54225,26907;54239,26682;89217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-429895</wp:posOffset>
                </wp:positionV>
                <wp:extent cx="1341120" cy="356235"/>
                <wp:effectExtent l="0" t="0" r="0" b="0"/>
                <wp:wrapNone/>
                <wp:docPr id="34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ind w:leftChars="0"/>
                              <w:jc w:val="distribute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2"/>
                                <w:szCs w:val="22"/>
                                <w:lang w:val="en-US" w:eastAsia="zh-CN"/>
                              </w:rPr>
                              <w:t>求职意向：护士岗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43.8pt;margin-top:-33.85pt;height:28.05pt;width:105.6pt;z-index:251681792;mso-width-relative:page;mso-height-relative:page;" filled="f" stroked="f" coordsize="21600,21600" o:gfxdata="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IyS6jNsAAAAKAQAADwAAAAAAAAABACAAAAAiAAAA&#10;ZHJzL2Rvd25yZXYueG1sUEsBAhQAFAAAAAgAh07iQLI+tww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ind w:leftChars="0"/>
                        <w:jc w:val="distribute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2"/>
                          <w:szCs w:val="22"/>
                          <w:lang w:val="en-US" w:eastAsia="zh-CN"/>
                        </w:rPr>
                        <w:t>求职意向：护士岗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-755650</wp:posOffset>
                </wp:positionH>
                <wp:positionV relativeFrom="paragraph">
                  <wp:posOffset>-530225</wp:posOffset>
                </wp:positionV>
                <wp:extent cx="1050290" cy="481965"/>
                <wp:effectExtent l="0" t="0" r="0" b="0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42"/>
                                <w:szCs w:val="4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42"/>
                                <w:szCs w:val="42"/>
                                <w:lang w:val="en-US" w:eastAsia="zh-CN"/>
                              </w:rPr>
                              <w:t>PC6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59.5pt;margin-top:-41.75pt;height:37.95pt;width:82.7pt;z-index:251680768;mso-width-relative:page;mso-height-relative:page;" filled="f" stroked="f" coordsize="21600,21600" o:gfxdata="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rYKENwAAAAKAQAADwAAAAAAAAABACAAAAAiAAAA&#10;ZHJzL2Rvd25yZXYueG1sUEsBAhQAFAAAAAgAh07iQO1l6kY8AgAAZ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distribute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42"/>
                          <w:szCs w:val="42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42"/>
                          <w:szCs w:val="42"/>
                          <w:lang w:val="en-US" w:eastAsia="zh-CN"/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8167370</wp:posOffset>
                </wp:positionV>
                <wp:extent cx="167005" cy="167005"/>
                <wp:effectExtent l="0" t="0" r="4445" b="5080"/>
                <wp:wrapNone/>
                <wp:docPr id="98" name="书写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03885" y="9123045"/>
                          <a:ext cx="167005" cy="167005"/>
                        </a:xfrm>
                        <a:custGeom>
                          <a:avLst/>
                          <a:gdLst>
                            <a:gd name="T0" fmla="*/ 1767542 w 3927"/>
                            <a:gd name="T1" fmla="*/ 308011 h 3928"/>
                            <a:gd name="T2" fmla="*/ 1684137 w 3927"/>
                            <a:gd name="T3" fmla="*/ 390514 h 3928"/>
                            <a:gd name="T4" fmla="*/ 1406885 w 3927"/>
                            <a:gd name="T5" fmla="*/ 115046 h 3928"/>
                            <a:gd name="T6" fmla="*/ 1490290 w 3927"/>
                            <a:gd name="T7" fmla="*/ 32084 h 3928"/>
                            <a:gd name="T8" fmla="*/ 1597525 w 3927"/>
                            <a:gd name="T9" fmla="*/ 28876 h 3928"/>
                            <a:gd name="T10" fmla="*/ 1770750 w 3927"/>
                            <a:gd name="T11" fmla="*/ 200757 h 3928"/>
                            <a:gd name="T12" fmla="*/ 1767542 w 3927"/>
                            <a:gd name="T13" fmla="*/ 308011 h 3928"/>
                            <a:gd name="T14" fmla="*/ 1032021 w 3927"/>
                            <a:gd name="T15" fmla="*/ 1039078 h 3928"/>
                            <a:gd name="T16" fmla="*/ 754768 w 3927"/>
                            <a:gd name="T17" fmla="*/ 763152 h 3928"/>
                            <a:gd name="T18" fmla="*/ 1364724 w 3927"/>
                            <a:gd name="T19" fmla="*/ 156756 h 3928"/>
                            <a:gd name="T20" fmla="*/ 1641977 w 3927"/>
                            <a:gd name="T21" fmla="*/ 432682 h 3928"/>
                            <a:gd name="T22" fmla="*/ 1032021 w 3927"/>
                            <a:gd name="T23" fmla="*/ 1039078 h 3928"/>
                            <a:gd name="T24" fmla="*/ 993526 w 3927"/>
                            <a:gd name="T25" fmla="*/ 1077121 h 3928"/>
                            <a:gd name="T26" fmla="*/ 605373 w 3927"/>
                            <a:gd name="T27" fmla="*/ 1187584 h 3928"/>
                            <a:gd name="T28" fmla="*/ 716274 w 3927"/>
                            <a:gd name="T29" fmla="*/ 801653 h 3928"/>
                            <a:gd name="T30" fmla="*/ 993526 w 3927"/>
                            <a:gd name="T31" fmla="*/ 1077121 h 3928"/>
                            <a:gd name="T32" fmla="*/ 352867 w 3927"/>
                            <a:gd name="T33" fmla="*/ 226883 h 3928"/>
                            <a:gd name="T34" fmla="*/ 179641 w 3927"/>
                            <a:gd name="T35" fmla="*/ 400597 h 3928"/>
                            <a:gd name="T36" fmla="*/ 179641 w 3927"/>
                            <a:gd name="T37" fmla="*/ 1447468 h 3928"/>
                            <a:gd name="T38" fmla="*/ 352867 w 3927"/>
                            <a:gd name="T39" fmla="*/ 1620724 h 3928"/>
                            <a:gd name="T40" fmla="*/ 1400011 w 3927"/>
                            <a:gd name="T41" fmla="*/ 1620724 h 3928"/>
                            <a:gd name="T42" fmla="*/ 1573236 w 3927"/>
                            <a:gd name="T43" fmla="*/ 1447468 h 3928"/>
                            <a:gd name="T44" fmla="*/ 1573236 w 3927"/>
                            <a:gd name="T45" fmla="*/ 759485 h 3928"/>
                            <a:gd name="T46" fmla="*/ 1752419 w 3927"/>
                            <a:gd name="T47" fmla="*/ 585771 h 3928"/>
                            <a:gd name="T48" fmla="*/ 1752419 w 3927"/>
                            <a:gd name="T49" fmla="*/ 1511178 h 3928"/>
                            <a:gd name="T50" fmla="*/ 1457753 w 3927"/>
                            <a:gd name="T51" fmla="*/ 1800397 h 3928"/>
                            <a:gd name="T52" fmla="*/ 289168 w 3927"/>
                            <a:gd name="T53" fmla="*/ 1800397 h 3928"/>
                            <a:gd name="T54" fmla="*/ 0 w 3927"/>
                            <a:gd name="T55" fmla="*/ 1511178 h 3928"/>
                            <a:gd name="T56" fmla="*/ 0 w 3927"/>
                            <a:gd name="T57" fmla="*/ 354304 h 3928"/>
                            <a:gd name="T58" fmla="*/ 289168 w 3927"/>
                            <a:gd name="T59" fmla="*/ 47210 h 3928"/>
                            <a:gd name="T60" fmla="*/ 1214412 w 3927"/>
                            <a:gd name="T61" fmla="*/ 47210 h 3928"/>
                            <a:gd name="T62" fmla="*/ 1040728 w 3927"/>
                            <a:gd name="T63" fmla="*/ 226883 h 3928"/>
                            <a:gd name="T64" fmla="*/ 352867 w 3927"/>
                            <a:gd name="T65" fmla="*/ 226883 h 392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3927" h="3928">
                              <a:moveTo>
                                <a:pt x="3857" y="672"/>
                              </a:moveTo>
                              <a:cubicBezTo>
                                <a:pt x="3675" y="852"/>
                                <a:pt x="3675" y="852"/>
                                <a:pt x="3675" y="852"/>
                              </a:cubicBezTo>
                              <a:cubicBezTo>
                                <a:pt x="3070" y="251"/>
                                <a:pt x="3070" y="251"/>
                                <a:pt x="3070" y="251"/>
                              </a:cubicBezTo>
                              <a:cubicBezTo>
                                <a:pt x="3252" y="70"/>
                                <a:pt x="3252" y="70"/>
                                <a:pt x="3252" y="70"/>
                              </a:cubicBezTo>
                              <a:cubicBezTo>
                                <a:pt x="3319" y="4"/>
                                <a:pt x="3424" y="0"/>
                                <a:pt x="3486" y="63"/>
                              </a:cubicBezTo>
                              <a:cubicBezTo>
                                <a:pt x="3864" y="438"/>
                                <a:pt x="3864" y="438"/>
                                <a:pt x="3864" y="438"/>
                              </a:cubicBezTo>
                              <a:cubicBezTo>
                                <a:pt x="3927" y="501"/>
                                <a:pt x="3924" y="605"/>
                                <a:pt x="3857" y="672"/>
                              </a:cubicBezTo>
                              <a:close/>
                              <a:moveTo>
                                <a:pt x="2252" y="2267"/>
                              </a:moveTo>
                              <a:cubicBezTo>
                                <a:pt x="1647" y="1665"/>
                                <a:pt x="1647" y="1665"/>
                                <a:pt x="1647" y="1665"/>
                              </a:cubicBezTo>
                              <a:cubicBezTo>
                                <a:pt x="2978" y="342"/>
                                <a:pt x="2978" y="342"/>
                                <a:pt x="2978" y="342"/>
                              </a:cubicBezTo>
                              <a:cubicBezTo>
                                <a:pt x="3583" y="944"/>
                                <a:pt x="3583" y="944"/>
                                <a:pt x="3583" y="944"/>
                              </a:cubicBezTo>
                              <a:lnTo>
                                <a:pt x="2252" y="2267"/>
                              </a:lnTo>
                              <a:close/>
                              <a:moveTo>
                                <a:pt x="2168" y="2350"/>
                              </a:moveTo>
                              <a:cubicBezTo>
                                <a:pt x="1321" y="2591"/>
                                <a:pt x="1321" y="2591"/>
                                <a:pt x="1321" y="2591"/>
                              </a:cubicBezTo>
                              <a:cubicBezTo>
                                <a:pt x="1563" y="1749"/>
                                <a:pt x="1563" y="1749"/>
                                <a:pt x="1563" y="1749"/>
                              </a:cubicBezTo>
                              <a:lnTo>
                                <a:pt x="2168" y="2350"/>
                              </a:lnTo>
                              <a:close/>
                              <a:moveTo>
                                <a:pt x="770" y="495"/>
                              </a:moveTo>
                              <a:cubicBezTo>
                                <a:pt x="561" y="495"/>
                                <a:pt x="392" y="665"/>
                                <a:pt x="392" y="874"/>
                              </a:cubicBezTo>
                              <a:cubicBezTo>
                                <a:pt x="392" y="3158"/>
                                <a:pt x="392" y="3158"/>
                                <a:pt x="392" y="3158"/>
                              </a:cubicBezTo>
                              <a:cubicBezTo>
                                <a:pt x="392" y="3367"/>
                                <a:pt x="561" y="3536"/>
                                <a:pt x="770" y="3536"/>
                              </a:cubicBezTo>
                              <a:cubicBezTo>
                                <a:pt x="3055" y="3536"/>
                                <a:pt x="3055" y="3536"/>
                                <a:pt x="3055" y="3536"/>
                              </a:cubicBezTo>
                              <a:cubicBezTo>
                                <a:pt x="3264" y="3536"/>
                                <a:pt x="3433" y="3367"/>
                                <a:pt x="3433" y="3158"/>
                              </a:cubicBezTo>
                              <a:cubicBezTo>
                                <a:pt x="3433" y="1657"/>
                                <a:pt x="3433" y="1657"/>
                                <a:pt x="3433" y="1657"/>
                              </a:cubicBezTo>
                              <a:cubicBezTo>
                                <a:pt x="3824" y="1278"/>
                                <a:pt x="3824" y="1278"/>
                                <a:pt x="3824" y="1278"/>
                              </a:cubicBezTo>
                              <a:cubicBezTo>
                                <a:pt x="3824" y="3297"/>
                                <a:pt x="3824" y="3297"/>
                                <a:pt x="3824" y="3297"/>
                              </a:cubicBezTo>
                              <a:cubicBezTo>
                                <a:pt x="3824" y="3645"/>
                                <a:pt x="3529" y="3928"/>
                                <a:pt x="3181" y="3928"/>
                              </a:cubicBezTo>
                              <a:cubicBezTo>
                                <a:pt x="631" y="3928"/>
                                <a:pt x="631" y="3928"/>
                                <a:pt x="631" y="3928"/>
                              </a:cubicBezTo>
                              <a:cubicBezTo>
                                <a:pt x="283" y="3928"/>
                                <a:pt x="0" y="3645"/>
                                <a:pt x="0" y="3297"/>
                              </a:cubicBezTo>
                              <a:cubicBezTo>
                                <a:pt x="0" y="773"/>
                                <a:pt x="0" y="773"/>
                                <a:pt x="0" y="773"/>
                              </a:cubicBezTo>
                              <a:cubicBezTo>
                                <a:pt x="0" y="425"/>
                                <a:pt x="283" y="103"/>
                                <a:pt x="631" y="103"/>
                              </a:cubicBezTo>
                              <a:cubicBezTo>
                                <a:pt x="2650" y="103"/>
                                <a:pt x="2650" y="103"/>
                                <a:pt x="2650" y="103"/>
                              </a:cubicBezTo>
                              <a:cubicBezTo>
                                <a:pt x="2271" y="495"/>
                                <a:pt x="2271" y="495"/>
                                <a:pt x="2271" y="495"/>
                              </a:cubicBezTo>
                              <a:lnTo>
                                <a:pt x="770" y="4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书写" o:spid="_x0000_s1026" o:spt="100" style="position:absolute;left:0pt;margin-left:-48.75pt;margin-top:643.1pt;height:13.15pt;width:13.15pt;z-index:251675648;v-text-anchor:middle-center;mso-width-relative:page;mso-height-relative:page;" fillcolor="#FFFFFF [3212]" filled="t" stroked="f" coordsize="3927,3928" o:gfxdata="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  <v:path o:connectlocs="75168920,13095564;71621925,16603307;59831125,4891358;63378121,1364100;67938544,1227707;75305348,8535494;75168920,13095564;43889143,44178009;32098301,32446588;58038128,6664723;69828970,18396144;43889143,44178009;42252052,45795466;25744924,50491971;30461252,34083518;42252052,45795466;15006507,9646281;7639660,17032001;7639660,61541342;15006507,68907589;59538792,68907589;66905596,61541342;66905596,32290680;74525779,24904960;74525779,64250071;61994407,76546665;12297555,76546665;0,64250071;0,15063782;12297555,2007206;51645754,2007206;44259429,9646281;15006507,9646281" o:connectangles="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8080375</wp:posOffset>
                </wp:positionV>
                <wp:extent cx="6684010" cy="365760"/>
                <wp:effectExtent l="0" t="0" r="2540" b="1524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365760"/>
                          <a:chOff x="2102" y="3889"/>
                          <a:chExt cx="10526" cy="576"/>
                        </a:xfrm>
                      </wpg:grpSpPr>
                      <wps:wsp>
                        <wps:cNvPr id="72" name="椭圆 46"/>
                        <wps:cNvSpPr/>
                        <wps:spPr>
                          <a:xfrm>
                            <a:off x="2102" y="3889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76859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3" name="直接连接符 49"/>
                        <wps:cNvCnPr/>
                        <wps:spPr>
                          <a:xfrm>
                            <a:off x="2698" y="4465"/>
                            <a:ext cx="99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1pt;margin-top:636.25pt;height:28.8pt;width:526.3pt;z-index:251673600;mso-width-relative:page;mso-height-relative:page;" coordorigin="2102,3889" coordsize="10526,576" o:gfxdata="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DTM1yU3QAAAA4BAAAPAAAAAAAAAAEAIAAAACIAAABkcnMv&#10;ZG93bnJldi54bWxQSwECFAAUAAAACACHTuJAKQcPElQDAADZBwAADgAAAAAAAAABACAAAAAsAQAA&#10;ZHJzL2Uyb0RvYy54bWxQSwUGAAAAAAYABgBZAQAA8gYAAAAA&#10;">
                <o:lock v:ext="edit" aspectratio="f"/>
                <v:shape id="椭圆 46" o:spid="_x0000_s1026" o:spt="3" type="#_x0000_t3" style="position:absolute;left:2102;top:3889;height:540;width:540;v-text-anchor:middle;" fillcolor="#76859E" filled="t" stroked="f" coordsize="21600,21600" o:gfxdata="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LmqU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直接连接符 49" o:spid="_x0000_s1026" o:spt="20" style="position:absolute;left:2698;top:4465;height:0;width:9930;" filled="f" stroked="t" coordsize="21600,21600" o:gfxdata="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e0g8vQAA&#10;ANsAAAAPAAAAAAAAAAEAIAAAACIAAABkcnMvZG93bnJldi54bWxQSwECFAAUAAAACACHTuJAMy8F&#10;njsAAAA5AAAAEAAAAAAAAAABACAAAAAMAQAAZHJzL3NoYXBleG1sLnhtbFBLBQYAAAAABgAGAFsB&#10;AAC2AwAAAAA=&#10;">
                  <v:fill on="f" focussize="0,0"/>
                  <v:stroke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6548120</wp:posOffset>
                </wp:positionV>
                <wp:extent cx="6684010" cy="365760"/>
                <wp:effectExtent l="0" t="0" r="2540" b="1524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365760"/>
                          <a:chOff x="2102" y="3889"/>
                          <a:chExt cx="10526" cy="576"/>
                        </a:xfrm>
                      </wpg:grpSpPr>
                      <wps:wsp>
                        <wps:cNvPr id="59" name="椭圆 46"/>
                        <wps:cNvSpPr/>
                        <wps:spPr>
                          <a:xfrm>
                            <a:off x="2102" y="3889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76859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0" name="直接连接符 49"/>
                        <wps:cNvCnPr/>
                        <wps:spPr>
                          <a:xfrm>
                            <a:off x="2698" y="4465"/>
                            <a:ext cx="99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1pt;margin-top:515.6pt;height:28.8pt;width:526.3pt;z-index:251676672;mso-width-relative:page;mso-height-relative:page;" coordorigin="2102,3889" coordsize="10526,576" o:gfxdata="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YttMrtwAAAAOAQAADwAAAAAAAAABACAAAAAiAAAAZHJz&#10;L2Rvd25yZXYueG1sUEsBAhQAFAAAAAgAh07iQKqobU9WAwAA2QcAAA4AAAAAAAAAAQAgAAAAKwEA&#10;AGRycy9lMm9Eb2MueG1sUEsFBgAAAAAGAAYAWQEAAPMGAAAAAA==&#10;">
                <o:lock v:ext="edit" aspectratio="f"/>
                <v:shape id="椭圆 46" o:spid="_x0000_s1026" o:spt="3" type="#_x0000_t3" style="position:absolute;left:2102;top:3889;height:540;width:540;v-text-anchor:middle;" fillcolor="#76859E" filled="t" stroked="f" coordsize="21600,21600" o:gfxdata="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qGRD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直接连接符 49" o:spid="_x0000_s1026" o:spt="20" style="position:absolute;left:2698;top:4465;height:0;width:9930;" filled="f" stroked="t" coordsize="21600,21600" o:gfxdata="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HBAlr4A&#10;AADbAAAADwAAAAAAAAABACAAAAAiAAAAZHJzL2Rvd25yZXYueG1sUEsBAhQAFAAAAAgAh07iQDMv&#10;BZ47AAAAOQAAABAAAAAAAAAAAQAgAAAADQEAAGRycy9zaGFwZXhtbC54bWxQSwUGAAAAAAYABgBb&#10;AQAAtwMAAAAA&#10;">
                  <v:fill on="f" focussize="0,0"/>
                  <v:stroke color="#E7E6E6 [321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-629285</wp:posOffset>
                </wp:positionH>
                <wp:positionV relativeFrom="paragraph">
                  <wp:posOffset>6630035</wp:posOffset>
                </wp:positionV>
                <wp:extent cx="177800" cy="180340"/>
                <wp:effectExtent l="0" t="0" r="12700" b="10160"/>
                <wp:wrapNone/>
                <wp:docPr id="44" name="扳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08965" y="7585710"/>
                          <a:ext cx="177800" cy="180340"/>
                        </a:xfrm>
                        <a:custGeom>
                          <a:avLst/>
                          <a:gdLst>
                            <a:gd name="T0" fmla="*/ 1166395 w 3845"/>
                            <a:gd name="T1" fmla="*/ 911373 h 3810"/>
                            <a:gd name="T2" fmla="*/ 1340582 w 3845"/>
                            <a:gd name="T3" fmla="*/ 945561 h 3810"/>
                            <a:gd name="T4" fmla="*/ 1800397 w 3845"/>
                            <a:gd name="T5" fmla="*/ 485660 h 3810"/>
                            <a:gd name="T6" fmla="*/ 1793842 w 3845"/>
                            <a:gd name="T7" fmla="*/ 407917 h 3810"/>
                            <a:gd name="T8" fmla="*/ 1467476 w 3845"/>
                            <a:gd name="T9" fmla="*/ 757292 h 3810"/>
                            <a:gd name="T10" fmla="*/ 1159371 w 3845"/>
                            <a:gd name="T11" fmla="*/ 701561 h 3810"/>
                            <a:gd name="T12" fmla="*/ 1053548 w 3845"/>
                            <a:gd name="T13" fmla="*/ 406512 h 3810"/>
                            <a:gd name="T14" fmla="*/ 1405199 w 3845"/>
                            <a:gd name="T15" fmla="*/ 30442 h 3810"/>
                            <a:gd name="T16" fmla="*/ 1340582 w 3845"/>
                            <a:gd name="T17" fmla="*/ 25290 h 3810"/>
                            <a:gd name="T18" fmla="*/ 880766 w 3845"/>
                            <a:gd name="T19" fmla="*/ 485660 h 3810"/>
                            <a:gd name="T20" fmla="*/ 919162 w 3845"/>
                            <a:gd name="T21" fmla="*/ 669246 h 3810"/>
                            <a:gd name="T22" fmla="*/ 480418 w 3845"/>
                            <a:gd name="T23" fmla="*/ 1205485 h 3810"/>
                            <a:gd name="T24" fmla="*/ 398475 w 3845"/>
                            <a:gd name="T25" fmla="*/ 1193309 h 3810"/>
                            <a:gd name="T26" fmla="*/ 114720 w 3845"/>
                            <a:gd name="T27" fmla="*/ 1477586 h 3810"/>
                            <a:gd name="T28" fmla="*/ 398475 w 3845"/>
                            <a:gd name="T29" fmla="*/ 1761395 h 3810"/>
                            <a:gd name="T30" fmla="*/ 682699 w 3845"/>
                            <a:gd name="T31" fmla="*/ 1477586 h 3810"/>
                            <a:gd name="T32" fmla="*/ 661628 w 3845"/>
                            <a:gd name="T33" fmla="*/ 1370338 h 3810"/>
                            <a:gd name="T34" fmla="*/ 1166395 w 3845"/>
                            <a:gd name="T35" fmla="*/ 911373 h 3810"/>
                            <a:gd name="T36" fmla="*/ 398475 w 3845"/>
                            <a:gd name="T37" fmla="*/ 1628389 h 3810"/>
                            <a:gd name="T38" fmla="*/ 247701 w 3845"/>
                            <a:gd name="T39" fmla="*/ 1477586 h 3810"/>
                            <a:gd name="T40" fmla="*/ 398475 w 3845"/>
                            <a:gd name="T41" fmla="*/ 1326315 h 3810"/>
                            <a:gd name="T42" fmla="*/ 549718 w 3845"/>
                            <a:gd name="T43" fmla="*/ 1477586 h 3810"/>
                            <a:gd name="T44" fmla="*/ 398475 w 3845"/>
                            <a:gd name="T45" fmla="*/ 1628389 h 3810"/>
                            <a:gd name="T46" fmla="*/ 426102 w 3845"/>
                            <a:gd name="T47" fmla="*/ 554973 h 3810"/>
                            <a:gd name="T48" fmla="*/ 694874 w 3845"/>
                            <a:gd name="T49" fmla="*/ 830820 h 3810"/>
                            <a:gd name="T50" fmla="*/ 824109 w 3845"/>
                            <a:gd name="T51" fmla="*/ 701561 h 3810"/>
                            <a:gd name="T52" fmla="*/ 554869 w 3845"/>
                            <a:gd name="T53" fmla="*/ 425713 h 3810"/>
                            <a:gd name="T54" fmla="*/ 619486 w 3845"/>
                            <a:gd name="T55" fmla="*/ 361084 h 3810"/>
                            <a:gd name="T56" fmla="*/ 258471 w 3845"/>
                            <a:gd name="T57" fmla="*/ 0 h 3810"/>
                            <a:gd name="T58" fmla="*/ 0 w 3845"/>
                            <a:gd name="T59" fmla="*/ 258051 h 3810"/>
                            <a:gd name="T60" fmla="*/ 361484 w 3845"/>
                            <a:gd name="T61" fmla="*/ 619134 h 3810"/>
                            <a:gd name="T62" fmla="*/ 426102 w 3845"/>
                            <a:gd name="T63" fmla="*/ 554973 h 3810"/>
                            <a:gd name="T64" fmla="*/ 889663 w 3845"/>
                            <a:gd name="T65" fmla="*/ 1296342 h 3810"/>
                            <a:gd name="T66" fmla="*/ 890131 w 3845"/>
                            <a:gd name="T67" fmla="*/ 1296342 h 3810"/>
                            <a:gd name="T68" fmla="*/ 889663 w 3845"/>
                            <a:gd name="T69" fmla="*/ 1296342 h 3810"/>
                            <a:gd name="T70" fmla="*/ 1263321 w 3845"/>
                            <a:gd name="T71" fmla="*/ 971788 h 3810"/>
                            <a:gd name="T72" fmla="*/ 890131 w 3845"/>
                            <a:gd name="T73" fmla="*/ 1296342 h 3810"/>
                            <a:gd name="T74" fmla="*/ 1297035 w 3845"/>
                            <a:gd name="T75" fmla="*/ 1713157 h 3810"/>
                            <a:gd name="T76" fmla="*/ 1555037 w 3845"/>
                            <a:gd name="T77" fmla="*/ 1713157 h 3810"/>
                            <a:gd name="T78" fmla="*/ 1658519 w 3845"/>
                            <a:gd name="T79" fmla="*/ 1610124 h 3810"/>
                            <a:gd name="T80" fmla="*/ 1658519 w 3845"/>
                            <a:gd name="T81" fmla="*/ 1352073 h 3810"/>
                            <a:gd name="T82" fmla="*/ 1263321 w 3845"/>
                            <a:gd name="T83" fmla="*/ 971788 h 3810"/>
                            <a:gd name="T84" fmla="*/ 1441254 w 3845"/>
                            <a:gd name="T85" fmla="*/ 1641970 h 3810"/>
                            <a:gd name="T86" fmla="*/ 1376636 w 3845"/>
                            <a:gd name="T87" fmla="*/ 1641970 h 3810"/>
                            <a:gd name="T88" fmla="*/ 1044652 w 3845"/>
                            <a:gd name="T89" fmla="*/ 1310392 h 3810"/>
                            <a:gd name="T90" fmla="*/ 1044652 w 3845"/>
                            <a:gd name="T91" fmla="*/ 1245293 h 3810"/>
                            <a:gd name="T92" fmla="*/ 1109738 w 3845"/>
                            <a:gd name="T93" fmla="*/ 1245293 h 3810"/>
                            <a:gd name="T94" fmla="*/ 1441254 w 3845"/>
                            <a:gd name="T95" fmla="*/ 1577340 h 3810"/>
                            <a:gd name="T96" fmla="*/ 1441254 w 3845"/>
                            <a:gd name="T97" fmla="*/ 1641970 h 3810"/>
                            <a:gd name="T98" fmla="*/ 1587346 w 3845"/>
                            <a:gd name="T99" fmla="*/ 1495851 h 3810"/>
                            <a:gd name="T100" fmla="*/ 1522260 w 3845"/>
                            <a:gd name="T101" fmla="*/ 1495851 h 3810"/>
                            <a:gd name="T102" fmla="*/ 1190744 w 3845"/>
                            <a:gd name="T103" fmla="*/ 1164272 h 3810"/>
                            <a:gd name="T104" fmla="*/ 1190744 w 3845"/>
                            <a:gd name="T105" fmla="*/ 1099642 h 3810"/>
                            <a:gd name="T106" fmla="*/ 1255830 w 3845"/>
                            <a:gd name="T107" fmla="*/ 1099642 h 3810"/>
                            <a:gd name="T108" fmla="*/ 1587346 w 3845"/>
                            <a:gd name="T109" fmla="*/ 1431221 h 3810"/>
                            <a:gd name="T110" fmla="*/ 1587346 w 3845"/>
                            <a:gd name="T111" fmla="*/ 1495851 h 381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3845" h="3810">
                              <a:moveTo>
                                <a:pt x="2491" y="1946"/>
                              </a:moveTo>
                              <a:cubicBezTo>
                                <a:pt x="2606" y="1993"/>
                                <a:pt x="2731" y="2019"/>
                                <a:pt x="2863" y="2019"/>
                              </a:cubicBezTo>
                              <a:cubicBezTo>
                                <a:pt x="3405" y="2019"/>
                                <a:pt x="3845" y="1579"/>
                                <a:pt x="3845" y="1037"/>
                              </a:cubicBezTo>
                              <a:cubicBezTo>
                                <a:pt x="3845" y="980"/>
                                <a:pt x="3840" y="925"/>
                                <a:pt x="3831" y="871"/>
                              </a:cubicBezTo>
                              <a:cubicBezTo>
                                <a:pt x="3134" y="1617"/>
                                <a:pt x="3134" y="1617"/>
                                <a:pt x="3134" y="1617"/>
                              </a:cubicBezTo>
                              <a:cubicBezTo>
                                <a:pt x="2476" y="1498"/>
                                <a:pt x="2476" y="1498"/>
                                <a:pt x="2476" y="1498"/>
                              </a:cubicBezTo>
                              <a:cubicBezTo>
                                <a:pt x="2250" y="868"/>
                                <a:pt x="2250" y="868"/>
                                <a:pt x="2250" y="868"/>
                              </a:cubicBezTo>
                              <a:cubicBezTo>
                                <a:pt x="3001" y="65"/>
                                <a:pt x="3001" y="65"/>
                                <a:pt x="3001" y="65"/>
                              </a:cubicBezTo>
                              <a:cubicBezTo>
                                <a:pt x="2956" y="59"/>
                                <a:pt x="2910" y="54"/>
                                <a:pt x="2863" y="54"/>
                              </a:cubicBezTo>
                              <a:cubicBezTo>
                                <a:pt x="2320" y="54"/>
                                <a:pt x="1881" y="494"/>
                                <a:pt x="1881" y="1037"/>
                              </a:cubicBezTo>
                              <a:cubicBezTo>
                                <a:pt x="1881" y="1176"/>
                                <a:pt x="1910" y="1309"/>
                                <a:pt x="1963" y="1429"/>
                              </a:cubicBezTo>
                              <a:cubicBezTo>
                                <a:pt x="1659" y="1963"/>
                                <a:pt x="1205" y="2409"/>
                                <a:pt x="1026" y="2574"/>
                              </a:cubicBezTo>
                              <a:cubicBezTo>
                                <a:pt x="971" y="2557"/>
                                <a:pt x="912" y="2548"/>
                                <a:pt x="851" y="2548"/>
                              </a:cubicBezTo>
                              <a:cubicBezTo>
                                <a:pt x="516" y="2548"/>
                                <a:pt x="245" y="2820"/>
                                <a:pt x="245" y="3155"/>
                              </a:cubicBezTo>
                              <a:cubicBezTo>
                                <a:pt x="245" y="3490"/>
                                <a:pt x="516" y="3761"/>
                                <a:pt x="851" y="3761"/>
                              </a:cubicBezTo>
                              <a:cubicBezTo>
                                <a:pt x="1186" y="3761"/>
                                <a:pt x="1458" y="3490"/>
                                <a:pt x="1458" y="3155"/>
                              </a:cubicBezTo>
                              <a:cubicBezTo>
                                <a:pt x="1458" y="3074"/>
                                <a:pt x="1442" y="2997"/>
                                <a:pt x="1413" y="2926"/>
                              </a:cubicBezTo>
                              <a:cubicBezTo>
                                <a:pt x="1548" y="2747"/>
                                <a:pt x="1914" y="2308"/>
                                <a:pt x="2491" y="1946"/>
                              </a:cubicBezTo>
                              <a:close/>
                              <a:moveTo>
                                <a:pt x="851" y="3477"/>
                              </a:moveTo>
                              <a:cubicBezTo>
                                <a:pt x="673" y="3477"/>
                                <a:pt x="529" y="3333"/>
                                <a:pt x="529" y="3155"/>
                              </a:cubicBezTo>
                              <a:cubicBezTo>
                                <a:pt x="529" y="2976"/>
                                <a:pt x="673" y="2832"/>
                                <a:pt x="851" y="2832"/>
                              </a:cubicBezTo>
                              <a:cubicBezTo>
                                <a:pt x="1029" y="2832"/>
                                <a:pt x="1174" y="2976"/>
                                <a:pt x="1174" y="3155"/>
                              </a:cubicBezTo>
                              <a:cubicBezTo>
                                <a:pt x="1174" y="3333"/>
                                <a:pt x="1029" y="3477"/>
                                <a:pt x="851" y="3477"/>
                              </a:cubicBezTo>
                              <a:close/>
                              <a:moveTo>
                                <a:pt x="910" y="1185"/>
                              </a:moveTo>
                              <a:cubicBezTo>
                                <a:pt x="1484" y="1774"/>
                                <a:pt x="1484" y="1774"/>
                                <a:pt x="1484" y="1774"/>
                              </a:cubicBezTo>
                              <a:cubicBezTo>
                                <a:pt x="1760" y="1498"/>
                                <a:pt x="1760" y="1498"/>
                                <a:pt x="1760" y="1498"/>
                              </a:cubicBezTo>
                              <a:cubicBezTo>
                                <a:pt x="1185" y="909"/>
                                <a:pt x="1185" y="909"/>
                                <a:pt x="1185" y="909"/>
                              </a:cubicBezTo>
                              <a:cubicBezTo>
                                <a:pt x="1323" y="771"/>
                                <a:pt x="1323" y="771"/>
                                <a:pt x="1323" y="771"/>
                              </a:cubicBezTo>
                              <a:cubicBezTo>
                                <a:pt x="552" y="0"/>
                                <a:pt x="552" y="0"/>
                                <a:pt x="552" y="0"/>
                              </a:cubicBezTo>
                              <a:cubicBezTo>
                                <a:pt x="0" y="551"/>
                                <a:pt x="0" y="551"/>
                                <a:pt x="0" y="551"/>
                              </a:cubicBezTo>
                              <a:cubicBezTo>
                                <a:pt x="772" y="1322"/>
                                <a:pt x="772" y="1322"/>
                                <a:pt x="772" y="1322"/>
                              </a:cubicBezTo>
                              <a:lnTo>
                                <a:pt x="910" y="1185"/>
                              </a:lnTo>
                              <a:close/>
                              <a:moveTo>
                                <a:pt x="1900" y="2768"/>
                              </a:moveTo>
                              <a:cubicBezTo>
                                <a:pt x="1900" y="2768"/>
                                <a:pt x="1901" y="2768"/>
                                <a:pt x="1901" y="2768"/>
                              </a:cubicBezTo>
                              <a:cubicBezTo>
                                <a:pt x="1900" y="2767"/>
                                <a:pt x="1900" y="2768"/>
                                <a:pt x="1900" y="2768"/>
                              </a:cubicBezTo>
                              <a:close/>
                              <a:moveTo>
                                <a:pt x="2698" y="2075"/>
                              </a:moveTo>
                              <a:cubicBezTo>
                                <a:pt x="2698" y="2075"/>
                                <a:pt x="2225" y="2203"/>
                                <a:pt x="1901" y="2768"/>
                              </a:cubicBezTo>
                              <a:cubicBezTo>
                                <a:pt x="1926" y="2776"/>
                                <a:pt x="2770" y="3658"/>
                                <a:pt x="2770" y="3658"/>
                              </a:cubicBezTo>
                              <a:cubicBezTo>
                                <a:pt x="2923" y="3810"/>
                                <a:pt x="3169" y="3810"/>
                                <a:pt x="3321" y="3658"/>
                              </a:cubicBezTo>
                              <a:cubicBezTo>
                                <a:pt x="3542" y="3438"/>
                                <a:pt x="3542" y="3438"/>
                                <a:pt x="3542" y="3438"/>
                              </a:cubicBezTo>
                              <a:cubicBezTo>
                                <a:pt x="3694" y="3285"/>
                                <a:pt x="3694" y="3039"/>
                                <a:pt x="3542" y="2887"/>
                              </a:cubicBezTo>
                              <a:lnTo>
                                <a:pt x="2698" y="2075"/>
                              </a:lnTo>
                              <a:close/>
                              <a:moveTo>
                                <a:pt x="3078" y="3506"/>
                              </a:moveTo>
                              <a:cubicBezTo>
                                <a:pt x="3040" y="3544"/>
                                <a:pt x="2978" y="3544"/>
                                <a:pt x="2940" y="3506"/>
                              </a:cubicBezTo>
                              <a:cubicBezTo>
                                <a:pt x="2231" y="2798"/>
                                <a:pt x="2231" y="2798"/>
                                <a:pt x="2231" y="2798"/>
                              </a:cubicBezTo>
                              <a:cubicBezTo>
                                <a:pt x="2193" y="2760"/>
                                <a:pt x="2193" y="2698"/>
                                <a:pt x="2231" y="2659"/>
                              </a:cubicBezTo>
                              <a:cubicBezTo>
                                <a:pt x="2270" y="2621"/>
                                <a:pt x="2332" y="2621"/>
                                <a:pt x="2370" y="2659"/>
                              </a:cubicBezTo>
                              <a:cubicBezTo>
                                <a:pt x="3078" y="3368"/>
                                <a:pt x="3078" y="3368"/>
                                <a:pt x="3078" y="3368"/>
                              </a:cubicBezTo>
                              <a:cubicBezTo>
                                <a:pt x="3116" y="3406"/>
                                <a:pt x="3116" y="3468"/>
                                <a:pt x="3078" y="3506"/>
                              </a:cubicBezTo>
                              <a:close/>
                              <a:moveTo>
                                <a:pt x="3390" y="3194"/>
                              </a:moveTo>
                              <a:cubicBezTo>
                                <a:pt x="3352" y="3233"/>
                                <a:pt x="3290" y="3233"/>
                                <a:pt x="3251" y="3194"/>
                              </a:cubicBezTo>
                              <a:cubicBezTo>
                                <a:pt x="2543" y="2486"/>
                                <a:pt x="2543" y="2486"/>
                                <a:pt x="2543" y="2486"/>
                              </a:cubicBezTo>
                              <a:cubicBezTo>
                                <a:pt x="2505" y="2448"/>
                                <a:pt x="2505" y="2386"/>
                                <a:pt x="2543" y="2348"/>
                              </a:cubicBezTo>
                              <a:cubicBezTo>
                                <a:pt x="2581" y="2309"/>
                                <a:pt x="2643" y="2309"/>
                                <a:pt x="2682" y="2348"/>
                              </a:cubicBezTo>
                              <a:cubicBezTo>
                                <a:pt x="3390" y="3056"/>
                                <a:pt x="3390" y="3056"/>
                                <a:pt x="3390" y="3056"/>
                              </a:cubicBezTo>
                              <a:cubicBezTo>
                                <a:pt x="3428" y="3094"/>
                                <a:pt x="3428" y="3156"/>
                                <a:pt x="3390" y="31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扳手" o:spid="_x0000_s1026" o:spt="100" style="position:absolute;left:0pt;margin-left:-49.55pt;margin-top:522.05pt;height:14.2pt;width:14pt;z-index:251678720;v-text-anchor:middle-center;mso-width-relative:page;mso-height-relative:page;" fillcolor="#FFFFFF [3212]" filled="t" stroked="f" coordsize="3845,3810" o:gfxdata="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<v:path textboxrect="0,0,3845,3810" o:connectlocs="53936288,43138322;61991022,44756554;83253728,22987906;82950613,19308071;67858838,35845154;53611486,33207220;48718032,19241568;64979033,1440921;61991022,1197060;40728269,22987906;42503772,31677644;22215427,57059623;18426230,56483292;5304867,69939070;18426230,83372696;31569280,69939070;30594917,64862665;53936288,43138322;18426230,77077079;11454158,69939070;18426230,62778910;25419989,69939070;18426230,77077079;19703754,26268722;32132274,39325480;38108343,33207220;25658181,20150415;28646192,17091309;11952183,0;0,12214414;16715697,29305676;19703754,26268722;41139683,61360188;41161324,61360188;41139683,61360188;58418328,45997965;41161324,61360188;59977327,81089431;71907822,81089431;76693024,76212536;76693024,63998122;58418328,45997965;66646283,77719913;63658226,77719913;48306664,62025221;48306664,58943868;51316363,58943868;66646283,74660760;66646283,77719913;73401851,70803614;70392152,70803614;55062232,55108874;55062232,52049721;58071930,52049721;73401851,67744460;73401851,70803614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8014970</wp:posOffset>
                </wp:positionV>
                <wp:extent cx="939165" cy="435610"/>
                <wp:effectExtent l="0" t="0" r="0" b="0"/>
                <wp:wrapNone/>
                <wp:docPr id="4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6775" y="8495665"/>
                          <a:ext cx="93916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28.85pt;margin-top:631.1pt;height:34.3pt;width:73.95pt;z-index:251664384;mso-width-relative:page;mso-height-relative:page;" filled="f" stroked="f" coordsize="21600,21600" o:gfxdata="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TpqMs3AAAAAwBAAAPAAAAAAAA&#10;AAEAIAAAACIAAABkcnMvZG93bnJldi54bWxQSwECFAAUAAAACACHTuJAtYXE30cCAABy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6480175</wp:posOffset>
                </wp:positionV>
                <wp:extent cx="916940" cy="435610"/>
                <wp:effectExtent l="0" t="0" r="0" b="0"/>
                <wp:wrapNone/>
                <wp:docPr id="4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7095" y="6437630"/>
                          <a:ext cx="91694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859E"/>
                                <w:sz w:val="28"/>
                                <w:szCs w:val="28"/>
                                <w:lang w:eastAsia="zh-CN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28.85pt;margin-top:510.25pt;height:34.3pt;width:72.2pt;z-index:251668480;mso-width-relative:page;mso-height-relative:page;" filled="f" stroked="f" coordsize="21600,21600" o:gfxdata="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S3f7TtsAAAAMAQAADwAAAAAA&#10;AAABACAAAAAiAAAAZHJzL2Rvd25yZXYueG1sUEsBAhQAFAAAAAgAh07iQHFEsLRJAgAAcg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859E"/>
                          <w:sz w:val="28"/>
                          <w:szCs w:val="28"/>
                          <w:lang w:eastAsia="zh-CN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-755650</wp:posOffset>
                </wp:positionH>
                <wp:positionV relativeFrom="paragraph">
                  <wp:posOffset>49530</wp:posOffset>
                </wp:positionV>
                <wp:extent cx="5121275" cy="1174115"/>
                <wp:effectExtent l="0" t="0" r="0" b="0"/>
                <wp:wrapNone/>
                <wp:docPr id="1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1275" cy="1174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性别：女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面群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中共党员              民族：汉族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年龄：24岁        电话：138-0000-0001       邮箱：123456@qq.com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学历：本科         专业：临床护理              毕业院校：pc6学院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808080" w:themeColor="text1" w:themeTint="80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住址：广东省珠海市13大道08号                邮编：000000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-59.5pt;margin-top:3.9pt;height:92.45pt;width:403.25pt;z-index:251682816;mso-width-relative:page;mso-height-relative:page;" filled="f" stroked="f" coordsize="21600,21600" o:gfxdata="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Iqu+tsAAAAKAQAADwAAAAAAAAABACAA&#10;AAAiAAAAZHJzL2Rvd25yZXYueG1sUEsBAhQAFAAAAAgAh07iQKuijvV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性别：女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面群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中共党员              民族：汉族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年龄：24岁        电话：138-0000-0001       邮箱：123456@qq.com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学历：本科         专业：临床护理              毕业院校：pc6学院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808080" w:themeColor="text1" w:themeTint="80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住址：广东省珠海市13大道08号                邮编：000000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4892040</wp:posOffset>
            </wp:positionH>
            <wp:positionV relativeFrom="paragraph">
              <wp:posOffset>-295275</wp:posOffset>
            </wp:positionV>
            <wp:extent cx="1042035" cy="1320800"/>
            <wp:effectExtent l="0" t="0" r="5715" b="12700"/>
            <wp:wrapNone/>
            <wp:docPr id="51" name="图片 51" descr="02-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02-灰"/>
                    <pic:cNvPicPr>
                      <a:picLocks noChangeAspect="1"/>
                    </pic:cNvPicPr>
                  </pic:nvPicPr>
                  <pic:blipFill>
                    <a:blip r:embed="rId4"/>
                    <a:srcRect l="10286" r="10417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5823585</wp:posOffset>
                </wp:positionH>
                <wp:positionV relativeFrom="paragraph">
                  <wp:posOffset>-777875</wp:posOffset>
                </wp:positionV>
                <wp:extent cx="451485" cy="397510"/>
                <wp:effectExtent l="9525" t="10795" r="15240" b="1079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485" cy="397510"/>
                          <a:chOff x="11461" y="574"/>
                          <a:chExt cx="821" cy="723"/>
                        </a:xfrm>
                      </wpg:grpSpPr>
                      <wps:wsp>
                        <wps:cNvPr id="33" name="六边形 33"/>
                        <wps:cNvSpPr/>
                        <wps:spPr>
                          <a:xfrm rot="5400000">
                            <a:off x="11435" y="600"/>
                            <a:ext cx="532" cy="480"/>
                          </a:xfrm>
                          <a:prstGeom prst="hexagon">
                            <a:avLst/>
                          </a:prstGeom>
                          <a:noFill/>
                          <a:ln w="19050">
                            <a:solidFill>
                              <a:srgbClr val="76859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六边形 35"/>
                        <wps:cNvSpPr/>
                        <wps:spPr>
                          <a:xfrm rot="5400000">
                            <a:off x="11776" y="791"/>
                            <a:ext cx="532" cy="480"/>
                          </a:xfrm>
                          <a:prstGeom prst="hexagon">
                            <a:avLst/>
                          </a:prstGeom>
                          <a:noFill/>
                          <a:ln w="19050">
                            <a:solidFill>
                              <a:srgbClr val="F2D0C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8.55pt;margin-top:-61.25pt;height:31.3pt;width:35.55pt;z-index:251680768;mso-width-relative:page;mso-height-relative:page;" coordorigin="11461,574" coordsize="821,723" o:gfxdata="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AyRdnQ3AAAAAwBAAAPAAAAAAAA&#10;AAEAIAAAACIAAABkcnMvZG93bnJldi54bWxQSwECFAAUAAAACACHTuJAcwVhbysDAAARCQAADgAA&#10;AAAAAAABACAAAAArAQAAZHJzL2Uyb0RvYy54bWxQSwUGAAAAAAYABgBZAQAAyAYAAAAA&#10;">
                <o:lock v:ext="edit" aspectratio="f"/>
                <v:shape id="_x0000_s1026" o:spid="_x0000_s1026" o:spt="9" type="#_x0000_t9" style="position:absolute;left:11435;top:600;height:480;width:532;rotation:5898240f;v-text-anchor:middle;" filled="f" stroked="t" coordsize="21600,21600" o:gfxdata="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xc9XrsAAADb&#10;AAAADwAAAAAAAAABACAAAAAiAAAAZHJzL2Rvd25yZXYueG1sUEsBAhQAFAAAAAgAh07iQDMvBZ47&#10;AAAAOQAAABAAAAAAAAAAAQAgAAAACgEAAGRycy9zaGFwZXhtbC54bWxQSwUGAAAAAAYABgBbAQAA&#10;tAMAAAAA&#10;" adj="4872">
                  <v:fill on="f" focussize="0,0"/>
                  <v:stroke weight="1.5pt" color="#76859E [3204]" miterlimit="8" joinstyle="miter"/>
                  <v:imagedata o:title=""/>
                  <o:lock v:ext="edit" aspectratio="f"/>
                </v:shape>
                <v:shape id="_x0000_s1026" o:spid="_x0000_s1026" o:spt="9" type="#_x0000_t9" style="position:absolute;left:11776;top:791;height:480;width:532;rotation:5898240f;v-text-anchor:middle;" filled="f" stroked="t" coordsize="21600,21600" o:gfxdata="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4nOfS8AAAA&#10;2wAAAA8AAAAAAAAAAQAgAAAAIgAAAGRycy9kb3ducmV2LnhtbFBLAQIUABQAAAAIAIdO4kAzLwWe&#10;OwAAADkAAAAQAAAAAAAAAAEAIAAAAAsBAABkcnMvc2hhcGV4bWwueG1sUEsFBgAAAAAGAAYAWwEA&#10;ALUDAAAAAA==&#10;" adj="4872">
                  <v:fill on="f" focussize="0,0"/>
                  <v:stroke weight="1.5pt" color="#F2D0CE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-1053465</wp:posOffset>
                </wp:positionH>
                <wp:positionV relativeFrom="paragraph">
                  <wp:posOffset>9324975</wp:posOffset>
                </wp:positionV>
                <wp:extent cx="451485" cy="397510"/>
                <wp:effectExtent l="9525" t="10795" r="15240" b="1079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485" cy="397510"/>
                          <a:chOff x="11461" y="574"/>
                          <a:chExt cx="821" cy="723"/>
                        </a:xfrm>
                      </wpg:grpSpPr>
                      <wps:wsp>
                        <wps:cNvPr id="38" name="六边形 33"/>
                        <wps:cNvSpPr/>
                        <wps:spPr>
                          <a:xfrm rot="5400000">
                            <a:off x="11435" y="600"/>
                            <a:ext cx="532" cy="480"/>
                          </a:xfrm>
                          <a:prstGeom prst="hexagon">
                            <a:avLst/>
                          </a:prstGeom>
                          <a:noFill/>
                          <a:ln w="19050">
                            <a:solidFill>
                              <a:srgbClr val="76859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六边形 35"/>
                        <wps:cNvSpPr/>
                        <wps:spPr>
                          <a:xfrm rot="5400000">
                            <a:off x="11776" y="791"/>
                            <a:ext cx="532" cy="480"/>
                          </a:xfrm>
                          <a:prstGeom prst="hexagon">
                            <a:avLst/>
                          </a:prstGeom>
                          <a:noFill/>
                          <a:ln w="19050">
                            <a:solidFill>
                              <a:srgbClr val="F2D0C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2.95pt;margin-top:734.25pt;height:31.3pt;width:35.55pt;z-index:251683840;mso-width-relative:page;mso-height-relative:page;" coordorigin="11461,574" coordsize="821,723" o:gfxdata="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GhuM9PdAAAADgEAAA8AAAAAAAAA&#10;AQAgAAAAIgAAAGRycy9kb3ducmV2LnhtbFBLAQIUABQAAAAIAIdO4kCJAAkjKQMAABEJAAAOAAAA&#10;AAAAAAEAIAAAACwBAABkcnMvZTJvRG9jLnhtbFBLBQYAAAAABgAGAFkBAADHBgAAAAA=&#10;">
                <o:lock v:ext="edit" aspectratio="f"/>
                <v:shape id="六边形 33" o:spid="_x0000_s1026" o:spt="9" type="#_x0000_t9" style="position:absolute;left:11435;top:600;height:480;width:532;rotation:5898240f;v-text-anchor:middle;" filled="f" stroked="t" coordsize="21600,21600" o:gfxdata="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2zry+5AAAA2wAA&#10;AA8AAAAAAAAAAQAgAAAAIgAAAGRycy9kb3ducmV2LnhtbFBLAQIUABQAAAAIAIdO4kAzLwWeOwAA&#10;ADkAAAAQAAAAAAAAAAEAIAAAAAgBAABkcnMvc2hhcGV4bWwueG1sUEsFBgAAAAAGAAYAWwEAALID&#10;AAAAAA==&#10;" adj="4872">
                  <v:fill on="f" focussize="0,0"/>
                  <v:stroke weight="1.5pt" color="#76859E [3204]" miterlimit="8" joinstyle="miter"/>
                  <v:imagedata o:title=""/>
                  <o:lock v:ext="edit" aspectratio="f"/>
                </v:shape>
                <v:shape id="六边形 35" o:spid="_x0000_s1026" o:spt="9" type="#_x0000_t9" style="position:absolute;left:11776;top:791;height:480;width:532;rotation:5898240f;v-text-anchor:middle;" filled="f" stroked="t" coordsize="21600,21600" o:gfxdata="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hHdmvQAA&#10;ANsAAAAPAAAAAAAAAAEAIAAAACIAAABkcnMvZG93bnJldi54bWxQSwECFAAUAAAACACHTuJAMy8F&#10;njsAAAA5AAAAEAAAAAAAAAABACAAAAAMAQAAZHJzL3NoYXBleG1sLnhtbFBLBQYAAAAABgAGAFsB&#10;AAC2AwAAAAA=&#10;" adj="4872">
                  <v:fill on="f" focussize="0,0"/>
                  <v:stroke weight="1.5pt" color="#F2D0CE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902335</wp:posOffset>
                </wp:positionH>
                <wp:positionV relativeFrom="paragraph">
                  <wp:posOffset>7423150</wp:posOffset>
                </wp:positionV>
                <wp:extent cx="5509895" cy="3861435"/>
                <wp:effectExtent l="484505" t="0" r="635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5509895" cy="3861435"/>
                          <a:chOff x="1398" y="-2137"/>
                          <a:chExt cx="8677" cy="6081"/>
                        </a:xfrm>
                      </wpg:grpSpPr>
                      <wpg:grpSp>
                        <wpg:cNvPr id="26" name="组合 20"/>
                        <wpg:cNvGrpSpPr/>
                        <wpg:grpSpPr>
                          <a:xfrm rot="8100000" flipH="1">
                            <a:off x="5197" y="-2137"/>
                            <a:ext cx="4878" cy="4180"/>
                            <a:chOff x="2019" y="-4"/>
                            <a:chExt cx="4878" cy="4180"/>
                          </a:xfrm>
                        </wpg:grpSpPr>
                        <wps:wsp>
                          <wps:cNvPr id="27" name="直角三角形 18"/>
                          <wps:cNvSpPr/>
                          <wps:spPr>
                            <a:xfrm flipV="1">
                              <a:off x="2019" y="-4"/>
                              <a:ext cx="4878" cy="4180"/>
                            </a:xfrm>
                            <a:prstGeom prst="rtTriangle">
                              <a:avLst/>
                            </a:prstGeom>
                            <a:solidFill>
                              <a:srgbClr val="F2D0C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" name="直角三角形 17"/>
                          <wps:cNvSpPr/>
                          <wps:spPr>
                            <a:xfrm flipV="1">
                              <a:off x="2945" y="184"/>
                              <a:ext cx="3483" cy="3483"/>
                            </a:xfrm>
                            <a:prstGeom prst="rtTriangle">
                              <a:avLst/>
                            </a:prstGeom>
                            <a:solidFill>
                              <a:srgbClr val="76859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9" name="组合 19"/>
                        <wpg:cNvGrpSpPr/>
                        <wpg:grpSpPr>
                          <a:xfrm>
                            <a:off x="1398" y="184"/>
                            <a:ext cx="3720" cy="3760"/>
                            <a:chOff x="2984" y="184"/>
                            <a:chExt cx="3720" cy="3760"/>
                          </a:xfrm>
                        </wpg:grpSpPr>
                        <wps:wsp>
                          <wps:cNvPr id="30" name="直角三角形 18"/>
                          <wps:cNvSpPr/>
                          <wps:spPr>
                            <a:xfrm flipV="1">
                              <a:off x="2988" y="228"/>
                              <a:ext cx="3716" cy="3716"/>
                            </a:xfrm>
                            <a:prstGeom prst="rtTriangle">
                              <a:avLst/>
                            </a:prstGeom>
                            <a:solidFill>
                              <a:srgbClr val="F2D0C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直角三角形 17"/>
                          <wps:cNvSpPr/>
                          <wps:spPr>
                            <a:xfrm flipV="1">
                              <a:off x="2984" y="184"/>
                              <a:ext cx="3483" cy="3483"/>
                            </a:xfrm>
                            <a:prstGeom prst="rtTriangle">
                              <a:avLst/>
                            </a:prstGeom>
                            <a:solidFill>
                              <a:srgbClr val="76859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 y;margin-left:71.05pt;margin-top:584.5pt;height:304.05pt;width:433.85pt;z-index:251659264;mso-width-relative:page;mso-height-relative:page;" coordorigin="1398,-2137" coordsize="8677,6081" o:gfxdata="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">
                <o:lock v:ext="edit" aspectratio="f"/>
                <v:group id="组合 20" o:spid="_x0000_s1026" o:spt="203" style="position:absolute;left:5197;top:-2137;flip:x;height:4180;width:4878;rotation:-8847360f;" coordorigin="2019,-4" coordsize="4878,4180" o:gfxdata="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5inDm+AAAA2wAAAA8AAAAAAAAAAQAgAAAAIgAAAGRycy9kb3ducmV2Lnht&#10;bFBLAQIUABQAAAAIAIdO4kAzLwWeOwAAADkAAAAVAAAAAAAAAAEAIAAAAA0BAABkcnMvZ3JvdXBz&#10;aGFwZXhtbC54bWxQSwUGAAAAAAYABgBgAQAAygMAAAAA&#10;">
                  <o:lock v:ext="edit" aspectratio="f"/>
                  <v:shape id="直角三角形 18" o:spid="_x0000_s1026" o:spt="6" type="#_x0000_t6" style="position:absolute;left:2019;top:-4;flip:y;height:4180;width:4878;v-text-anchor:middle;" fillcolor="#F2D0CE" filled="t" stroked="f" coordsize="21600,21600" o:gfxdata="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ERM4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7" o:spid="_x0000_s1026" o:spt="6" type="#_x0000_t6" style="position:absolute;left:2945;top:184;flip:y;height:3483;width:3483;v-text-anchor:middle;" fillcolor="#76859E" filled="t" stroked="f" coordsize="21600,21600" o:gfxdata="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myF9L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group id="组合 19" o:spid="_x0000_s1026" o:spt="203" style="position:absolute;left:1398;top:184;height:3760;width:3720;" coordorigin="2984,184" coordsize="3720,376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直角三角形 18" o:spid="_x0000_s1026" o:spt="6" type="#_x0000_t6" style="position:absolute;left:2988;top:228;flip:y;height:3716;width:3716;v-text-anchor:middle;" fillcolor="#F2D0CE" filled="t" stroked="f" coordsize="21600,21600" o:gfxdata="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50Qkq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7" o:spid="_x0000_s1026" o:spt="6" type="#_x0000_t6" style="position:absolute;left:2984;top:184;flip:y;height:3483;width:3483;v-text-anchor:middle;" fillcolor="#76859E" filled="t" stroked="f" coordsize="21600,21600" o:gfxdata="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o+6tL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-1193165</wp:posOffset>
                </wp:positionH>
                <wp:positionV relativeFrom="paragraph">
                  <wp:posOffset>-2451100</wp:posOffset>
                </wp:positionV>
                <wp:extent cx="5509895" cy="3861435"/>
                <wp:effectExtent l="0" t="0" r="490855" b="1397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895" cy="3861435"/>
                          <a:chOff x="1398" y="-2137"/>
                          <a:chExt cx="8677" cy="6081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 rot="8100000" flipH="1">
                            <a:off x="5197" y="-2137"/>
                            <a:ext cx="4878" cy="4180"/>
                            <a:chOff x="2019" y="-4"/>
                            <a:chExt cx="4878" cy="4180"/>
                          </a:xfrm>
                        </wpg:grpSpPr>
                        <wps:wsp>
                          <wps:cNvPr id="21" name="直角三角形 18"/>
                          <wps:cNvSpPr/>
                          <wps:spPr>
                            <a:xfrm flipV="1">
                              <a:off x="2019" y="-4"/>
                              <a:ext cx="4878" cy="4180"/>
                            </a:xfrm>
                            <a:prstGeom prst="rtTriangle">
                              <a:avLst/>
                            </a:prstGeom>
                            <a:solidFill>
                              <a:srgbClr val="F2D0C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直角三角形 17"/>
                          <wps:cNvSpPr/>
                          <wps:spPr>
                            <a:xfrm flipV="1">
                              <a:off x="2945" y="184"/>
                              <a:ext cx="3483" cy="3483"/>
                            </a:xfrm>
                            <a:prstGeom prst="rtTriangle">
                              <a:avLst/>
                            </a:prstGeom>
                            <a:solidFill>
                              <a:srgbClr val="76859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9" name="组合 19"/>
                        <wpg:cNvGrpSpPr/>
                        <wpg:grpSpPr>
                          <a:xfrm>
                            <a:off x="1398" y="184"/>
                            <a:ext cx="3720" cy="3760"/>
                            <a:chOff x="2984" y="184"/>
                            <a:chExt cx="3720" cy="3760"/>
                          </a:xfrm>
                        </wpg:grpSpPr>
                        <wps:wsp>
                          <wps:cNvPr id="18" name="直角三角形 18"/>
                          <wps:cNvSpPr/>
                          <wps:spPr>
                            <a:xfrm flipV="1">
                              <a:off x="2988" y="228"/>
                              <a:ext cx="3716" cy="3716"/>
                            </a:xfrm>
                            <a:prstGeom prst="rtTriangle">
                              <a:avLst/>
                            </a:prstGeom>
                            <a:solidFill>
                              <a:srgbClr val="F2D0C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" name="直角三角形 17"/>
                          <wps:cNvSpPr/>
                          <wps:spPr>
                            <a:xfrm flipV="1">
                              <a:off x="2984" y="184"/>
                              <a:ext cx="3483" cy="3483"/>
                            </a:xfrm>
                            <a:prstGeom prst="rtTriangle">
                              <a:avLst/>
                            </a:prstGeom>
                            <a:solidFill>
                              <a:srgbClr val="76859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3.95pt;margin-top:-193pt;height:304.05pt;width:433.85pt;z-index:251660288;mso-width-relative:page;mso-height-relative:page;" coordorigin="1398,-2137" coordsize="8677,6081" o:gfxdata="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TYhdBd0AAAANAQAADwAAAAAAAAABACAAAAAiAAAAZHJz&#10;L2Rvd25yZXYueG1sUEsBAhQAFAAAAAgAh07iQPqQ1c0ABAAAtBEAAA4AAAAAAAAAAQAgAAAALAEA&#10;AGRycy9lMm9Eb2MueG1sUEsFBgAAAAAGAAYAWQEAAJ4HAAAAAA==&#10;">
                <o:lock v:ext="edit" aspectratio="f"/>
                <v:group id="_x0000_s1026" o:spid="_x0000_s1026" o:spt="203" style="position:absolute;left:5197;top:-2137;flip:x;height:4180;width:4878;rotation:-8847360f;" coordorigin="2019,-4" coordsize="4878,4180" o:gfxdata="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7Hoda7AAAA2wAAAA8AAAAAAAAAAQAgAAAAIgAAAGRycy9kb3ducmV2LnhtbFBL&#10;AQIUABQAAAAIAIdO4kAzLwWeOwAAADkAAAAVAAAAAAAAAAEAIAAAAAoBAABkcnMvZ3JvdXBzaGFw&#10;ZXhtbC54bWxQSwUGAAAAAAYABgBgAQAAxwMAAAAA&#10;">
                  <o:lock v:ext="edit" aspectratio="f"/>
                  <v:shape id="直角三角形 18" o:spid="_x0000_s1026" o:spt="6" type="#_x0000_t6" style="position:absolute;left:2019;top:-4;flip:y;height:4180;width:4878;v-text-anchor:middle;" fillcolor="#F2D0CE" filled="t" stroked="f" coordsize="21600,21600" o:gfxdata="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hcQy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7" o:spid="_x0000_s1026" o:spt="6" type="#_x0000_t6" style="position:absolute;left:2945;top:184;flip:y;height:3483;width:3483;v-text-anchor:middle;" fillcolor="#76859E" filled="t" stroked="f" coordsize="21600,21600" o:gfxdata="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Esh6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1398;top:184;height:3760;width:3720;" coordorigin="2984,184" coordsize="3720,376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2988;top:228;flip:y;height:3716;width:3716;v-text-anchor:middle;" fillcolor="#F2D0CE" filled="t" stroked="f" coordsize="21600,21600" o:gfxdata="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7cSLL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6" type="#_x0000_t6" style="position:absolute;left:2984;top:184;flip:y;height:3483;width:3483;v-text-anchor:middle;" fillcolor="#76859E" filled="t" stroked="f" coordsize="21600,21600" o:gfxdata="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n9s7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-981710</wp:posOffset>
                </wp:positionH>
                <wp:positionV relativeFrom="paragraph">
                  <wp:posOffset>-739775</wp:posOffset>
                </wp:positionV>
                <wp:extent cx="7239000" cy="10343515"/>
                <wp:effectExtent l="0" t="0" r="0" b="63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7955" y="147320"/>
                          <a:ext cx="7239000" cy="10343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7.3pt;margin-top:-58.25pt;height:814.45pt;width:570pt;z-index:251661312;v-text-anchor:middle;mso-width-relative:page;mso-height-relative:page;" fillcolor="#FFFFFF [3212]" filled="t" stroked="f" coordsize="21600,21600" o:gfxdata="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Er6M/dAAAADgEAAA8AAAAAAAAAAQAgAAAAIgAA&#10;AGRycy9kb3ducmV2LnhtbFBLAQIUABQAAAAIAIdO4kDtyH4TdQIAANkEAAAOAAAAAAAAAAEAIAAA&#10;ACwBAABkcnMvZTJvRG9jLnhtbFBLBQYAAAAABgAGAFkBAAAT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-753745</wp:posOffset>
                </wp:positionH>
                <wp:positionV relativeFrom="paragraph">
                  <wp:posOffset>8611235</wp:posOffset>
                </wp:positionV>
                <wp:extent cx="6786880" cy="83566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6880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本人热爱医护工作，勇于接受挑战，工作积极主动、性格温和、服务意识强，善于学习，有集体荣誉感，掌握一定的医疗护理专业知识，熟悉常用护理操作技能，有良好的亲和力、表达沟通能力，责任心强，服从领导安排，尽心做好每一件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35pt;margin-top:678.05pt;height:65.8pt;width:534.4pt;z-index:251666432;mso-width-relative:page;mso-height-relative:page;" filled="f" stroked="f" coordsize="21600,21600" o:gfxdata="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SjDoN4AAAAOAQAADwAAAAAAAAABACAAAAAi&#10;AAAAZHJzL2Rvd25yZXYueG1sUEsBAhQAFAAAAAgAh07iQLcfP9o9AgAAZgQAAA4AAAAAAAAAAQAg&#10;AAAAL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本人热爱医护工作，勇于接受挑战，工作积极主动、性格温和、服务意识强，善于学习，有集体荣誉感，掌握一定的医疗护理专业知识，熟悉常用护理操作技能，有良好的亲和力、表达沟通能力，责任心强，服从领导安排，尽心做好每一件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-722630</wp:posOffset>
                </wp:positionH>
                <wp:positionV relativeFrom="paragraph">
                  <wp:posOffset>7071995</wp:posOffset>
                </wp:positionV>
                <wp:extent cx="6663690" cy="934085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3690" cy="934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技能证书：《护士执业资格证书》、《临床执业医师》、《临床护理技能大赛第一名》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语言技能：英语四级（CET-4），较强英语听说读写能力，普通话标准流利，粤语良好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808080" w:themeColor="text1" w:themeTint="80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办公技能：计算机水平较好，熟练使用Excel、Office、PPT等办公软件，具备基本的网络知识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6.9pt;margin-top:556.85pt;height:73.55pt;width:524.7pt;z-index:251672576;mso-width-relative:page;mso-height-relative:page;" filled="f" stroked="f" coordsize="21600,21600" o:gfxdata="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OuG1ON4AAAAOAQAADwAAAAAAAAABACAAAAAi&#10;AAAAZHJzL2Rvd25yZXYueG1sUEsBAhQAFAAAAAgAh07iQBv6rCQ9AgAAaAQAAA4AAAAAAAAAAQAg&#10;AAAAL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技能证书：《护士执业资格证书》、《临床执业医师》、《临床护理技能大赛第一名》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语言技能：英语四级（CET-4），较强英语听说读写能力，普通话标准流利，粤语良好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808080" w:themeColor="text1" w:themeTint="80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办公技能：计算机水平较好，熟练使用Excel、Office、PPT等办公软件，具备基本的网络知识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-1214120</wp:posOffset>
                </wp:positionH>
                <wp:positionV relativeFrom="paragraph">
                  <wp:posOffset>-1057275</wp:posOffset>
                </wp:positionV>
                <wp:extent cx="7715250" cy="11137265"/>
                <wp:effectExtent l="0" t="0" r="0" b="6985"/>
                <wp:wrapNone/>
                <wp:docPr id="71" name="剪去单角的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0" cy="11137265"/>
                        </a:xfrm>
                        <a:prstGeom prst="snip1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95.6pt;margin-top:-83.25pt;height:876.95pt;width:607.5pt;z-index:-251650048;v-text-anchor:middle;mso-width-relative:page;mso-height-relative:page;" fillcolor="#FFFFFF [3212]" filled="t" stroked="f" coordsize="7715250,11137265" o:gfxdata="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u3/ua3QAAAA8BAAAPAAAAAAAAAAEAIAAAACIAAABkcnMvZG93&#10;bnJldi54bWxQSwECFAAUAAAACACHTuJAFarSkqYCAAAWBQAADgAAAAAAAAABACAAAAAsAQAAZHJz&#10;L2Uyb0RvYy54bWxQSwUGAAAAAAYABgBZAQAARAYAAAAA&#10;" path="m0,0l7715250,0,7715250,0,7715250,11137265,0,11137265xe">
                <v:path textboxrect="0,0,7715250,11137265" o:connectlocs="7715250,5568632;3857625,11137265;0,5568632;3857625,0" o:connectangles="0,82,164,247"/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文黑-5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1" w:fontKey="{44475CDA-5E3F-4065-8DAB-A3AF6BC6904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3189C8"/>
    <w:multiLevelType w:val="singleLevel"/>
    <w:tmpl w:val="D33189C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D478CA6"/>
    <w:multiLevelType w:val="singleLevel"/>
    <w:tmpl w:val="5D478CA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2B7D5F2D"/>
    <w:rsid w:val="001142AF"/>
    <w:rsid w:val="002560E1"/>
    <w:rsid w:val="002732C2"/>
    <w:rsid w:val="00414CE6"/>
    <w:rsid w:val="00936F15"/>
    <w:rsid w:val="00AF723E"/>
    <w:rsid w:val="00C92AAA"/>
    <w:rsid w:val="00D036C3"/>
    <w:rsid w:val="00E6068F"/>
    <w:rsid w:val="01701FD7"/>
    <w:rsid w:val="01894E35"/>
    <w:rsid w:val="01E45276"/>
    <w:rsid w:val="01E76646"/>
    <w:rsid w:val="02353540"/>
    <w:rsid w:val="023772EA"/>
    <w:rsid w:val="02491B6D"/>
    <w:rsid w:val="026B1029"/>
    <w:rsid w:val="026C4797"/>
    <w:rsid w:val="02A1157D"/>
    <w:rsid w:val="02F23043"/>
    <w:rsid w:val="030C4D56"/>
    <w:rsid w:val="03123DCA"/>
    <w:rsid w:val="031D5ED8"/>
    <w:rsid w:val="0353306A"/>
    <w:rsid w:val="035D76AB"/>
    <w:rsid w:val="036A60C3"/>
    <w:rsid w:val="03746426"/>
    <w:rsid w:val="0384091E"/>
    <w:rsid w:val="03AE6DD7"/>
    <w:rsid w:val="03BC2831"/>
    <w:rsid w:val="04160CB4"/>
    <w:rsid w:val="04237D89"/>
    <w:rsid w:val="042C3E7C"/>
    <w:rsid w:val="042C7454"/>
    <w:rsid w:val="043158F8"/>
    <w:rsid w:val="04395400"/>
    <w:rsid w:val="0489456D"/>
    <w:rsid w:val="049F4EAB"/>
    <w:rsid w:val="04C03FF9"/>
    <w:rsid w:val="04C437E6"/>
    <w:rsid w:val="04C63F04"/>
    <w:rsid w:val="04DA47DE"/>
    <w:rsid w:val="04DE3E15"/>
    <w:rsid w:val="04E36635"/>
    <w:rsid w:val="04FB005D"/>
    <w:rsid w:val="051D3F2A"/>
    <w:rsid w:val="05726074"/>
    <w:rsid w:val="05924FA8"/>
    <w:rsid w:val="05A3343E"/>
    <w:rsid w:val="05B11293"/>
    <w:rsid w:val="05B16635"/>
    <w:rsid w:val="05B32A20"/>
    <w:rsid w:val="05B94171"/>
    <w:rsid w:val="05C44922"/>
    <w:rsid w:val="05F80560"/>
    <w:rsid w:val="060E53C9"/>
    <w:rsid w:val="064C3473"/>
    <w:rsid w:val="064E667D"/>
    <w:rsid w:val="06546D16"/>
    <w:rsid w:val="06616BA5"/>
    <w:rsid w:val="06792749"/>
    <w:rsid w:val="06906036"/>
    <w:rsid w:val="06CE6280"/>
    <w:rsid w:val="06D43B73"/>
    <w:rsid w:val="073D5688"/>
    <w:rsid w:val="076D2A28"/>
    <w:rsid w:val="076E74F9"/>
    <w:rsid w:val="07820B94"/>
    <w:rsid w:val="07BF65A1"/>
    <w:rsid w:val="07FC091D"/>
    <w:rsid w:val="08575FFD"/>
    <w:rsid w:val="08B10699"/>
    <w:rsid w:val="08D74B38"/>
    <w:rsid w:val="08DC243F"/>
    <w:rsid w:val="08EF37D2"/>
    <w:rsid w:val="090E1192"/>
    <w:rsid w:val="09302F2B"/>
    <w:rsid w:val="09392BF6"/>
    <w:rsid w:val="09425845"/>
    <w:rsid w:val="0969178C"/>
    <w:rsid w:val="09931565"/>
    <w:rsid w:val="099B645C"/>
    <w:rsid w:val="09B36064"/>
    <w:rsid w:val="0A273913"/>
    <w:rsid w:val="0A476236"/>
    <w:rsid w:val="0A4A640F"/>
    <w:rsid w:val="0A501117"/>
    <w:rsid w:val="0A5F0CEF"/>
    <w:rsid w:val="0A710701"/>
    <w:rsid w:val="0AC60DB6"/>
    <w:rsid w:val="0AC6218B"/>
    <w:rsid w:val="0AD05B39"/>
    <w:rsid w:val="0B1F59B1"/>
    <w:rsid w:val="0B3E3478"/>
    <w:rsid w:val="0B492593"/>
    <w:rsid w:val="0B6F6730"/>
    <w:rsid w:val="0BA61BD1"/>
    <w:rsid w:val="0BA70099"/>
    <w:rsid w:val="0C653676"/>
    <w:rsid w:val="0C6725E8"/>
    <w:rsid w:val="0C851D03"/>
    <w:rsid w:val="0CAC4B4C"/>
    <w:rsid w:val="0CCE2B10"/>
    <w:rsid w:val="0CFA5AB9"/>
    <w:rsid w:val="0D7D720C"/>
    <w:rsid w:val="0DC52185"/>
    <w:rsid w:val="0DEF5AEB"/>
    <w:rsid w:val="0DF071A2"/>
    <w:rsid w:val="0E1513DE"/>
    <w:rsid w:val="0E191F78"/>
    <w:rsid w:val="0E642DE5"/>
    <w:rsid w:val="0E6E7B0F"/>
    <w:rsid w:val="0E7200BB"/>
    <w:rsid w:val="0EDC4503"/>
    <w:rsid w:val="0F043E9D"/>
    <w:rsid w:val="0F2C51F5"/>
    <w:rsid w:val="0F377A67"/>
    <w:rsid w:val="0F580654"/>
    <w:rsid w:val="0F9A5C31"/>
    <w:rsid w:val="0FAF0F65"/>
    <w:rsid w:val="0FEF2A05"/>
    <w:rsid w:val="101A3DC5"/>
    <w:rsid w:val="110D3C99"/>
    <w:rsid w:val="11136D56"/>
    <w:rsid w:val="1138707B"/>
    <w:rsid w:val="11765EE8"/>
    <w:rsid w:val="118E2678"/>
    <w:rsid w:val="11A31353"/>
    <w:rsid w:val="11A449DB"/>
    <w:rsid w:val="11B05DF7"/>
    <w:rsid w:val="11D03898"/>
    <w:rsid w:val="11D7588F"/>
    <w:rsid w:val="11DA2096"/>
    <w:rsid w:val="11E240F5"/>
    <w:rsid w:val="11E70D4E"/>
    <w:rsid w:val="11FC61E0"/>
    <w:rsid w:val="11FC6864"/>
    <w:rsid w:val="121542B6"/>
    <w:rsid w:val="1231672F"/>
    <w:rsid w:val="123300B6"/>
    <w:rsid w:val="12435A12"/>
    <w:rsid w:val="1278735D"/>
    <w:rsid w:val="128F4427"/>
    <w:rsid w:val="129944BC"/>
    <w:rsid w:val="12A4231F"/>
    <w:rsid w:val="12AB2555"/>
    <w:rsid w:val="12BA18EA"/>
    <w:rsid w:val="12F80EE3"/>
    <w:rsid w:val="130540FB"/>
    <w:rsid w:val="130B091F"/>
    <w:rsid w:val="131129C7"/>
    <w:rsid w:val="134955D0"/>
    <w:rsid w:val="13504F46"/>
    <w:rsid w:val="13665E1A"/>
    <w:rsid w:val="137A38BD"/>
    <w:rsid w:val="13846FD5"/>
    <w:rsid w:val="138D6B2C"/>
    <w:rsid w:val="13A00711"/>
    <w:rsid w:val="13BD50C3"/>
    <w:rsid w:val="13C750AF"/>
    <w:rsid w:val="13DB1521"/>
    <w:rsid w:val="13E2516E"/>
    <w:rsid w:val="14440E04"/>
    <w:rsid w:val="14784523"/>
    <w:rsid w:val="14A2445B"/>
    <w:rsid w:val="152B0805"/>
    <w:rsid w:val="152C2D85"/>
    <w:rsid w:val="156473A8"/>
    <w:rsid w:val="15683C1A"/>
    <w:rsid w:val="15CE099A"/>
    <w:rsid w:val="15CF31F1"/>
    <w:rsid w:val="15F2737A"/>
    <w:rsid w:val="162E6712"/>
    <w:rsid w:val="163A376E"/>
    <w:rsid w:val="165750CB"/>
    <w:rsid w:val="16B7108E"/>
    <w:rsid w:val="16BA53EF"/>
    <w:rsid w:val="16DF0C31"/>
    <w:rsid w:val="171404F4"/>
    <w:rsid w:val="172F50E9"/>
    <w:rsid w:val="175E0287"/>
    <w:rsid w:val="17667BAA"/>
    <w:rsid w:val="17860118"/>
    <w:rsid w:val="17C72C5B"/>
    <w:rsid w:val="180E272F"/>
    <w:rsid w:val="181B31B5"/>
    <w:rsid w:val="181D5FD6"/>
    <w:rsid w:val="18242F71"/>
    <w:rsid w:val="18420CED"/>
    <w:rsid w:val="185D7493"/>
    <w:rsid w:val="188A0D17"/>
    <w:rsid w:val="18B74A50"/>
    <w:rsid w:val="18B97B94"/>
    <w:rsid w:val="18C16234"/>
    <w:rsid w:val="18DA394F"/>
    <w:rsid w:val="18DD5728"/>
    <w:rsid w:val="18F72A28"/>
    <w:rsid w:val="18FC11D9"/>
    <w:rsid w:val="193405B1"/>
    <w:rsid w:val="19716871"/>
    <w:rsid w:val="1977673E"/>
    <w:rsid w:val="198163B3"/>
    <w:rsid w:val="19AA2992"/>
    <w:rsid w:val="19D27EB7"/>
    <w:rsid w:val="19E93D55"/>
    <w:rsid w:val="1A3C360C"/>
    <w:rsid w:val="1A8C17C0"/>
    <w:rsid w:val="1A920B66"/>
    <w:rsid w:val="1A9466BB"/>
    <w:rsid w:val="1AB5423B"/>
    <w:rsid w:val="1AC2035B"/>
    <w:rsid w:val="1AC970D4"/>
    <w:rsid w:val="1ACC4CC5"/>
    <w:rsid w:val="1AD37C69"/>
    <w:rsid w:val="1AD40C4E"/>
    <w:rsid w:val="1AFE50A2"/>
    <w:rsid w:val="1B003E05"/>
    <w:rsid w:val="1B517B47"/>
    <w:rsid w:val="1B536BEB"/>
    <w:rsid w:val="1B7D2CDE"/>
    <w:rsid w:val="1BA87E53"/>
    <w:rsid w:val="1BD33800"/>
    <w:rsid w:val="1BE86F08"/>
    <w:rsid w:val="1C0967FD"/>
    <w:rsid w:val="1C2B6B65"/>
    <w:rsid w:val="1C393BCD"/>
    <w:rsid w:val="1C4F04A0"/>
    <w:rsid w:val="1C6534D5"/>
    <w:rsid w:val="1CB525E9"/>
    <w:rsid w:val="1CC14CD6"/>
    <w:rsid w:val="1CDB3B52"/>
    <w:rsid w:val="1CEC3AC7"/>
    <w:rsid w:val="1D0D1754"/>
    <w:rsid w:val="1D1E1D0B"/>
    <w:rsid w:val="1D3922D9"/>
    <w:rsid w:val="1D9E609E"/>
    <w:rsid w:val="1DBD39A9"/>
    <w:rsid w:val="1DC076F7"/>
    <w:rsid w:val="1DDA5866"/>
    <w:rsid w:val="1DE212EF"/>
    <w:rsid w:val="1DED372A"/>
    <w:rsid w:val="1DEE64BF"/>
    <w:rsid w:val="1E2D780F"/>
    <w:rsid w:val="1E3434A5"/>
    <w:rsid w:val="1E70600C"/>
    <w:rsid w:val="1EBC1EF4"/>
    <w:rsid w:val="1EBC2096"/>
    <w:rsid w:val="1EC871D8"/>
    <w:rsid w:val="1ED41662"/>
    <w:rsid w:val="1F2A443D"/>
    <w:rsid w:val="1F903A73"/>
    <w:rsid w:val="1FA40790"/>
    <w:rsid w:val="1FD75C38"/>
    <w:rsid w:val="20320B1E"/>
    <w:rsid w:val="204E4BD9"/>
    <w:rsid w:val="205276F9"/>
    <w:rsid w:val="20864DB8"/>
    <w:rsid w:val="208B431E"/>
    <w:rsid w:val="209A6896"/>
    <w:rsid w:val="20AF2650"/>
    <w:rsid w:val="20CD3575"/>
    <w:rsid w:val="20DB4433"/>
    <w:rsid w:val="210274E9"/>
    <w:rsid w:val="210340D6"/>
    <w:rsid w:val="213E065A"/>
    <w:rsid w:val="21790FFE"/>
    <w:rsid w:val="222F27FB"/>
    <w:rsid w:val="225919EB"/>
    <w:rsid w:val="22830324"/>
    <w:rsid w:val="228A78F1"/>
    <w:rsid w:val="228D434D"/>
    <w:rsid w:val="22A11895"/>
    <w:rsid w:val="22A56D84"/>
    <w:rsid w:val="22EA57D7"/>
    <w:rsid w:val="22F63329"/>
    <w:rsid w:val="22F94B0F"/>
    <w:rsid w:val="231B494E"/>
    <w:rsid w:val="23586583"/>
    <w:rsid w:val="238D3565"/>
    <w:rsid w:val="23BC11FA"/>
    <w:rsid w:val="23BE2423"/>
    <w:rsid w:val="241114BD"/>
    <w:rsid w:val="24145847"/>
    <w:rsid w:val="24225F77"/>
    <w:rsid w:val="245B5D30"/>
    <w:rsid w:val="247C6B1D"/>
    <w:rsid w:val="24AB6C23"/>
    <w:rsid w:val="24C611D6"/>
    <w:rsid w:val="2513099B"/>
    <w:rsid w:val="2564604E"/>
    <w:rsid w:val="25A1630B"/>
    <w:rsid w:val="25D51792"/>
    <w:rsid w:val="25D753BC"/>
    <w:rsid w:val="25DB23F1"/>
    <w:rsid w:val="25DF21A1"/>
    <w:rsid w:val="2622585A"/>
    <w:rsid w:val="26341541"/>
    <w:rsid w:val="266A65CC"/>
    <w:rsid w:val="266C4583"/>
    <w:rsid w:val="268714FF"/>
    <w:rsid w:val="26B034DD"/>
    <w:rsid w:val="27530B9C"/>
    <w:rsid w:val="2754104E"/>
    <w:rsid w:val="27637208"/>
    <w:rsid w:val="27987F0B"/>
    <w:rsid w:val="279A2070"/>
    <w:rsid w:val="27A665C8"/>
    <w:rsid w:val="27AE362C"/>
    <w:rsid w:val="27E37DA7"/>
    <w:rsid w:val="27E65A8A"/>
    <w:rsid w:val="27F95993"/>
    <w:rsid w:val="28386601"/>
    <w:rsid w:val="28476FE9"/>
    <w:rsid w:val="285B4B90"/>
    <w:rsid w:val="2868119B"/>
    <w:rsid w:val="287F4463"/>
    <w:rsid w:val="289D2958"/>
    <w:rsid w:val="28B615CC"/>
    <w:rsid w:val="28B855DE"/>
    <w:rsid w:val="28C6526E"/>
    <w:rsid w:val="28E3255D"/>
    <w:rsid w:val="290106E0"/>
    <w:rsid w:val="292C2C40"/>
    <w:rsid w:val="29564034"/>
    <w:rsid w:val="298B05D7"/>
    <w:rsid w:val="29FC1EA0"/>
    <w:rsid w:val="2A1771DF"/>
    <w:rsid w:val="2A4A0197"/>
    <w:rsid w:val="2A795E61"/>
    <w:rsid w:val="2A8621E4"/>
    <w:rsid w:val="2A8A4B47"/>
    <w:rsid w:val="2A9643F6"/>
    <w:rsid w:val="2A9B1E36"/>
    <w:rsid w:val="2ACC38B1"/>
    <w:rsid w:val="2AE362B1"/>
    <w:rsid w:val="2B070C22"/>
    <w:rsid w:val="2B106417"/>
    <w:rsid w:val="2B3449E5"/>
    <w:rsid w:val="2B5F5760"/>
    <w:rsid w:val="2B7D5F2D"/>
    <w:rsid w:val="2B9768DF"/>
    <w:rsid w:val="2BD273E5"/>
    <w:rsid w:val="2BEF06F8"/>
    <w:rsid w:val="2C10394A"/>
    <w:rsid w:val="2C2B4D4A"/>
    <w:rsid w:val="2C6C7899"/>
    <w:rsid w:val="2C926286"/>
    <w:rsid w:val="2C9E4EE2"/>
    <w:rsid w:val="2CD91894"/>
    <w:rsid w:val="2D0D6D7A"/>
    <w:rsid w:val="2D170AA5"/>
    <w:rsid w:val="2D362FFF"/>
    <w:rsid w:val="2D6A48E8"/>
    <w:rsid w:val="2D8F6BF2"/>
    <w:rsid w:val="2D9049E7"/>
    <w:rsid w:val="2DC21AD1"/>
    <w:rsid w:val="2DC3461C"/>
    <w:rsid w:val="2DE92358"/>
    <w:rsid w:val="2E01406E"/>
    <w:rsid w:val="2E0E59B7"/>
    <w:rsid w:val="2E6B5FB9"/>
    <w:rsid w:val="2E7653DA"/>
    <w:rsid w:val="2E824F6F"/>
    <w:rsid w:val="2EAD5CE2"/>
    <w:rsid w:val="2ECD1494"/>
    <w:rsid w:val="2EEA406D"/>
    <w:rsid w:val="2F0D4596"/>
    <w:rsid w:val="2F0F6FB0"/>
    <w:rsid w:val="2F165E67"/>
    <w:rsid w:val="2F255DE2"/>
    <w:rsid w:val="2F552474"/>
    <w:rsid w:val="2F6D2DF6"/>
    <w:rsid w:val="2F6D372F"/>
    <w:rsid w:val="2FB1324F"/>
    <w:rsid w:val="2FC57D55"/>
    <w:rsid w:val="30013F99"/>
    <w:rsid w:val="301C491F"/>
    <w:rsid w:val="30C80FB3"/>
    <w:rsid w:val="30EF2188"/>
    <w:rsid w:val="313B752E"/>
    <w:rsid w:val="314900E1"/>
    <w:rsid w:val="319565A4"/>
    <w:rsid w:val="31B8739E"/>
    <w:rsid w:val="31BD4BAF"/>
    <w:rsid w:val="321441E4"/>
    <w:rsid w:val="322504AE"/>
    <w:rsid w:val="325A1469"/>
    <w:rsid w:val="329B3304"/>
    <w:rsid w:val="32A17336"/>
    <w:rsid w:val="32A27C71"/>
    <w:rsid w:val="32AF3948"/>
    <w:rsid w:val="32BF1A24"/>
    <w:rsid w:val="32E37307"/>
    <w:rsid w:val="32E761C4"/>
    <w:rsid w:val="32EE0222"/>
    <w:rsid w:val="33305E77"/>
    <w:rsid w:val="335B4520"/>
    <w:rsid w:val="33875C46"/>
    <w:rsid w:val="338F6883"/>
    <w:rsid w:val="339B7DBF"/>
    <w:rsid w:val="33AA0345"/>
    <w:rsid w:val="33AF78C9"/>
    <w:rsid w:val="33BA1E63"/>
    <w:rsid w:val="33F74B00"/>
    <w:rsid w:val="34481AFC"/>
    <w:rsid w:val="34484F30"/>
    <w:rsid w:val="34731B08"/>
    <w:rsid w:val="347474FF"/>
    <w:rsid w:val="34843D93"/>
    <w:rsid w:val="34A76F77"/>
    <w:rsid w:val="34CD147F"/>
    <w:rsid w:val="35883204"/>
    <w:rsid w:val="35AE6E11"/>
    <w:rsid w:val="35CA4F85"/>
    <w:rsid w:val="35F9161E"/>
    <w:rsid w:val="36066CE5"/>
    <w:rsid w:val="36074C6E"/>
    <w:rsid w:val="36246759"/>
    <w:rsid w:val="3647586B"/>
    <w:rsid w:val="364F2C9B"/>
    <w:rsid w:val="365031FF"/>
    <w:rsid w:val="36763B2E"/>
    <w:rsid w:val="36833557"/>
    <w:rsid w:val="37656F66"/>
    <w:rsid w:val="37BC6733"/>
    <w:rsid w:val="37CF6115"/>
    <w:rsid w:val="37DB0ECC"/>
    <w:rsid w:val="38325851"/>
    <w:rsid w:val="38330051"/>
    <w:rsid w:val="384F7445"/>
    <w:rsid w:val="385F0C77"/>
    <w:rsid w:val="3879584B"/>
    <w:rsid w:val="38A67788"/>
    <w:rsid w:val="38FF429D"/>
    <w:rsid w:val="392A2DC2"/>
    <w:rsid w:val="392C0473"/>
    <w:rsid w:val="396C17B1"/>
    <w:rsid w:val="398306DC"/>
    <w:rsid w:val="39BA50A4"/>
    <w:rsid w:val="3A140BA9"/>
    <w:rsid w:val="3A2D3996"/>
    <w:rsid w:val="3A3B1957"/>
    <w:rsid w:val="3A6046F2"/>
    <w:rsid w:val="3A7101F6"/>
    <w:rsid w:val="3A79139C"/>
    <w:rsid w:val="3ABE0451"/>
    <w:rsid w:val="3B122A11"/>
    <w:rsid w:val="3B270265"/>
    <w:rsid w:val="3B6960BF"/>
    <w:rsid w:val="3B8C1BE2"/>
    <w:rsid w:val="3B9F4A26"/>
    <w:rsid w:val="3BCC57B1"/>
    <w:rsid w:val="3C037A1A"/>
    <w:rsid w:val="3C0A1D3F"/>
    <w:rsid w:val="3C2454C2"/>
    <w:rsid w:val="3C2953F1"/>
    <w:rsid w:val="3C375B96"/>
    <w:rsid w:val="3C533B74"/>
    <w:rsid w:val="3C7F4633"/>
    <w:rsid w:val="3CA91B36"/>
    <w:rsid w:val="3CB93D65"/>
    <w:rsid w:val="3CF03B2D"/>
    <w:rsid w:val="3D383DBA"/>
    <w:rsid w:val="3D4637E1"/>
    <w:rsid w:val="3DA11FF5"/>
    <w:rsid w:val="3DF61F78"/>
    <w:rsid w:val="3E1A4011"/>
    <w:rsid w:val="3E32349B"/>
    <w:rsid w:val="3E46115A"/>
    <w:rsid w:val="3E4E4053"/>
    <w:rsid w:val="3E7B12F8"/>
    <w:rsid w:val="3E847E51"/>
    <w:rsid w:val="3ECF1C51"/>
    <w:rsid w:val="3EEB161B"/>
    <w:rsid w:val="3F124EE6"/>
    <w:rsid w:val="3F4674F1"/>
    <w:rsid w:val="40185D56"/>
    <w:rsid w:val="403A69F2"/>
    <w:rsid w:val="40486C8E"/>
    <w:rsid w:val="40587E62"/>
    <w:rsid w:val="414046AA"/>
    <w:rsid w:val="41561554"/>
    <w:rsid w:val="41572D65"/>
    <w:rsid w:val="41712063"/>
    <w:rsid w:val="41713EC7"/>
    <w:rsid w:val="41754D1F"/>
    <w:rsid w:val="41955490"/>
    <w:rsid w:val="41D6397F"/>
    <w:rsid w:val="423B4745"/>
    <w:rsid w:val="423C1A41"/>
    <w:rsid w:val="42604EB2"/>
    <w:rsid w:val="427609FD"/>
    <w:rsid w:val="427867B8"/>
    <w:rsid w:val="428622B0"/>
    <w:rsid w:val="42A07CA2"/>
    <w:rsid w:val="42C64F0E"/>
    <w:rsid w:val="42E27E1C"/>
    <w:rsid w:val="42EC5752"/>
    <w:rsid w:val="4300499A"/>
    <w:rsid w:val="43010085"/>
    <w:rsid w:val="43112F24"/>
    <w:rsid w:val="4322086C"/>
    <w:rsid w:val="434E7431"/>
    <w:rsid w:val="435940F8"/>
    <w:rsid w:val="43797EC0"/>
    <w:rsid w:val="438E19DA"/>
    <w:rsid w:val="43BD4CDA"/>
    <w:rsid w:val="43BE5D24"/>
    <w:rsid w:val="43CB5926"/>
    <w:rsid w:val="43E10D99"/>
    <w:rsid w:val="441279FF"/>
    <w:rsid w:val="4418479D"/>
    <w:rsid w:val="442A19E0"/>
    <w:rsid w:val="44453DDE"/>
    <w:rsid w:val="44DF66BC"/>
    <w:rsid w:val="45085E14"/>
    <w:rsid w:val="45927D48"/>
    <w:rsid w:val="45B14780"/>
    <w:rsid w:val="45C2203C"/>
    <w:rsid w:val="45CE5548"/>
    <w:rsid w:val="45D2293C"/>
    <w:rsid w:val="45D72B99"/>
    <w:rsid w:val="460126F5"/>
    <w:rsid w:val="4611323B"/>
    <w:rsid w:val="46351951"/>
    <w:rsid w:val="464A7F94"/>
    <w:rsid w:val="464E2802"/>
    <w:rsid w:val="468D25D9"/>
    <w:rsid w:val="469A5ED6"/>
    <w:rsid w:val="469F52BB"/>
    <w:rsid w:val="477052EA"/>
    <w:rsid w:val="479730E4"/>
    <w:rsid w:val="47CB1285"/>
    <w:rsid w:val="47DD14A5"/>
    <w:rsid w:val="47F606D6"/>
    <w:rsid w:val="481B4975"/>
    <w:rsid w:val="486C312C"/>
    <w:rsid w:val="486D0FEC"/>
    <w:rsid w:val="48733C81"/>
    <w:rsid w:val="48C9031A"/>
    <w:rsid w:val="49235724"/>
    <w:rsid w:val="492C50E1"/>
    <w:rsid w:val="49395942"/>
    <w:rsid w:val="495B5813"/>
    <w:rsid w:val="49E81B9B"/>
    <w:rsid w:val="4A380BC6"/>
    <w:rsid w:val="4A3D4188"/>
    <w:rsid w:val="4A795210"/>
    <w:rsid w:val="4A9345DE"/>
    <w:rsid w:val="4ACA2718"/>
    <w:rsid w:val="4AEA0856"/>
    <w:rsid w:val="4B1370A0"/>
    <w:rsid w:val="4B2101C4"/>
    <w:rsid w:val="4B387A70"/>
    <w:rsid w:val="4B7340AE"/>
    <w:rsid w:val="4B9508E1"/>
    <w:rsid w:val="4BA87F43"/>
    <w:rsid w:val="4BA91AC7"/>
    <w:rsid w:val="4BBC5FA5"/>
    <w:rsid w:val="4BF24C6A"/>
    <w:rsid w:val="4C1E4784"/>
    <w:rsid w:val="4C4F32EE"/>
    <w:rsid w:val="4C57491D"/>
    <w:rsid w:val="4C5F6EB9"/>
    <w:rsid w:val="4C604586"/>
    <w:rsid w:val="4C62274E"/>
    <w:rsid w:val="4C841607"/>
    <w:rsid w:val="4C86123A"/>
    <w:rsid w:val="4C8B4705"/>
    <w:rsid w:val="4CD34FA2"/>
    <w:rsid w:val="4CE409DD"/>
    <w:rsid w:val="4CE640FE"/>
    <w:rsid w:val="4CEF13EB"/>
    <w:rsid w:val="4D0A4D28"/>
    <w:rsid w:val="4D146BC3"/>
    <w:rsid w:val="4DA91B22"/>
    <w:rsid w:val="4DB62700"/>
    <w:rsid w:val="4DC63704"/>
    <w:rsid w:val="4DCF4F68"/>
    <w:rsid w:val="4E323AFF"/>
    <w:rsid w:val="4E3C1A0A"/>
    <w:rsid w:val="4E416111"/>
    <w:rsid w:val="4E777A24"/>
    <w:rsid w:val="4EAE77CF"/>
    <w:rsid w:val="4EAF7232"/>
    <w:rsid w:val="4EF53800"/>
    <w:rsid w:val="4F250EBF"/>
    <w:rsid w:val="4F8B16F5"/>
    <w:rsid w:val="4FF67BBA"/>
    <w:rsid w:val="50113B43"/>
    <w:rsid w:val="50137B2E"/>
    <w:rsid w:val="503C43F9"/>
    <w:rsid w:val="505D5184"/>
    <w:rsid w:val="50C93269"/>
    <w:rsid w:val="50CC56A2"/>
    <w:rsid w:val="50CC5E28"/>
    <w:rsid w:val="50E631AF"/>
    <w:rsid w:val="5100536D"/>
    <w:rsid w:val="51492DA2"/>
    <w:rsid w:val="515A15AA"/>
    <w:rsid w:val="51A21957"/>
    <w:rsid w:val="51B44F9E"/>
    <w:rsid w:val="51C16550"/>
    <w:rsid w:val="51DC25AC"/>
    <w:rsid w:val="522B4A59"/>
    <w:rsid w:val="522D1A84"/>
    <w:rsid w:val="524F00F6"/>
    <w:rsid w:val="52547F2A"/>
    <w:rsid w:val="526A1D8D"/>
    <w:rsid w:val="528F4333"/>
    <w:rsid w:val="52DE645B"/>
    <w:rsid w:val="52ED65B5"/>
    <w:rsid w:val="53606524"/>
    <w:rsid w:val="5393041A"/>
    <w:rsid w:val="53D23D42"/>
    <w:rsid w:val="53ED0FF5"/>
    <w:rsid w:val="541B187A"/>
    <w:rsid w:val="5435008D"/>
    <w:rsid w:val="54350C7B"/>
    <w:rsid w:val="54357592"/>
    <w:rsid w:val="54433EFC"/>
    <w:rsid w:val="547C2C41"/>
    <w:rsid w:val="54FE4287"/>
    <w:rsid w:val="55887D44"/>
    <w:rsid w:val="55A4094D"/>
    <w:rsid w:val="55C50C93"/>
    <w:rsid w:val="55DF20DF"/>
    <w:rsid w:val="560B0BE3"/>
    <w:rsid w:val="560E1F74"/>
    <w:rsid w:val="56480272"/>
    <w:rsid w:val="56793A56"/>
    <w:rsid w:val="567C220F"/>
    <w:rsid w:val="569B60FF"/>
    <w:rsid w:val="56C621AC"/>
    <w:rsid w:val="56D00224"/>
    <w:rsid w:val="56DA3FAE"/>
    <w:rsid w:val="572D4037"/>
    <w:rsid w:val="573D3E09"/>
    <w:rsid w:val="575E04FA"/>
    <w:rsid w:val="57611CFC"/>
    <w:rsid w:val="57780109"/>
    <w:rsid w:val="5785222F"/>
    <w:rsid w:val="57873ABE"/>
    <w:rsid w:val="57942026"/>
    <w:rsid w:val="57A37E54"/>
    <w:rsid w:val="58352374"/>
    <w:rsid w:val="583E4329"/>
    <w:rsid w:val="585303BA"/>
    <w:rsid w:val="58D93E38"/>
    <w:rsid w:val="58DE6796"/>
    <w:rsid w:val="58E37794"/>
    <w:rsid w:val="590F7087"/>
    <w:rsid w:val="593D2D3F"/>
    <w:rsid w:val="5969376E"/>
    <w:rsid w:val="598705F0"/>
    <w:rsid w:val="59963B53"/>
    <w:rsid w:val="59A93B20"/>
    <w:rsid w:val="59D83A01"/>
    <w:rsid w:val="5A070962"/>
    <w:rsid w:val="5A0971BA"/>
    <w:rsid w:val="5A34373E"/>
    <w:rsid w:val="5A5F3294"/>
    <w:rsid w:val="5A671054"/>
    <w:rsid w:val="5A7F38A9"/>
    <w:rsid w:val="5AC60F8F"/>
    <w:rsid w:val="5B184203"/>
    <w:rsid w:val="5B4F17BE"/>
    <w:rsid w:val="5B6D2BB9"/>
    <w:rsid w:val="5B9B2E79"/>
    <w:rsid w:val="5B9D683F"/>
    <w:rsid w:val="5BA03966"/>
    <w:rsid w:val="5BA1789E"/>
    <w:rsid w:val="5BBF00D8"/>
    <w:rsid w:val="5BC04C26"/>
    <w:rsid w:val="5BC934AE"/>
    <w:rsid w:val="5C3A27C4"/>
    <w:rsid w:val="5C5B43DA"/>
    <w:rsid w:val="5C631D82"/>
    <w:rsid w:val="5C9E14F0"/>
    <w:rsid w:val="5CA3644F"/>
    <w:rsid w:val="5CCF78B6"/>
    <w:rsid w:val="5D32652D"/>
    <w:rsid w:val="5D553153"/>
    <w:rsid w:val="5D777C27"/>
    <w:rsid w:val="5DAE1A5C"/>
    <w:rsid w:val="5DB61475"/>
    <w:rsid w:val="5DD20DA8"/>
    <w:rsid w:val="5DFB1B8B"/>
    <w:rsid w:val="5E147D54"/>
    <w:rsid w:val="5E2A4A80"/>
    <w:rsid w:val="5E303390"/>
    <w:rsid w:val="5E597D54"/>
    <w:rsid w:val="5E7F4605"/>
    <w:rsid w:val="5EA217F0"/>
    <w:rsid w:val="5EBF6657"/>
    <w:rsid w:val="5F1840C5"/>
    <w:rsid w:val="5F1D0B53"/>
    <w:rsid w:val="5F244F3A"/>
    <w:rsid w:val="5F2A70D1"/>
    <w:rsid w:val="5F396FAD"/>
    <w:rsid w:val="5F473B24"/>
    <w:rsid w:val="5F7028EC"/>
    <w:rsid w:val="5F90691B"/>
    <w:rsid w:val="5F970830"/>
    <w:rsid w:val="5F9B2CCF"/>
    <w:rsid w:val="5FA44497"/>
    <w:rsid w:val="5FB375DD"/>
    <w:rsid w:val="5FBC1D37"/>
    <w:rsid w:val="5FEF4696"/>
    <w:rsid w:val="600C14F4"/>
    <w:rsid w:val="606C6E39"/>
    <w:rsid w:val="609A10A0"/>
    <w:rsid w:val="60D86DCD"/>
    <w:rsid w:val="612018A5"/>
    <w:rsid w:val="613F2803"/>
    <w:rsid w:val="613F636B"/>
    <w:rsid w:val="61463B9B"/>
    <w:rsid w:val="61654C99"/>
    <w:rsid w:val="61A1335F"/>
    <w:rsid w:val="61B31912"/>
    <w:rsid w:val="61C0302C"/>
    <w:rsid w:val="61FB4906"/>
    <w:rsid w:val="61FC203F"/>
    <w:rsid w:val="621D3918"/>
    <w:rsid w:val="621E21B5"/>
    <w:rsid w:val="629038A5"/>
    <w:rsid w:val="62976268"/>
    <w:rsid w:val="62A3129E"/>
    <w:rsid w:val="62DE0FC5"/>
    <w:rsid w:val="62E46882"/>
    <w:rsid w:val="630948A4"/>
    <w:rsid w:val="630D4CDB"/>
    <w:rsid w:val="631018F4"/>
    <w:rsid w:val="635D4115"/>
    <w:rsid w:val="63701DA1"/>
    <w:rsid w:val="637552C3"/>
    <w:rsid w:val="637C0EDD"/>
    <w:rsid w:val="63827FAD"/>
    <w:rsid w:val="64231B5D"/>
    <w:rsid w:val="643D225F"/>
    <w:rsid w:val="644C54F8"/>
    <w:rsid w:val="648A0F80"/>
    <w:rsid w:val="64B818DE"/>
    <w:rsid w:val="64BB6734"/>
    <w:rsid w:val="64EA5102"/>
    <w:rsid w:val="654B280B"/>
    <w:rsid w:val="65681BDD"/>
    <w:rsid w:val="65736E8A"/>
    <w:rsid w:val="65A44FB7"/>
    <w:rsid w:val="65C5024C"/>
    <w:rsid w:val="662329DD"/>
    <w:rsid w:val="66A31EBB"/>
    <w:rsid w:val="66BC37E2"/>
    <w:rsid w:val="66E12268"/>
    <w:rsid w:val="66F45103"/>
    <w:rsid w:val="67203A69"/>
    <w:rsid w:val="675B7BA5"/>
    <w:rsid w:val="6782619A"/>
    <w:rsid w:val="67D71200"/>
    <w:rsid w:val="67EB2084"/>
    <w:rsid w:val="67F74318"/>
    <w:rsid w:val="68420BD1"/>
    <w:rsid w:val="685F0A6E"/>
    <w:rsid w:val="6873416A"/>
    <w:rsid w:val="68C356C6"/>
    <w:rsid w:val="68C92469"/>
    <w:rsid w:val="68CE2F67"/>
    <w:rsid w:val="68D06F51"/>
    <w:rsid w:val="69026F3E"/>
    <w:rsid w:val="69067B6A"/>
    <w:rsid w:val="696856B4"/>
    <w:rsid w:val="69877F2E"/>
    <w:rsid w:val="69F1312B"/>
    <w:rsid w:val="6A274B44"/>
    <w:rsid w:val="6A6834D9"/>
    <w:rsid w:val="6A9D14BF"/>
    <w:rsid w:val="6AA37957"/>
    <w:rsid w:val="6ACA59B0"/>
    <w:rsid w:val="6AD432D5"/>
    <w:rsid w:val="6AD56E0B"/>
    <w:rsid w:val="6ADA0296"/>
    <w:rsid w:val="6ADB3225"/>
    <w:rsid w:val="6AFB7B96"/>
    <w:rsid w:val="6B712F81"/>
    <w:rsid w:val="6B825E60"/>
    <w:rsid w:val="6B940BA3"/>
    <w:rsid w:val="6B9B5012"/>
    <w:rsid w:val="6BBF5098"/>
    <w:rsid w:val="6BC01CB1"/>
    <w:rsid w:val="6BC61F64"/>
    <w:rsid w:val="6BCC08E4"/>
    <w:rsid w:val="6C367327"/>
    <w:rsid w:val="6C452FC1"/>
    <w:rsid w:val="6C630073"/>
    <w:rsid w:val="6C7D27B5"/>
    <w:rsid w:val="6C843175"/>
    <w:rsid w:val="6CE6228B"/>
    <w:rsid w:val="6D2F4EA4"/>
    <w:rsid w:val="6D535020"/>
    <w:rsid w:val="6D7E6881"/>
    <w:rsid w:val="6DA56A0C"/>
    <w:rsid w:val="6DC7036B"/>
    <w:rsid w:val="6DE756AC"/>
    <w:rsid w:val="6E8971F7"/>
    <w:rsid w:val="6E9A21D9"/>
    <w:rsid w:val="6EF42AB9"/>
    <w:rsid w:val="6F106739"/>
    <w:rsid w:val="6F15482A"/>
    <w:rsid w:val="6F573A46"/>
    <w:rsid w:val="6F5E6FA0"/>
    <w:rsid w:val="6F7D1387"/>
    <w:rsid w:val="6F834FEC"/>
    <w:rsid w:val="6FA42641"/>
    <w:rsid w:val="6FAF02E7"/>
    <w:rsid w:val="6FB45C2C"/>
    <w:rsid w:val="6FC851A3"/>
    <w:rsid w:val="6FD53C37"/>
    <w:rsid w:val="6FDB390B"/>
    <w:rsid w:val="6FE21C8C"/>
    <w:rsid w:val="6FE7780C"/>
    <w:rsid w:val="6FF1787F"/>
    <w:rsid w:val="6FF62952"/>
    <w:rsid w:val="7024009B"/>
    <w:rsid w:val="70366905"/>
    <w:rsid w:val="706B74A1"/>
    <w:rsid w:val="70B07A9B"/>
    <w:rsid w:val="70C56C78"/>
    <w:rsid w:val="70CC084D"/>
    <w:rsid w:val="70F25812"/>
    <w:rsid w:val="70F467DE"/>
    <w:rsid w:val="712B0468"/>
    <w:rsid w:val="71404768"/>
    <w:rsid w:val="71424559"/>
    <w:rsid w:val="714820BB"/>
    <w:rsid w:val="71620EC6"/>
    <w:rsid w:val="716416F5"/>
    <w:rsid w:val="716F4DC0"/>
    <w:rsid w:val="71785FE9"/>
    <w:rsid w:val="719A7E52"/>
    <w:rsid w:val="71C13601"/>
    <w:rsid w:val="71FC7C4F"/>
    <w:rsid w:val="720C7FAC"/>
    <w:rsid w:val="72162418"/>
    <w:rsid w:val="722B7343"/>
    <w:rsid w:val="724215F5"/>
    <w:rsid w:val="725E615C"/>
    <w:rsid w:val="72643751"/>
    <w:rsid w:val="728328AA"/>
    <w:rsid w:val="72884A0C"/>
    <w:rsid w:val="72E2669A"/>
    <w:rsid w:val="72F50EBB"/>
    <w:rsid w:val="732022A5"/>
    <w:rsid w:val="737030BA"/>
    <w:rsid w:val="738F4490"/>
    <w:rsid w:val="739A3666"/>
    <w:rsid w:val="73A57940"/>
    <w:rsid w:val="73C464AF"/>
    <w:rsid w:val="73FA0F56"/>
    <w:rsid w:val="742720C3"/>
    <w:rsid w:val="74535840"/>
    <w:rsid w:val="74922AEE"/>
    <w:rsid w:val="74C019A6"/>
    <w:rsid w:val="74D044B7"/>
    <w:rsid w:val="74D626D4"/>
    <w:rsid w:val="74DD2969"/>
    <w:rsid w:val="74DE1452"/>
    <w:rsid w:val="754138D7"/>
    <w:rsid w:val="759432AE"/>
    <w:rsid w:val="75982C9F"/>
    <w:rsid w:val="75E1239D"/>
    <w:rsid w:val="76004DC0"/>
    <w:rsid w:val="768A4D12"/>
    <w:rsid w:val="76AF75BE"/>
    <w:rsid w:val="76D07FC3"/>
    <w:rsid w:val="772F60A3"/>
    <w:rsid w:val="77486A7B"/>
    <w:rsid w:val="77621D72"/>
    <w:rsid w:val="77806018"/>
    <w:rsid w:val="778C7FC9"/>
    <w:rsid w:val="77994660"/>
    <w:rsid w:val="77AC7D34"/>
    <w:rsid w:val="77C05673"/>
    <w:rsid w:val="77C81E18"/>
    <w:rsid w:val="78052087"/>
    <w:rsid w:val="782E4DD1"/>
    <w:rsid w:val="783D2A16"/>
    <w:rsid w:val="786945CD"/>
    <w:rsid w:val="78802E61"/>
    <w:rsid w:val="78DA01D1"/>
    <w:rsid w:val="790B08F7"/>
    <w:rsid w:val="792D21DD"/>
    <w:rsid w:val="795B528B"/>
    <w:rsid w:val="79715B94"/>
    <w:rsid w:val="79883EEA"/>
    <w:rsid w:val="79C220D6"/>
    <w:rsid w:val="79C87ACE"/>
    <w:rsid w:val="79C96961"/>
    <w:rsid w:val="79FF7F7D"/>
    <w:rsid w:val="7A122CA7"/>
    <w:rsid w:val="7A122D59"/>
    <w:rsid w:val="7A275147"/>
    <w:rsid w:val="7A2E51F4"/>
    <w:rsid w:val="7A393EDC"/>
    <w:rsid w:val="7A5A209C"/>
    <w:rsid w:val="7A650972"/>
    <w:rsid w:val="7A700C65"/>
    <w:rsid w:val="7AAA4970"/>
    <w:rsid w:val="7AB0176A"/>
    <w:rsid w:val="7AD24886"/>
    <w:rsid w:val="7AE80EDE"/>
    <w:rsid w:val="7AEF523A"/>
    <w:rsid w:val="7B12724C"/>
    <w:rsid w:val="7B1E35AB"/>
    <w:rsid w:val="7B830405"/>
    <w:rsid w:val="7B932B38"/>
    <w:rsid w:val="7BA63594"/>
    <w:rsid w:val="7BA80D0A"/>
    <w:rsid w:val="7BCD31F5"/>
    <w:rsid w:val="7BE72367"/>
    <w:rsid w:val="7C2B43D3"/>
    <w:rsid w:val="7C730D9C"/>
    <w:rsid w:val="7C766462"/>
    <w:rsid w:val="7C8A426F"/>
    <w:rsid w:val="7CD114B9"/>
    <w:rsid w:val="7CED5FAC"/>
    <w:rsid w:val="7CF95B0B"/>
    <w:rsid w:val="7D0079C6"/>
    <w:rsid w:val="7D2158FC"/>
    <w:rsid w:val="7D5C0E39"/>
    <w:rsid w:val="7D9307C8"/>
    <w:rsid w:val="7E263FB5"/>
    <w:rsid w:val="7E486EB2"/>
    <w:rsid w:val="7E5336D1"/>
    <w:rsid w:val="7E742D92"/>
    <w:rsid w:val="7E7F7B05"/>
    <w:rsid w:val="7E851F07"/>
    <w:rsid w:val="7E934D87"/>
    <w:rsid w:val="7E9A0D84"/>
    <w:rsid w:val="7E9B4418"/>
    <w:rsid w:val="7EA637B6"/>
    <w:rsid w:val="7EB96842"/>
    <w:rsid w:val="7EE37498"/>
    <w:rsid w:val="7F266B17"/>
    <w:rsid w:val="7F663224"/>
    <w:rsid w:val="7F8263BD"/>
    <w:rsid w:val="7F9B694E"/>
    <w:rsid w:val="7FB625A4"/>
    <w:rsid w:val="7FC1408E"/>
    <w:rsid w:val="7FD37624"/>
    <w:rsid w:val="7FE8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2018-06-05T16:12:00Z</dcterms:created>
  <dc:creator>裸奔的蚂蚁</dc:creator>
  <cp:lastModifiedBy>铭</cp:lastModifiedBy>
  <dcterms:modified xsi:type="dcterms:W3CDTF">2022-08-31T09:21:36Z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RubyTemplateID" linkTarget="0">
    <vt:lpwstr>4</vt:lpwstr>
  </property>
  <property fmtid="{D5CDD505-2E9C-101B-9397-08002B2CF9AE}" pid="4" name="commondata">
    <vt:lpwstr>eyJoZGlkIjoiM2I1OGZlODY3YTk5NDZhMWM4YzdkMzBjYmQzM2MwMDIifQ==</vt:lpwstr>
  </property>
  <property fmtid="{D5CDD505-2E9C-101B-9397-08002B2CF9AE}" pid="5" name="ICV">
    <vt:lpwstr>FAD3B8233A1A45CDA6F8E29E4F2F4ED0</vt:lpwstr>
  </property>
  <property fmtid="{D5CDD505-2E9C-101B-9397-08002B2CF9AE}" pid="6" name="KSOTemplateUUID">
    <vt:lpwstr>v1.0_mb_uo9jE0HEkf3FVb6BzfQZbA==</vt:lpwstr>
  </property>
</Properties>
</file>